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6E2" w:rsidRPr="00C539B4" w:rsidRDefault="00C57101" w:rsidP="00C57101">
      <w:pPr>
        <w:pStyle w:val="IntenseQuote"/>
        <w:rPr>
          <w:rFonts w:cstheme="minorHAnsi"/>
          <w:lang w:val="fr-FR"/>
        </w:rPr>
      </w:pPr>
      <w:r w:rsidRPr="00C539B4">
        <w:rPr>
          <w:rFonts w:cstheme="minorHAnsi"/>
          <w:lang w:val="fr-FR"/>
        </w:rPr>
        <w:t>NACOMS-NDER TEST</w:t>
      </w:r>
      <w:r w:rsidR="00B11815">
        <w:rPr>
          <w:rFonts w:cstheme="minorHAnsi"/>
          <w:lang w:val="fr-FR"/>
        </w:rPr>
        <w:t xml:space="preserve"> </w:t>
      </w:r>
    </w:p>
    <w:p w:rsidR="00C57101" w:rsidRPr="00C539B4" w:rsidRDefault="00C57101" w:rsidP="00C57101">
      <w:pPr>
        <w:rPr>
          <w:rFonts w:cstheme="minorHAnsi"/>
          <w:lang w:val="fr-FR"/>
        </w:rPr>
      </w:pPr>
    </w:p>
    <w:p w:rsidR="00C57101" w:rsidRPr="00C539B4" w:rsidRDefault="00C57101" w:rsidP="000477EE">
      <w:pPr>
        <w:pStyle w:val="Heading1"/>
        <w:numPr>
          <w:ilvl w:val="0"/>
          <w:numId w:val="1"/>
        </w:numPr>
        <w:rPr>
          <w:rFonts w:asciiTheme="minorHAnsi" w:hAnsiTheme="minorHAnsi" w:cstheme="minorHAnsi"/>
          <w:lang w:val="fr-FR"/>
        </w:rPr>
      </w:pPr>
      <w:r w:rsidRPr="00C539B4">
        <w:rPr>
          <w:rFonts w:asciiTheme="minorHAnsi" w:hAnsiTheme="minorHAnsi" w:cstheme="minorHAnsi"/>
          <w:lang w:val="fr-FR"/>
        </w:rPr>
        <w:t>NMBS CONNECTION</w:t>
      </w:r>
      <w:bookmarkStart w:id="0" w:name="_GoBack"/>
      <w:bookmarkEnd w:id="0"/>
    </w:p>
    <w:p w:rsidR="00C57101" w:rsidRPr="00C539B4" w:rsidRDefault="00C57101" w:rsidP="000477EE">
      <w:pPr>
        <w:pStyle w:val="Style2"/>
        <w:numPr>
          <w:ilvl w:val="1"/>
          <w:numId w:val="1"/>
        </w:numPr>
        <w:spacing w:after="240"/>
        <w:rPr>
          <w:rFonts w:asciiTheme="minorHAnsi" w:hAnsiTheme="minorHAnsi" w:cstheme="minorHAnsi"/>
        </w:rPr>
      </w:pPr>
      <w:r w:rsidRPr="00C539B4">
        <w:rPr>
          <w:rFonts w:asciiTheme="minorHAnsi" w:hAnsiTheme="minorHAnsi" w:cstheme="minorHAnsi"/>
        </w:rPr>
        <w:t>NMBS API</w:t>
      </w:r>
    </w:p>
    <w:p w:rsidR="00C57101" w:rsidRPr="00C539B4" w:rsidRDefault="00C57101" w:rsidP="00C57101">
      <w:pPr>
        <w:rPr>
          <w:rFonts w:cstheme="minorHAnsi"/>
        </w:rPr>
      </w:pPr>
    </w:p>
    <w:p w:rsidR="00C57101" w:rsidRPr="00C539B4" w:rsidRDefault="00C57101" w:rsidP="00C57101">
      <w:pPr>
        <w:rPr>
          <w:rFonts w:cstheme="minorHAnsi"/>
        </w:rPr>
      </w:pPr>
      <w:r w:rsidRPr="00C539B4">
        <w:rPr>
          <w:rFonts w:cstheme="minorHAnsi"/>
        </w:rPr>
        <w:t xml:space="preserve">NMBS API is available through the url </w:t>
      </w:r>
      <w:hyperlink r:id="rId12" w:history="1">
        <w:r w:rsidRPr="00C539B4">
          <w:rPr>
            <w:rStyle w:val="Hyperlink"/>
            <w:rFonts w:cstheme="minorHAnsi"/>
          </w:rPr>
          <w:t>https://nmbstest.nspa.nato.int/NMBSAPICert</w:t>
        </w:r>
      </w:hyperlink>
      <w:r w:rsidRPr="00C539B4">
        <w:rPr>
          <w:rFonts w:cstheme="minorHAnsi"/>
        </w:rPr>
        <w:t xml:space="preserve"> and request credential and a </w:t>
      </w:r>
      <w:r w:rsidRPr="00C539B4">
        <w:rPr>
          <w:rFonts w:cstheme="minorHAnsi"/>
          <w:b/>
        </w:rPr>
        <w:t>certificate</w:t>
      </w:r>
      <w:r w:rsidRPr="00C539B4">
        <w:rPr>
          <w:rFonts w:cstheme="minorHAnsi"/>
        </w:rPr>
        <w:t>.</w:t>
      </w:r>
    </w:p>
    <w:p w:rsidR="00C57101" w:rsidRDefault="00C57101" w:rsidP="00C57101">
      <w:pPr>
        <w:rPr>
          <w:rFonts w:cstheme="minorHAnsi"/>
        </w:rPr>
      </w:pPr>
    </w:p>
    <w:p w:rsidR="002F3005" w:rsidRDefault="009727C7" w:rsidP="00C57101">
      <w:pPr>
        <w:rPr>
          <w:rFonts w:cstheme="minorHAnsi"/>
          <w:i/>
        </w:rPr>
      </w:pPr>
      <w:r>
        <w:rPr>
          <w:rFonts w:cstheme="minorHAnsi"/>
          <w:i/>
        </w:rPr>
        <w:t>Example of coding</w:t>
      </w:r>
      <w:r w:rsidR="00775240">
        <w:rPr>
          <w:rFonts w:cstheme="minorHAnsi"/>
          <w:i/>
        </w:rPr>
        <w:t xml:space="preserve"> in .NET C#</w:t>
      </w:r>
      <w:r>
        <w:rPr>
          <w:rFonts w:cstheme="minorHAnsi"/>
          <w:i/>
        </w:rPr>
        <w:t>:</w:t>
      </w:r>
    </w:p>
    <w:p w:rsidR="009727C7" w:rsidRPr="00775240" w:rsidRDefault="009727C7" w:rsidP="00775240">
      <w:pPr>
        <w:autoSpaceDE w:val="0"/>
        <w:autoSpaceDN w:val="0"/>
        <w:ind w:left="720"/>
        <w:rPr>
          <w:rFonts w:ascii="Consolas" w:hAnsi="Consolas"/>
          <w:color w:val="000000"/>
          <w:sz w:val="20"/>
          <w:szCs w:val="19"/>
          <w:lang w:eastAsia="en-US"/>
        </w:rPr>
      </w:pPr>
      <w:r w:rsidRPr="00775240">
        <w:rPr>
          <w:rFonts w:ascii="Consolas" w:hAnsi="Consolas"/>
          <w:color w:val="008000"/>
          <w:sz w:val="20"/>
          <w:szCs w:val="19"/>
        </w:rPr>
        <w:t>//load the security certificate from the file (file with p12 extension) provided on DVD</w:t>
      </w:r>
    </w:p>
    <w:p w:rsidR="009727C7" w:rsidRPr="00775240" w:rsidRDefault="009727C7" w:rsidP="00775240">
      <w:pPr>
        <w:autoSpaceDE w:val="0"/>
        <w:autoSpaceDN w:val="0"/>
        <w:ind w:left="720"/>
        <w:rPr>
          <w:rFonts w:ascii="Consolas" w:hAnsi="Consolas"/>
          <w:color w:val="000000"/>
          <w:sz w:val="20"/>
          <w:szCs w:val="19"/>
        </w:rPr>
      </w:pPr>
      <w:r w:rsidRPr="00775240">
        <w:rPr>
          <w:rFonts w:ascii="Consolas" w:hAnsi="Consolas"/>
          <w:color w:val="0000FF"/>
          <w:sz w:val="20"/>
          <w:szCs w:val="19"/>
        </w:rPr>
        <w:t>var</w:t>
      </w:r>
      <w:r w:rsidRPr="00775240">
        <w:rPr>
          <w:rFonts w:ascii="Consolas" w:hAnsi="Consolas"/>
          <w:color w:val="000000"/>
          <w:sz w:val="20"/>
          <w:szCs w:val="19"/>
        </w:rPr>
        <w:t xml:space="preserve"> certificate = </w:t>
      </w:r>
      <w:r w:rsidRPr="00775240">
        <w:rPr>
          <w:rFonts w:ascii="Consolas" w:hAnsi="Consolas"/>
          <w:color w:val="0000FF"/>
          <w:sz w:val="20"/>
          <w:szCs w:val="19"/>
        </w:rPr>
        <w:t>new</w:t>
      </w:r>
      <w:r w:rsidRPr="00775240">
        <w:rPr>
          <w:rFonts w:ascii="Consolas" w:hAnsi="Consolas"/>
          <w:color w:val="000000"/>
          <w:sz w:val="20"/>
          <w:szCs w:val="19"/>
        </w:rPr>
        <w:t xml:space="preserve"> X509Certificate2(</w:t>
      </w:r>
      <w:r w:rsidRPr="00775240">
        <w:rPr>
          <w:rFonts w:ascii="Consolas" w:hAnsi="Consolas"/>
          <w:color w:val="A31515"/>
          <w:sz w:val="20"/>
          <w:szCs w:val="19"/>
        </w:rPr>
        <w:t>"FILE_PATH"</w:t>
      </w:r>
      <w:r w:rsidRPr="00775240">
        <w:rPr>
          <w:rFonts w:ascii="Consolas" w:hAnsi="Consolas"/>
          <w:color w:val="000000"/>
          <w:sz w:val="20"/>
          <w:szCs w:val="19"/>
        </w:rPr>
        <w:t xml:space="preserve">, </w:t>
      </w:r>
      <w:r w:rsidRPr="00775240">
        <w:rPr>
          <w:rFonts w:ascii="Consolas" w:hAnsi="Consolas"/>
          <w:color w:val="A31515"/>
          <w:sz w:val="20"/>
          <w:szCs w:val="19"/>
        </w:rPr>
        <w:t>"password"</w:t>
      </w:r>
      <w:r w:rsidRPr="00775240">
        <w:rPr>
          <w:rFonts w:ascii="Consolas" w:hAnsi="Consolas"/>
          <w:color w:val="000000"/>
          <w:sz w:val="20"/>
          <w:szCs w:val="19"/>
        </w:rPr>
        <w:t>);</w:t>
      </w:r>
    </w:p>
    <w:p w:rsidR="009727C7" w:rsidRPr="00775240" w:rsidRDefault="009727C7" w:rsidP="00775240">
      <w:pPr>
        <w:autoSpaceDE w:val="0"/>
        <w:autoSpaceDN w:val="0"/>
        <w:ind w:left="720"/>
        <w:rPr>
          <w:rFonts w:ascii="Consolas" w:hAnsi="Consolas"/>
          <w:color w:val="000000"/>
          <w:sz w:val="20"/>
          <w:szCs w:val="19"/>
        </w:rPr>
      </w:pPr>
    </w:p>
    <w:p w:rsidR="009727C7" w:rsidRPr="00775240" w:rsidRDefault="009727C7" w:rsidP="00775240">
      <w:pPr>
        <w:autoSpaceDE w:val="0"/>
        <w:autoSpaceDN w:val="0"/>
        <w:ind w:left="720"/>
        <w:rPr>
          <w:rFonts w:ascii="Consolas" w:hAnsi="Consolas"/>
          <w:color w:val="000000"/>
          <w:sz w:val="20"/>
          <w:szCs w:val="19"/>
        </w:rPr>
      </w:pPr>
      <w:r w:rsidRPr="00775240">
        <w:rPr>
          <w:rFonts w:ascii="Consolas" w:hAnsi="Consolas"/>
          <w:color w:val="008000"/>
          <w:sz w:val="20"/>
          <w:szCs w:val="19"/>
        </w:rPr>
        <w:t>//create a httpHandler and attach the certificated</w:t>
      </w:r>
    </w:p>
    <w:p w:rsidR="009727C7" w:rsidRPr="00775240" w:rsidRDefault="009727C7" w:rsidP="00775240">
      <w:pPr>
        <w:autoSpaceDE w:val="0"/>
        <w:autoSpaceDN w:val="0"/>
        <w:ind w:left="720"/>
        <w:rPr>
          <w:rFonts w:ascii="Consolas" w:hAnsi="Consolas"/>
          <w:color w:val="000000"/>
          <w:sz w:val="20"/>
          <w:szCs w:val="19"/>
        </w:rPr>
      </w:pPr>
      <w:r w:rsidRPr="00775240">
        <w:rPr>
          <w:rFonts w:ascii="Consolas" w:hAnsi="Consolas"/>
          <w:color w:val="0000FF"/>
          <w:sz w:val="20"/>
          <w:szCs w:val="19"/>
        </w:rPr>
        <w:t>var</w:t>
      </w:r>
      <w:r w:rsidRPr="00775240">
        <w:rPr>
          <w:rFonts w:ascii="Consolas" w:hAnsi="Consolas"/>
          <w:color w:val="000000"/>
          <w:sz w:val="20"/>
          <w:szCs w:val="19"/>
        </w:rPr>
        <w:t xml:space="preserve"> httpClientHandler = </w:t>
      </w:r>
      <w:r w:rsidRPr="00775240">
        <w:rPr>
          <w:rFonts w:ascii="Consolas" w:hAnsi="Consolas"/>
          <w:color w:val="0000FF"/>
          <w:sz w:val="20"/>
          <w:szCs w:val="19"/>
        </w:rPr>
        <w:t>new</w:t>
      </w:r>
      <w:r w:rsidRPr="00775240">
        <w:rPr>
          <w:rFonts w:ascii="Consolas" w:hAnsi="Consolas"/>
          <w:color w:val="000000"/>
          <w:sz w:val="20"/>
          <w:szCs w:val="19"/>
        </w:rPr>
        <w:t xml:space="preserve"> HttpClientHandler();</w:t>
      </w:r>
    </w:p>
    <w:p w:rsidR="009727C7" w:rsidRPr="00775240" w:rsidRDefault="009727C7" w:rsidP="00775240">
      <w:pPr>
        <w:autoSpaceDE w:val="0"/>
        <w:autoSpaceDN w:val="0"/>
        <w:ind w:left="720"/>
        <w:rPr>
          <w:rFonts w:ascii="Consolas" w:hAnsi="Consolas"/>
          <w:color w:val="000000"/>
          <w:sz w:val="20"/>
          <w:szCs w:val="19"/>
        </w:rPr>
      </w:pPr>
      <w:r w:rsidRPr="00775240">
        <w:rPr>
          <w:rFonts w:ascii="Consolas" w:hAnsi="Consolas"/>
          <w:color w:val="000000"/>
          <w:sz w:val="20"/>
          <w:szCs w:val="19"/>
        </w:rPr>
        <w:t>httpClientHandler.ClientCertificates.Add(certificate);</w:t>
      </w:r>
    </w:p>
    <w:p w:rsidR="009727C7" w:rsidRPr="00775240" w:rsidRDefault="009727C7" w:rsidP="00775240">
      <w:pPr>
        <w:autoSpaceDE w:val="0"/>
        <w:autoSpaceDN w:val="0"/>
        <w:ind w:left="720"/>
        <w:rPr>
          <w:rFonts w:ascii="Consolas" w:hAnsi="Consolas"/>
          <w:color w:val="000000"/>
          <w:sz w:val="20"/>
          <w:szCs w:val="19"/>
        </w:rPr>
      </w:pPr>
    </w:p>
    <w:p w:rsidR="009727C7" w:rsidRPr="00775240" w:rsidRDefault="009727C7" w:rsidP="00775240">
      <w:pPr>
        <w:autoSpaceDE w:val="0"/>
        <w:autoSpaceDN w:val="0"/>
        <w:ind w:left="720"/>
        <w:rPr>
          <w:rFonts w:ascii="Consolas" w:hAnsi="Consolas"/>
          <w:color w:val="000000"/>
          <w:sz w:val="20"/>
          <w:szCs w:val="19"/>
        </w:rPr>
      </w:pPr>
      <w:r w:rsidRPr="00775240">
        <w:rPr>
          <w:rFonts w:ascii="Consolas" w:hAnsi="Consolas"/>
          <w:color w:val="008000"/>
          <w:sz w:val="20"/>
          <w:szCs w:val="19"/>
        </w:rPr>
        <w:t>//create a httpClient used to make the call to NMBS APIs</w:t>
      </w:r>
    </w:p>
    <w:p w:rsidR="009727C7" w:rsidRPr="00775240" w:rsidRDefault="009727C7" w:rsidP="00775240">
      <w:pPr>
        <w:autoSpaceDE w:val="0"/>
        <w:autoSpaceDN w:val="0"/>
        <w:ind w:left="720"/>
        <w:rPr>
          <w:rFonts w:ascii="Consolas" w:hAnsi="Consolas"/>
          <w:color w:val="000000"/>
          <w:sz w:val="20"/>
          <w:szCs w:val="19"/>
        </w:rPr>
      </w:pPr>
      <w:r w:rsidRPr="00775240">
        <w:rPr>
          <w:rFonts w:ascii="Consolas" w:hAnsi="Consolas"/>
          <w:color w:val="0000FF"/>
          <w:sz w:val="20"/>
          <w:szCs w:val="19"/>
        </w:rPr>
        <w:t>var</w:t>
      </w:r>
      <w:r w:rsidRPr="00775240">
        <w:rPr>
          <w:rFonts w:ascii="Consolas" w:hAnsi="Consolas"/>
          <w:color w:val="000000"/>
          <w:sz w:val="20"/>
          <w:szCs w:val="19"/>
        </w:rPr>
        <w:t xml:space="preserve"> client = </w:t>
      </w:r>
      <w:r w:rsidRPr="00775240">
        <w:rPr>
          <w:rFonts w:ascii="Consolas" w:hAnsi="Consolas"/>
          <w:color w:val="0000FF"/>
          <w:sz w:val="20"/>
          <w:szCs w:val="19"/>
        </w:rPr>
        <w:t>new</w:t>
      </w:r>
      <w:r w:rsidRPr="00775240">
        <w:rPr>
          <w:rFonts w:ascii="Consolas" w:hAnsi="Consolas"/>
          <w:color w:val="000000"/>
          <w:sz w:val="20"/>
          <w:szCs w:val="19"/>
        </w:rPr>
        <w:t xml:space="preserve"> HttpClient(httpClientHandler);</w:t>
      </w:r>
    </w:p>
    <w:p w:rsidR="009727C7" w:rsidRPr="00775240" w:rsidRDefault="009727C7" w:rsidP="00775240">
      <w:pPr>
        <w:autoSpaceDE w:val="0"/>
        <w:autoSpaceDN w:val="0"/>
        <w:ind w:left="720"/>
        <w:rPr>
          <w:rFonts w:ascii="Consolas" w:hAnsi="Consolas"/>
          <w:color w:val="000000"/>
          <w:sz w:val="20"/>
          <w:szCs w:val="19"/>
        </w:rPr>
      </w:pPr>
      <w:r w:rsidRPr="00775240">
        <w:rPr>
          <w:rFonts w:ascii="Consolas" w:hAnsi="Consolas"/>
          <w:color w:val="000000"/>
          <w:sz w:val="20"/>
          <w:szCs w:val="19"/>
        </w:rPr>
        <w:t>client.DefaultRequestHeaders.Add(</w:t>
      </w:r>
      <w:r w:rsidRPr="00775240">
        <w:rPr>
          <w:rFonts w:ascii="Consolas" w:hAnsi="Consolas"/>
          <w:color w:val="A31515"/>
          <w:sz w:val="20"/>
          <w:szCs w:val="19"/>
        </w:rPr>
        <w:t>"User-Agent"</w:t>
      </w:r>
      <w:r w:rsidRPr="00775240">
        <w:rPr>
          <w:rFonts w:ascii="Consolas" w:hAnsi="Consolas"/>
          <w:color w:val="000000"/>
          <w:sz w:val="20"/>
          <w:szCs w:val="19"/>
        </w:rPr>
        <w:t xml:space="preserve">, </w:t>
      </w:r>
      <w:r w:rsidRPr="00775240">
        <w:rPr>
          <w:rFonts w:ascii="Consolas" w:hAnsi="Consolas"/>
          <w:color w:val="A31515"/>
          <w:sz w:val="20"/>
          <w:szCs w:val="19"/>
        </w:rPr>
        <w:t>"C# App"</w:t>
      </w:r>
      <w:r w:rsidRPr="00775240">
        <w:rPr>
          <w:rFonts w:ascii="Consolas" w:hAnsi="Consolas"/>
          <w:color w:val="000000"/>
          <w:sz w:val="20"/>
          <w:szCs w:val="19"/>
        </w:rPr>
        <w:t xml:space="preserve">); </w:t>
      </w:r>
      <w:r w:rsidRPr="00775240">
        <w:rPr>
          <w:rFonts w:ascii="Consolas" w:hAnsi="Consolas"/>
          <w:color w:val="008000"/>
          <w:sz w:val="20"/>
          <w:szCs w:val="19"/>
        </w:rPr>
        <w:t xml:space="preserve">//set a default user agent header; not important the value </w:t>
      </w:r>
    </w:p>
    <w:p w:rsidR="009727C7" w:rsidRPr="00775240" w:rsidRDefault="009727C7" w:rsidP="00775240">
      <w:pPr>
        <w:autoSpaceDE w:val="0"/>
        <w:autoSpaceDN w:val="0"/>
        <w:ind w:left="720"/>
        <w:rPr>
          <w:rFonts w:ascii="Consolas" w:hAnsi="Consolas"/>
          <w:color w:val="000000"/>
          <w:sz w:val="20"/>
          <w:szCs w:val="19"/>
        </w:rPr>
      </w:pPr>
    </w:p>
    <w:p w:rsidR="009727C7" w:rsidRPr="00775240" w:rsidRDefault="009727C7" w:rsidP="00775240">
      <w:pPr>
        <w:autoSpaceDE w:val="0"/>
        <w:autoSpaceDN w:val="0"/>
        <w:ind w:left="720"/>
        <w:rPr>
          <w:rFonts w:ascii="Consolas" w:hAnsi="Consolas"/>
          <w:color w:val="000000"/>
          <w:sz w:val="20"/>
          <w:szCs w:val="19"/>
        </w:rPr>
      </w:pPr>
      <w:r w:rsidRPr="00775240">
        <w:rPr>
          <w:rFonts w:ascii="Consolas" w:hAnsi="Consolas"/>
          <w:color w:val="008000"/>
          <w:sz w:val="20"/>
          <w:szCs w:val="19"/>
        </w:rPr>
        <w:t>//make the call to an NMBS API (ex: call to Mailbox API to obtain all the mail boxes in NMBS</w:t>
      </w:r>
    </w:p>
    <w:p w:rsidR="009727C7" w:rsidRPr="00775240" w:rsidRDefault="009727C7" w:rsidP="00775240">
      <w:pPr>
        <w:ind w:left="720"/>
        <w:rPr>
          <w:rFonts w:ascii="Calibri" w:hAnsi="Calibri"/>
          <w:color w:val="1F497D"/>
          <w:szCs w:val="22"/>
        </w:rPr>
      </w:pPr>
      <w:r w:rsidRPr="00775240">
        <w:rPr>
          <w:rFonts w:ascii="Consolas" w:hAnsi="Consolas"/>
          <w:color w:val="0000FF"/>
          <w:sz w:val="20"/>
          <w:szCs w:val="19"/>
        </w:rPr>
        <w:t>var</w:t>
      </w:r>
      <w:r w:rsidRPr="00775240">
        <w:rPr>
          <w:rFonts w:ascii="Consolas" w:hAnsi="Consolas"/>
          <w:color w:val="000000"/>
          <w:sz w:val="20"/>
          <w:szCs w:val="19"/>
        </w:rPr>
        <w:t xml:space="preserve"> result = client.GetAsync(</w:t>
      </w:r>
      <w:r w:rsidRPr="00775240">
        <w:rPr>
          <w:rFonts w:ascii="Consolas" w:hAnsi="Consolas"/>
          <w:color w:val="A31515"/>
          <w:sz w:val="20"/>
          <w:szCs w:val="19"/>
        </w:rPr>
        <w:t>"</w:t>
      </w:r>
      <w:hyperlink r:id="rId13" w:history="1">
        <w:r w:rsidRPr="00775240">
          <w:rPr>
            <w:rStyle w:val="Hyperlink"/>
            <w:rFonts w:ascii="Consolas" w:hAnsi="Consolas"/>
            <w:sz w:val="20"/>
            <w:szCs w:val="19"/>
          </w:rPr>
          <w:t>https://nmbstest.nspa.nato.int/NMBSAPICert/v1/Mailbox</w:t>
        </w:r>
      </w:hyperlink>
      <w:r w:rsidRPr="00775240">
        <w:rPr>
          <w:rFonts w:ascii="Consolas" w:hAnsi="Consolas"/>
          <w:color w:val="A31515"/>
          <w:sz w:val="20"/>
          <w:szCs w:val="19"/>
        </w:rPr>
        <w:t>"</w:t>
      </w:r>
      <w:r w:rsidRPr="00775240">
        <w:rPr>
          <w:rFonts w:ascii="Consolas" w:hAnsi="Consolas"/>
          <w:color w:val="000000"/>
          <w:sz w:val="20"/>
          <w:szCs w:val="19"/>
        </w:rPr>
        <w:t>).Result.Content.ReadAsStringAsync().Result;</w:t>
      </w:r>
    </w:p>
    <w:p w:rsidR="009727C7" w:rsidRPr="002F3005" w:rsidRDefault="009727C7" w:rsidP="00C57101">
      <w:pPr>
        <w:rPr>
          <w:rFonts w:cstheme="minorHAnsi"/>
          <w:i/>
        </w:rPr>
      </w:pPr>
    </w:p>
    <w:p w:rsidR="00C57101" w:rsidRPr="00C539B4" w:rsidRDefault="00C57101" w:rsidP="000477EE">
      <w:pPr>
        <w:pStyle w:val="Style2"/>
        <w:numPr>
          <w:ilvl w:val="1"/>
          <w:numId w:val="1"/>
        </w:numPr>
        <w:spacing w:after="240"/>
        <w:rPr>
          <w:rFonts w:asciiTheme="minorHAnsi" w:hAnsiTheme="minorHAnsi" w:cstheme="minorHAnsi"/>
        </w:rPr>
      </w:pPr>
      <w:r w:rsidRPr="00C539B4">
        <w:rPr>
          <w:rFonts w:asciiTheme="minorHAnsi" w:hAnsiTheme="minorHAnsi" w:cstheme="minorHAnsi"/>
        </w:rPr>
        <w:t>NMBS Website</w:t>
      </w:r>
    </w:p>
    <w:p w:rsidR="00C57101" w:rsidRPr="00325425" w:rsidRDefault="00C57101" w:rsidP="00325425">
      <w:pPr>
        <w:autoSpaceDE w:val="0"/>
        <w:autoSpaceDN w:val="0"/>
        <w:rPr>
          <w:rFonts w:cstheme="minorHAnsi"/>
          <w:sz w:val="22"/>
          <w:szCs w:val="22"/>
          <w:lang w:eastAsia="en-US"/>
        </w:rPr>
      </w:pPr>
      <w:r w:rsidRPr="00C539B4">
        <w:rPr>
          <w:rFonts w:cstheme="minorHAnsi"/>
        </w:rPr>
        <w:t xml:space="preserve">NMBS Website is available through the url </w:t>
      </w:r>
      <w:hyperlink r:id="rId14" w:history="1">
        <w:r w:rsidRPr="00C539B4">
          <w:rPr>
            <w:rStyle w:val="Hyperlink"/>
            <w:rFonts w:cstheme="minorHAnsi"/>
            <w:szCs w:val="20"/>
          </w:rPr>
          <w:t>https://nmbstest.nspa.nato.int/NMBS2</w:t>
        </w:r>
      </w:hyperlink>
      <w:r w:rsidRPr="00C539B4">
        <w:rPr>
          <w:rFonts w:cstheme="minorHAnsi"/>
          <w:szCs w:val="20"/>
        </w:rPr>
        <w:t xml:space="preserve"> </w:t>
      </w:r>
      <w:r w:rsidRPr="00C539B4">
        <w:rPr>
          <w:rFonts w:cstheme="minorHAnsi"/>
        </w:rPr>
        <w:t xml:space="preserve">and request credential and a </w:t>
      </w:r>
      <w:r w:rsidRPr="00C539B4">
        <w:rPr>
          <w:rFonts w:cstheme="minorHAnsi"/>
          <w:b/>
        </w:rPr>
        <w:t>secure token</w:t>
      </w:r>
      <w:r w:rsidRPr="00C539B4">
        <w:rPr>
          <w:rFonts w:cstheme="minorHAnsi"/>
        </w:rPr>
        <w:t>.</w:t>
      </w:r>
    </w:p>
    <w:p w:rsidR="00C57101" w:rsidRPr="00C539B4" w:rsidRDefault="00C57101" w:rsidP="00C57101">
      <w:pPr>
        <w:rPr>
          <w:rFonts w:cstheme="minorHAnsi"/>
        </w:rPr>
      </w:pPr>
    </w:p>
    <w:p w:rsidR="00C539B4" w:rsidRPr="00C539B4" w:rsidRDefault="00C539B4" w:rsidP="000477EE">
      <w:pPr>
        <w:pStyle w:val="Style2"/>
        <w:numPr>
          <w:ilvl w:val="1"/>
          <w:numId w:val="1"/>
        </w:numPr>
        <w:spacing w:after="240"/>
        <w:rPr>
          <w:rFonts w:asciiTheme="minorHAnsi" w:hAnsiTheme="minorHAnsi" w:cstheme="minorHAnsi"/>
        </w:rPr>
      </w:pPr>
      <w:r w:rsidRPr="00C539B4">
        <w:rPr>
          <w:rFonts w:asciiTheme="minorHAnsi" w:hAnsiTheme="minorHAnsi" w:cstheme="minorHAnsi"/>
        </w:rPr>
        <w:t>NMBS Mailboxes</w:t>
      </w:r>
    </w:p>
    <w:p w:rsidR="00C57101" w:rsidRPr="00C539B4" w:rsidRDefault="00C57101" w:rsidP="00C57101">
      <w:pPr>
        <w:rPr>
          <w:rFonts w:cstheme="minorHAnsi"/>
        </w:rPr>
      </w:pPr>
      <w:r w:rsidRPr="00C539B4">
        <w:rPr>
          <w:rFonts w:cstheme="minorHAnsi"/>
        </w:rPr>
        <w:t>NMBS will give you access to different mailboxes:</w:t>
      </w:r>
    </w:p>
    <w:p w:rsidR="00F137FB" w:rsidRPr="005F0EDA" w:rsidRDefault="00C539B4" w:rsidP="000477EE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5F0EDA">
        <w:rPr>
          <w:rFonts w:asciiTheme="minorHAnsi" w:hAnsiTheme="minorHAnsi" w:cstheme="minorHAnsi"/>
        </w:rPr>
        <w:lastRenderedPageBreak/>
        <w:t xml:space="preserve">To </w:t>
      </w:r>
      <w:r w:rsidR="00F137FB" w:rsidRPr="005F0EDA">
        <w:rPr>
          <w:rFonts w:asciiTheme="minorHAnsi" w:hAnsiTheme="minorHAnsi" w:cstheme="minorHAnsi"/>
        </w:rPr>
        <w:t xml:space="preserve">send </w:t>
      </w:r>
      <w:r w:rsidR="003A1DEA" w:rsidRPr="005F0EDA">
        <w:rPr>
          <w:rFonts w:asciiTheme="minorHAnsi" w:hAnsiTheme="minorHAnsi" w:cstheme="minorHAnsi"/>
        </w:rPr>
        <w:t xml:space="preserve">zip files (containing </w:t>
      </w:r>
      <w:r w:rsidRPr="005F0EDA">
        <w:rPr>
          <w:rFonts w:asciiTheme="minorHAnsi" w:hAnsiTheme="minorHAnsi" w:cstheme="minorHAnsi"/>
        </w:rPr>
        <w:t xml:space="preserve">messages &amp; </w:t>
      </w:r>
      <w:r w:rsidR="003A1DEA" w:rsidRPr="005F0EDA">
        <w:rPr>
          <w:rFonts w:asciiTheme="minorHAnsi" w:hAnsiTheme="minorHAnsi" w:cstheme="minorHAnsi"/>
        </w:rPr>
        <w:t>attachment</w:t>
      </w:r>
      <w:r w:rsidRPr="005F0EDA">
        <w:rPr>
          <w:rFonts w:asciiTheme="minorHAnsi" w:hAnsiTheme="minorHAnsi" w:cstheme="minorHAnsi"/>
        </w:rPr>
        <w:t>s</w:t>
      </w:r>
      <w:r w:rsidR="003A1DEA" w:rsidRPr="005F0EDA">
        <w:rPr>
          <w:rFonts w:asciiTheme="minorHAnsi" w:hAnsiTheme="minorHAnsi" w:cstheme="minorHAnsi"/>
        </w:rPr>
        <w:t xml:space="preserve">) to </w:t>
      </w:r>
      <w:r w:rsidR="00437F88" w:rsidRPr="005F0EDA">
        <w:rPr>
          <w:rFonts w:asciiTheme="minorHAnsi" w:hAnsiTheme="minorHAnsi" w:cstheme="minorHAnsi"/>
        </w:rPr>
        <w:t xml:space="preserve">NSPA </w:t>
      </w:r>
      <w:r w:rsidR="003A1DEA" w:rsidRPr="005F0EDA">
        <w:rPr>
          <w:rFonts w:asciiTheme="minorHAnsi" w:hAnsiTheme="minorHAnsi" w:cstheme="minorHAnsi"/>
        </w:rPr>
        <w:t xml:space="preserve">(for NSPA or </w:t>
      </w:r>
      <w:r w:rsidR="00437F88" w:rsidRPr="005F0EDA">
        <w:rPr>
          <w:rFonts w:asciiTheme="minorHAnsi" w:hAnsiTheme="minorHAnsi" w:cstheme="minorHAnsi"/>
        </w:rPr>
        <w:t>other NCBs</w:t>
      </w:r>
      <w:r w:rsidR="003A1DEA" w:rsidRPr="005F0EDA">
        <w:rPr>
          <w:rFonts w:asciiTheme="minorHAnsi" w:hAnsiTheme="minorHAnsi" w:cstheme="minorHAnsi"/>
        </w:rPr>
        <w:t>)</w:t>
      </w:r>
      <w:r w:rsidR="00F137FB" w:rsidRPr="005F0EDA">
        <w:rPr>
          <w:rFonts w:asciiTheme="minorHAnsi" w:hAnsiTheme="minorHAnsi" w:cstheme="minorHAnsi"/>
        </w:rPr>
        <w:t xml:space="preserve"> and to have access to all sent files</w:t>
      </w:r>
      <w:r w:rsidR="005F0EDA" w:rsidRPr="005F0EDA">
        <w:rPr>
          <w:rFonts w:asciiTheme="minorHAnsi" w:hAnsiTheme="minorHAnsi" w:cstheme="minorHAnsi"/>
        </w:rPr>
        <w:t xml:space="preserve"> from </w:t>
      </w:r>
      <w:r w:rsidR="00F137FB" w:rsidRPr="005F0EDA">
        <w:rPr>
          <w:rFonts w:asciiTheme="minorHAnsi" w:hAnsiTheme="minorHAnsi" w:cstheme="minorHAnsi"/>
        </w:rPr>
        <w:t>NCB_</w:t>
      </w:r>
      <w:r w:rsidR="00F137FB" w:rsidRPr="005F0EDA">
        <w:rPr>
          <w:rFonts w:asciiTheme="minorHAnsi" w:hAnsiTheme="minorHAnsi" w:cstheme="minorHAnsi"/>
          <w:i/>
        </w:rPr>
        <w:t>XXX</w:t>
      </w:r>
      <w:r w:rsidR="00F137FB" w:rsidRPr="005F0EDA">
        <w:rPr>
          <w:rFonts w:asciiTheme="minorHAnsi" w:hAnsiTheme="minorHAnsi" w:cstheme="minorHAnsi"/>
        </w:rPr>
        <w:t>_NDER</w:t>
      </w:r>
      <w:bookmarkStart w:id="1" w:name="_Ref13487664"/>
      <w:r w:rsidR="005F0EDA">
        <w:rPr>
          <w:rStyle w:val="FootnoteReference"/>
          <w:rFonts w:asciiTheme="minorHAnsi" w:hAnsiTheme="minorHAnsi" w:cstheme="minorHAnsi"/>
        </w:rPr>
        <w:footnoteReference w:id="1"/>
      </w:r>
      <w:bookmarkEnd w:id="1"/>
      <w:r w:rsidR="005F0EDA">
        <w:rPr>
          <w:rFonts w:asciiTheme="minorHAnsi" w:hAnsiTheme="minorHAnsi" w:cstheme="minorHAnsi"/>
        </w:rPr>
        <w:t xml:space="preserve"> mailbox</w:t>
      </w:r>
    </w:p>
    <w:p w:rsidR="00F137FB" w:rsidRDefault="00C539B4" w:rsidP="000477EE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437F88">
        <w:rPr>
          <w:rFonts w:asciiTheme="minorHAnsi" w:hAnsiTheme="minorHAnsi" w:cstheme="minorHAnsi"/>
        </w:rPr>
        <w:t xml:space="preserve">To </w:t>
      </w:r>
      <w:r w:rsidR="00C57101" w:rsidRPr="00437F88">
        <w:rPr>
          <w:rFonts w:asciiTheme="minorHAnsi" w:hAnsiTheme="minorHAnsi" w:cstheme="minorHAnsi"/>
        </w:rPr>
        <w:t xml:space="preserve">retrieve </w:t>
      </w:r>
      <w:r w:rsidRPr="00437F88">
        <w:rPr>
          <w:rFonts w:asciiTheme="minorHAnsi" w:hAnsiTheme="minorHAnsi" w:cstheme="minorHAnsi"/>
        </w:rPr>
        <w:t xml:space="preserve">messages and </w:t>
      </w:r>
      <w:r w:rsidR="00F137FB">
        <w:rPr>
          <w:rFonts w:asciiTheme="minorHAnsi" w:hAnsiTheme="minorHAnsi" w:cstheme="minorHAnsi"/>
        </w:rPr>
        <w:t xml:space="preserve">attachments validated </w:t>
      </w:r>
      <w:r w:rsidRPr="00437F88">
        <w:rPr>
          <w:rFonts w:asciiTheme="minorHAnsi" w:hAnsiTheme="minorHAnsi" w:cstheme="minorHAnsi"/>
        </w:rPr>
        <w:t>by NSPA</w:t>
      </w:r>
    </w:p>
    <w:p w:rsidR="00C539B4" w:rsidRPr="00F137FB" w:rsidRDefault="00C539B4" w:rsidP="000477EE">
      <w:pPr>
        <w:pStyle w:val="ListParagraph"/>
        <w:numPr>
          <w:ilvl w:val="1"/>
          <w:numId w:val="2"/>
        </w:numPr>
        <w:rPr>
          <w:rFonts w:asciiTheme="minorHAnsi" w:hAnsiTheme="minorHAnsi" w:cstheme="minorHAnsi"/>
        </w:rPr>
      </w:pPr>
      <w:r w:rsidRPr="00F137FB">
        <w:rPr>
          <w:rFonts w:asciiTheme="minorHAnsi" w:hAnsiTheme="minorHAnsi" w:cstheme="minorHAnsi"/>
        </w:rPr>
        <w:t>NCB_</w:t>
      </w:r>
      <w:r w:rsidRPr="00F137FB">
        <w:rPr>
          <w:rFonts w:asciiTheme="minorHAnsi" w:hAnsiTheme="minorHAnsi" w:cstheme="minorHAnsi"/>
          <w:i/>
        </w:rPr>
        <w:t>XXX</w:t>
      </w:r>
      <w:r w:rsidRPr="00F137FB">
        <w:rPr>
          <w:rFonts w:asciiTheme="minorHAnsi" w:hAnsiTheme="minorHAnsi" w:cstheme="minorHAnsi"/>
        </w:rPr>
        <w:t xml:space="preserve"> _</w:t>
      </w:r>
      <w:r w:rsidR="00F137FB">
        <w:rPr>
          <w:rFonts w:asciiTheme="minorHAnsi" w:hAnsiTheme="minorHAnsi" w:cstheme="minorHAnsi"/>
        </w:rPr>
        <w:t>MSG</w:t>
      </w:r>
      <w:r w:rsidR="00012B45" w:rsidRPr="00012B45">
        <w:rPr>
          <w:rFonts w:asciiTheme="minorHAnsi" w:hAnsiTheme="minorHAnsi" w:cstheme="minorHAnsi"/>
          <w:vertAlign w:val="superscript"/>
        </w:rPr>
        <w:t>1</w:t>
      </w:r>
      <w:r w:rsidR="005F0EDA">
        <w:rPr>
          <w:rFonts w:asciiTheme="minorHAnsi" w:hAnsiTheme="minorHAnsi" w:cstheme="minorHAnsi"/>
        </w:rPr>
        <w:t xml:space="preserve"> </w:t>
      </w:r>
      <w:r w:rsidR="005F0EDA" w:rsidRPr="00F137FB">
        <w:rPr>
          <w:rFonts w:asciiTheme="minorHAnsi" w:hAnsiTheme="minorHAnsi" w:cstheme="minorHAnsi"/>
        </w:rPr>
        <w:t xml:space="preserve"> </w:t>
      </w:r>
      <w:r w:rsidR="00F137FB" w:rsidRPr="00F137FB">
        <w:rPr>
          <w:rFonts w:asciiTheme="minorHAnsi" w:hAnsiTheme="minorHAnsi" w:cstheme="minorHAnsi"/>
        </w:rPr>
        <w:t>(for xml files)</w:t>
      </w:r>
    </w:p>
    <w:p w:rsidR="00C57101" w:rsidRPr="00012B45" w:rsidRDefault="00C539B4" w:rsidP="000477EE">
      <w:pPr>
        <w:pStyle w:val="ListParagraph"/>
        <w:numPr>
          <w:ilvl w:val="1"/>
          <w:numId w:val="2"/>
        </w:numPr>
        <w:rPr>
          <w:rFonts w:cstheme="minorHAnsi"/>
        </w:rPr>
      </w:pPr>
      <w:r w:rsidRPr="00012B45">
        <w:rPr>
          <w:rFonts w:cstheme="minorHAnsi"/>
        </w:rPr>
        <w:t>NCB_</w:t>
      </w:r>
      <w:r w:rsidRPr="00012B45">
        <w:rPr>
          <w:rFonts w:cstheme="minorHAnsi"/>
          <w:i/>
        </w:rPr>
        <w:t>XXX</w:t>
      </w:r>
      <w:r w:rsidRPr="00012B45">
        <w:rPr>
          <w:rFonts w:cstheme="minorHAnsi"/>
        </w:rPr>
        <w:t>_DOC</w:t>
      </w:r>
      <w:r w:rsidR="00012B45" w:rsidRPr="00012B45">
        <w:rPr>
          <w:rFonts w:asciiTheme="minorHAnsi" w:hAnsiTheme="minorHAnsi" w:cstheme="minorHAnsi"/>
          <w:vertAlign w:val="superscript"/>
        </w:rPr>
        <w:t>1</w:t>
      </w:r>
      <w:r w:rsidR="00F137FB" w:rsidRPr="00012B45">
        <w:rPr>
          <w:rFonts w:cstheme="minorHAnsi"/>
        </w:rPr>
        <w:t xml:space="preserve"> (for attachments)</w:t>
      </w:r>
    </w:p>
    <w:p w:rsidR="005F0EDA" w:rsidRDefault="005F0EDA" w:rsidP="00C539B4">
      <w:pPr>
        <w:ind w:left="720"/>
        <w:rPr>
          <w:rFonts w:cstheme="minorHAnsi"/>
        </w:rPr>
      </w:pPr>
    </w:p>
    <w:p w:rsidR="003A1DEA" w:rsidRPr="005F0EDA" w:rsidRDefault="003A1DEA" w:rsidP="000477EE">
      <w:pPr>
        <w:pStyle w:val="Style2"/>
        <w:numPr>
          <w:ilvl w:val="1"/>
          <w:numId w:val="1"/>
        </w:numPr>
        <w:spacing w:after="240"/>
        <w:rPr>
          <w:rFonts w:asciiTheme="minorHAnsi" w:hAnsiTheme="minorHAnsi" w:cstheme="minorHAnsi"/>
          <w:lang w:val="en-US"/>
        </w:rPr>
      </w:pPr>
      <w:r w:rsidRPr="005F0EDA">
        <w:rPr>
          <w:rFonts w:asciiTheme="minorHAnsi" w:hAnsiTheme="minorHAnsi" w:cstheme="minorHAnsi"/>
          <w:lang w:val="en-US"/>
        </w:rPr>
        <w:t>How to send a message</w:t>
      </w:r>
    </w:p>
    <w:p w:rsidR="003A1DEA" w:rsidRDefault="003A1DEA" w:rsidP="000477EE">
      <w:pPr>
        <w:pStyle w:val="ListParagraph"/>
        <w:numPr>
          <w:ilvl w:val="0"/>
          <w:numId w:val="3"/>
        </w:numPr>
        <w:rPr>
          <w:rFonts w:cstheme="minorHAnsi"/>
        </w:rPr>
      </w:pPr>
      <w:r>
        <w:t xml:space="preserve">Connect to </w:t>
      </w:r>
      <w:r w:rsidR="00F137FB">
        <w:t xml:space="preserve">your </w:t>
      </w:r>
      <w:r w:rsidR="00F137FB" w:rsidRPr="00F137FB">
        <w:rPr>
          <w:rFonts w:asciiTheme="minorHAnsi" w:hAnsiTheme="minorHAnsi" w:cstheme="minorHAnsi"/>
        </w:rPr>
        <w:t>NCB_</w:t>
      </w:r>
      <w:r w:rsidR="00F137FB" w:rsidRPr="00F137FB">
        <w:rPr>
          <w:rFonts w:asciiTheme="minorHAnsi" w:hAnsiTheme="minorHAnsi" w:cstheme="minorHAnsi"/>
          <w:i/>
        </w:rPr>
        <w:t>XXX</w:t>
      </w:r>
      <w:r w:rsidR="00F137FB" w:rsidRPr="00F137FB">
        <w:rPr>
          <w:rFonts w:asciiTheme="minorHAnsi" w:hAnsiTheme="minorHAnsi" w:cstheme="minorHAnsi"/>
        </w:rPr>
        <w:t>_NDER</w:t>
      </w:r>
      <w:r w:rsidR="00F137FB" w:rsidRPr="00F137FB">
        <w:rPr>
          <w:rFonts w:cstheme="minorHAnsi"/>
        </w:rPr>
        <w:t xml:space="preserve"> mailbox</w:t>
      </w:r>
    </w:p>
    <w:p w:rsidR="00F137FB" w:rsidRDefault="00F137FB" w:rsidP="000477EE">
      <w:pPr>
        <w:pStyle w:val="ListParagraph"/>
        <w:numPr>
          <w:ilvl w:val="0"/>
          <w:numId w:val="3"/>
        </w:numPr>
        <w:rPr>
          <w:rFonts w:cstheme="minorHAnsi"/>
        </w:rPr>
      </w:pPr>
      <w:r>
        <w:rPr>
          <w:rFonts w:cstheme="minorHAnsi"/>
        </w:rPr>
        <w:t>Upload a zip file containin</w:t>
      </w:r>
      <w:r w:rsidR="00D34D30">
        <w:rPr>
          <w:rFonts w:cstheme="minorHAnsi"/>
        </w:rPr>
        <w:t>g a message in xml</w:t>
      </w:r>
    </w:p>
    <w:p w:rsidR="00D34D30" w:rsidRDefault="00D34D30" w:rsidP="000477EE">
      <w:pPr>
        <w:pStyle w:val="ListParagraph"/>
        <w:numPr>
          <w:ilvl w:val="0"/>
          <w:numId w:val="3"/>
        </w:numPr>
        <w:rPr>
          <w:rFonts w:cstheme="minorHAnsi"/>
        </w:rPr>
      </w:pPr>
      <w:r>
        <w:rPr>
          <w:rFonts w:cstheme="minorHAnsi"/>
        </w:rPr>
        <w:t xml:space="preserve">Select </w:t>
      </w:r>
    </w:p>
    <w:p w:rsidR="00D34D30" w:rsidRDefault="00D34D30" w:rsidP="000477EE">
      <w:pPr>
        <w:pStyle w:val="ListParagraph"/>
        <w:numPr>
          <w:ilvl w:val="1"/>
          <w:numId w:val="3"/>
        </w:numPr>
        <w:rPr>
          <w:rFonts w:cstheme="minorHAnsi"/>
        </w:rPr>
      </w:pPr>
      <w:r w:rsidRPr="00D34D30">
        <w:rPr>
          <w:rFonts w:cstheme="minorHAnsi"/>
        </w:rPr>
        <w:t>NCB_XXX_NDER</w:t>
      </w:r>
      <w:r w:rsidR="00CB6ABE" w:rsidRPr="00012B45">
        <w:rPr>
          <w:rFonts w:asciiTheme="minorHAnsi" w:hAnsiTheme="minorHAnsi" w:cstheme="minorHAnsi"/>
          <w:vertAlign w:val="superscript"/>
        </w:rPr>
        <w:t>1</w:t>
      </w:r>
      <w:r>
        <w:rPr>
          <w:rFonts w:cstheme="minorHAnsi"/>
        </w:rPr>
        <w:t xml:space="preserve"> as Source Mailbox</w:t>
      </w:r>
    </w:p>
    <w:p w:rsidR="00D34D30" w:rsidRPr="00D34D30" w:rsidRDefault="00D34D30" w:rsidP="000477EE">
      <w:pPr>
        <w:pStyle w:val="ListParagraph"/>
        <w:numPr>
          <w:ilvl w:val="1"/>
          <w:numId w:val="3"/>
        </w:numPr>
        <w:rPr>
          <w:rFonts w:cstheme="minorHAnsi"/>
        </w:rPr>
      </w:pPr>
      <w:r>
        <w:rPr>
          <w:rFonts w:cstheme="minorHAnsi"/>
        </w:rPr>
        <w:t>BIN as Message Type</w:t>
      </w:r>
    </w:p>
    <w:p w:rsidR="00D34D30" w:rsidRDefault="00D34D30" w:rsidP="000477EE">
      <w:pPr>
        <w:pStyle w:val="ListParagraph"/>
        <w:numPr>
          <w:ilvl w:val="1"/>
          <w:numId w:val="3"/>
        </w:numPr>
        <w:rPr>
          <w:rFonts w:cstheme="minorHAnsi"/>
          <w:lang w:val="fr-FR"/>
        </w:rPr>
      </w:pPr>
      <w:r w:rsidRPr="00D34D30">
        <w:rPr>
          <w:rFonts w:cstheme="minorHAnsi"/>
          <w:lang w:val="fr-FR"/>
        </w:rPr>
        <w:t>N</w:t>
      </w:r>
      <w:r w:rsidR="00006FDF">
        <w:rPr>
          <w:rFonts w:cstheme="minorHAnsi"/>
          <w:lang w:val="fr-FR"/>
        </w:rPr>
        <w:t>CS</w:t>
      </w:r>
      <w:r w:rsidRPr="00D34D30">
        <w:rPr>
          <w:rFonts w:cstheme="minorHAnsi"/>
          <w:lang w:val="fr-FR"/>
        </w:rPr>
        <w:t xml:space="preserve">_XML_NDER </w:t>
      </w:r>
      <w:r>
        <w:rPr>
          <w:rFonts w:cstheme="minorHAnsi"/>
          <w:lang w:val="fr-FR"/>
        </w:rPr>
        <w:t xml:space="preserve">as </w:t>
      </w:r>
      <w:r w:rsidRPr="00D34D30">
        <w:rPr>
          <w:rFonts w:cstheme="minorHAnsi"/>
          <w:lang w:val="fr-FR"/>
        </w:rPr>
        <w:t xml:space="preserve">Destination </w:t>
      </w:r>
      <w:r>
        <w:rPr>
          <w:rFonts w:cstheme="minorHAnsi"/>
          <w:lang w:val="fr-FR"/>
        </w:rPr>
        <w:t>M</w:t>
      </w:r>
      <w:r w:rsidRPr="00D34D30">
        <w:rPr>
          <w:rFonts w:cstheme="minorHAnsi"/>
          <w:lang w:val="fr-FR"/>
        </w:rPr>
        <w:t>ailbox</w:t>
      </w:r>
    </w:p>
    <w:p w:rsidR="00CB2922" w:rsidRDefault="00CB2922" w:rsidP="00CB2922">
      <w:pPr>
        <w:rPr>
          <w:rFonts w:cstheme="minorHAnsi"/>
          <w:lang w:val="fr-FR"/>
        </w:rPr>
      </w:pPr>
    </w:p>
    <w:p w:rsidR="00CB2922" w:rsidRPr="002F3005" w:rsidRDefault="00CB2922" w:rsidP="00CB2922">
      <w:pPr>
        <w:rPr>
          <w:rFonts w:cstheme="minorHAnsi"/>
        </w:rPr>
      </w:pPr>
      <w:r w:rsidRPr="002F3005">
        <w:rPr>
          <w:rFonts w:cstheme="minorHAnsi"/>
        </w:rPr>
        <w:t xml:space="preserve">For information, during 2019 test phase, </w:t>
      </w:r>
    </w:p>
    <w:p w:rsidR="00EC34FB" w:rsidRPr="00EC34FB" w:rsidRDefault="00EC34FB" w:rsidP="000477EE">
      <w:pPr>
        <w:pStyle w:val="Style2"/>
        <w:numPr>
          <w:ilvl w:val="0"/>
          <w:numId w:val="1"/>
        </w:numPr>
        <w:spacing w:after="240"/>
        <w:rPr>
          <w:rFonts w:asciiTheme="minorHAnsi" w:hAnsiTheme="minorHAnsi" w:cstheme="minorHAnsi"/>
        </w:rPr>
      </w:pPr>
      <w:r w:rsidRPr="00EC34FB">
        <w:rPr>
          <w:rFonts w:asciiTheme="minorHAnsi" w:hAnsiTheme="minorHAnsi" w:cstheme="minorHAnsi"/>
        </w:rPr>
        <w:t>T</w:t>
      </w:r>
      <w:r w:rsidR="00755BB9">
        <w:rPr>
          <w:rFonts w:asciiTheme="minorHAnsi" w:hAnsiTheme="minorHAnsi" w:cstheme="minorHAnsi"/>
        </w:rPr>
        <w:t>est</w:t>
      </w:r>
      <w:r w:rsidRPr="00EC34FB">
        <w:rPr>
          <w:rFonts w:asciiTheme="minorHAnsi" w:hAnsiTheme="minorHAnsi" w:cstheme="minorHAnsi"/>
        </w:rPr>
        <w:t xml:space="preserve"> Data Set</w:t>
      </w:r>
    </w:p>
    <w:p w:rsidR="00EC34FB" w:rsidRDefault="00EC34FB" w:rsidP="00EC34FB">
      <w:r>
        <w:t xml:space="preserve">All NSNs available in NMCRL WEB TEST </w:t>
      </w:r>
      <w:hyperlink r:id="rId15" w:history="1">
        <w:r w:rsidRPr="00802FA1">
          <w:rPr>
            <w:rStyle w:val="Hyperlink"/>
          </w:rPr>
          <w:t>https://eportaltest.nspa.nato.int/AC135/</w:t>
        </w:r>
      </w:hyperlink>
      <w:r>
        <w:t xml:space="preserve">  (Login: </w:t>
      </w:r>
      <w:r w:rsidRPr="00B11815">
        <w:rPr>
          <w:i/>
        </w:rPr>
        <w:t>u-ncbfr</w:t>
      </w:r>
      <w:r>
        <w:t xml:space="preserve"> -- password: </w:t>
      </w:r>
      <w:r w:rsidRPr="00B11815">
        <w:rPr>
          <w:i/>
        </w:rPr>
        <w:t>DErt+1234</w:t>
      </w:r>
      <w:r>
        <w:t>) can be used for testing purpose.</w:t>
      </w:r>
    </w:p>
    <w:p w:rsidR="00EC34FB" w:rsidRDefault="00EC34FB" w:rsidP="00EC34FB"/>
    <w:p w:rsidR="00860995" w:rsidRPr="001804A5" w:rsidRDefault="00860995" w:rsidP="00860995">
      <w:pPr>
        <w:rPr>
          <w:b/>
          <w:i/>
        </w:rPr>
      </w:pPr>
      <w:r w:rsidRPr="001804A5">
        <w:rPr>
          <w:b/>
          <w:i/>
        </w:rPr>
        <w:t xml:space="preserve">In Test Cases below, the parameters used are the one used by NSPA to avoid polluting tester nations Mailboxes. </w:t>
      </w:r>
    </w:p>
    <w:p w:rsidR="00860995" w:rsidRPr="001804A5" w:rsidRDefault="00860995" w:rsidP="00860995">
      <w:pPr>
        <w:rPr>
          <w:b/>
          <w:i/>
        </w:rPr>
      </w:pPr>
      <w:r w:rsidRPr="001804A5">
        <w:rPr>
          <w:b/>
          <w:i/>
        </w:rPr>
        <w:t>NSPA recommend</w:t>
      </w:r>
      <w:r w:rsidR="00775240">
        <w:rPr>
          <w:b/>
          <w:i/>
        </w:rPr>
        <w:t>s</w:t>
      </w:r>
      <w:r w:rsidRPr="001804A5">
        <w:rPr>
          <w:b/>
          <w:i/>
        </w:rPr>
        <w:t xml:space="preserve"> to each tester to prepare their own set of parameters. </w:t>
      </w:r>
    </w:p>
    <w:p w:rsidR="00FD5B96" w:rsidRDefault="00FD5B96" w:rsidP="00FD5B96"/>
    <w:p w:rsidR="00FD5B96" w:rsidRDefault="00FD5B96" w:rsidP="000477EE">
      <w:pPr>
        <w:pStyle w:val="Heading1"/>
        <w:numPr>
          <w:ilvl w:val="0"/>
          <w:numId w:val="1"/>
        </w:numPr>
        <w:rPr>
          <w:rFonts w:asciiTheme="minorHAnsi" w:hAnsiTheme="minorHAnsi" w:cstheme="minorHAnsi"/>
        </w:rPr>
      </w:pPr>
      <w:r w:rsidRPr="00FD5B96">
        <w:rPr>
          <w:rFonts w:asciiTheme="minorHAnsi" w:hAnsiTheme="minorHAnsi" w:cstheme="minorHAnsi"/>
        </w:rPr>
        <w:t xml:space="preserve">Test suite </w:t>
      </w:r>
      <w:hyperlink r:id="rId16" w:anchor="planId=511&amp;suiteId=723" w:tgtFrame="_blank" w:history="1">
        <w:r w:rsidRPr="00FD5B96">
          <w:rPr>
            <w:rFonts w:asciiTheme="minorHAnsi" w:hAnsiTheme="minorHAnsi" w:cstheme="minorHAnsi"/>
          </w:rPr>
          <w:t>723</w:t>
        </w:r>
      </w:hyperlink>
      <w:r w:rsidRPr="00FD5B96">
        <w:rPr>
          <w:rFonts w:asciiTheme="minorHAnsi" w:hAnsiTheme="minorHAnsi" w:cstheme="minorHAnsi"/>
        </w:rPr>
        <w:t xml:space="preserve">: Stage 0 </w:t>
      </w:r>
      <w:r w:rsidR="0072185C">
        <w:rPr>
          <w:rFonts w:asciiTheme="minorHAnsi" w:hAnsiTheme="minorHAnsi" w:cstheme="minorHAnsi"/>
        </w:rPr>
        <w:t>–</w:t>
      </w:r>
      <w:r w:rsidRPr="00FD5B96">
        <w:rPr>
          <w:rFonts w:asciiTheme="minorHAnsi" w:hAnsiTheme="minorHAnsi" w:cstheme="minorHAnsi"/>
        </w:rPr>
        <w:t xml:space="preserve"> Message</w:t>
      </w:r>
    </w:p>
    <w:p w:rsidR="00CF3FD4" w:rsidRPr="00CF3FD4" w:rsidRDefault="00CF3FD4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CF3FD4">
        <w:rPr>
          <w:rFonts w:asciiTheme="minorHAnsi" w:hAnsiTheme="minorHAnsi" w:cstheme="minorHAnsi"/>
        </w:rPr>
        <w:t xml:space="preserve">Test case </w:t>
      </w:r>
      <w:hyperlink r:id="rId17" w:tgtFrame="_blank" w:history="1">
        <w:r w:rsidRPr="00CF3FD4">
          <w:rPr>
            <w:rFonts w:asciiTheme="minorHAnsi" w:hAnsiTheme="minorHAnsi" w:cstheme="minorHAnsi"/>
          </w:rPr>
          <w:t>741</w:t>
        </w:r>
      </w:hyperlink>
      <w:r w:rsidRPr="00CF3FD4">
        <w:rPr>
          <w:rFonts w:asciiTheme="minorHAnsi" w:hAnsiTheme="minorHAnsi" w:cstheme="minorHAnsi"/>
        </w:rPr>
        <w:t>: Upload in NMBS a valid (zip) file</w:t>
      </w:r>
    </w:p>
    <w:p w:rsidR="00CF3FD4" w:rsidRDefault="00CF3FD4" w:rsidP="00CF3FD4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469"/>
        <w:gridCol w:w="3850"/>
        <w:gridCol w:w="2153"/>
        <w:gridCol w:w="2168"/>
      </w:tblGrid>
      <w:tr w:rsidR="00CF3FD4" w:rsidTr="00CF3FD4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Connect to NMBS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@NCBSource upload in NCS-NDER-XML mailbox a file (@FileName) with zip extension for @NCBDestination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Message should be processed by NSPA NACOMS-NDER system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If the file contains a valid messages (@MessageID), message should be </w:t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broadcasted to @NCBDestination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CF3FD4" w:rsidRDefault="00CF3FD4" w:rsidP="00CF3FD4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736"/>
        <w:gridCol w:w="2005"/>
        <w:gridCol w:w="2044"/>
        <w:gridCol w:w="2855"/>
      </w:tblGrid>
      <w:tr w:rsidR="00CF3FD4" w:rsidTr="00CF3FD4">
        <w:trPr>
          <w:gridAfter w:val="3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FileName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MessageID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NCBSource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NCBDestination</w:t>
            </w: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TEST.zip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TEST.zip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NCS</w:t>
            </w:r>
          </w:p>
        </w:tc>
      </w:tr>
    </w:tbl>
    <w:p w:rsidR="00CF3FD4" w:rsidRPr="00CF3FD4" w:rsidRDefault="00CF3FD4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CF3FD4">
        <w:rPr>
          <w:rFonts w:asciiTheme="minorHAnsi" w:hAnsiTheme="minorHAnsi" w:cstheme="minorHAnsi"/>
        </w:rPr>
        <w:t xml:space="preserve">Test case </w:t>
      </w:r>
      <w:hyperlink r:id="rId18" w:tgtFrame="_blank" w:history="1">
        <w:r w:rsidRPr="00CF3FD4">
          <w:rPr>
            <w:rFonts w:asciiTheme="minorHAnsi" w:hAnsiTheme="minorHAnsi" w:cstheme="minorHAnsi"/>
          </w:rPr>
          <w:t>737</w:t>
        </w:r>
      </w:hyperlink>
      <w:r w:rsidRPr="00CF3FD4">
        <w:rPr>
          <w:rFonts w:asciiTheme="minorHAnsi" w:hAnsiTheme="minorHAnsi" w:cstheme="minorHAnsi"/>
        </w:rPr>
        <w:t>: Upload in NMBS an invalid file format - Return Code X-0000-02</w:t>
      </w:r>
    </w:p>
    <w:p w:rsidR="00CF3FD4" w:rsidRDefault="00CF3FD4" w:rsidP="00CF3FD4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469"/>
        <w:gridCol w:w="3850"/>
        <w:gridCol w:w="2153"/>
        <w:gridCol w:w="2168"/>
      </w:tblGrid>
      <w:tr w:rsidR="00CF3FD4" w:rsidTr="00CF3FD4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Connect to NMBS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in NCS-NDER-XML mailbox a file (@FileName) with an invalid extension (Only zip is allowed)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The FULL Message should be rejected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A message containing an error container having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- </w:t>
            </w:r>
            <w:r>
              <w:rPr>
                <w:rFonts w:ascii="Segoe UI" w:hAnsi="Segoe UI" w:cs="Segoe UI"/>
                <w:color w:val="222222"/>
                <w:sz w:val="21"/>
                <w:szCs w:val="21"/>
                <w:shd w:val="clear" w:color="auto" w:fill="FFFFFF"/>
              </w:rPr>
              <w:t>RETURN_CODE_8713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set to X-0000-02 and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- COMMENT_8703 value set to "Invalid file received: @FileName" </w:t>
            </w:r>
            <w:r>
              <w:rPr>
                <w:rFonts w:ascii="Segoe UI" w:hAnsi="Segoe UI" w:cs="Segoe UI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sz w:val="20"/>
                <w:szCs w:val="20"/>
              </w:rPr>
              <w:br/>
              <w:t>should be available in @NCBSender NCB_XXX_MSG mailbox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CF3FD4" w:rsidRDefault="00CF3FD4" w:rsidP="00CF3FD4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4526"/>
        <w:gridCol w:w="4114"/>
      </w:tblGrid>
      <w:tr w:rsidR="00CF3FD4" w:rsidTr="00CF3FD4">
        <w:trPr>
          <w:gridAfter w:val="1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NCBSender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FileName</w:t>
            </w: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toto.xml</w:t>
            </w: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myFile.pdf</w:t>
            </w: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myFile.txt</w:t>
            </w: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myFile.ttt</w:t>
            </w:r>
          </w:p>
        </w:tc>
      </w:tr>
    </w:tbl>
    <w:p w:rsidR="00CF3FD4" w:rsidRPr="00CF3FD4" w:rsidRDefault="00CF3FD4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CF3FD4">
        <w:rPr>
          <w:rFonts w:asciiTheme="minorHAnsi" w:hAnsiTheme="minorHAnsi" w:cstheme="minorHAnsi"/>
        </w:rPr>
        <w:t xml:space="preserve">Test case </w:t>
      </w:r>
      <w:hyperlink r:id="rId19" w:tgtFrame="_blank" w:history="1">
        <w:r w:rsidRPr="00CF3FD4">
          <w:rPr>
            <w:rFonts w:asciiTheme="minorHAnsi" w:hAnsiTheme="minorHAnsi" w:cstheme="minorHAnsi"/>
          </w:rPr>
          <w:t>738</w:t>
        </w:r>
      </w:hyperlink>
      <w:r w:rsidRPr="00CF3FD4">
        <w:rPr>
          <w:rFonts w:asciiTheme="minorHAnsi" w:hAnsiTheme="minorHAnsi" w:cstheme="minorHAnsi"/>
        </w:rPr>
        <w:t>: Uploaded Archived file contains invalid file name - Return Code X-0000-03</w:t>
      </w:r>
    </w:p>
    <w:p w:rsidR="00CF3FD4" w:rsidRDefault="00CF3FD4" w:rsidP="00CF3FD4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85"/>
        <w:gridCol w:w="3852"/>
        <w:gridCol w:w="3503"/>
        <w:gridCol w:w="1100"/>
      </w:tblGrid>
      <w:tr w:rsidR="00CF3FD4" w:rsidTr="00CF3FD4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Connect to NMBS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@NCBSender upload in NCS-NDER-XML mailbox an archive files (.zip) containing invalide message file name (@FileName)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Autorized file name format: </w:t>
            </w:r>
          </w:p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2"/>
                <w:szCs w:val="22"/>
              </w:rPr>
              <w:t>Each file must be named:</w:t>
            </w:r>
            <w:r>
              <w:rPr>
                <w:rFonts w:ascii="Segoe UI" w:hAnsi="Segoe UI" w:cs="Segoe UI"/>
                <w:sz w:val="22"/>
                <w:szCs w:val="22"/>
              </w:rPr>
              <w:br/>
              <w:t>- for Message: Message ID.xml</w:t>
            </w:r>
          </w:p>
          <w:p w:rsidR="00CF3FD4" w:rsidRDefault="00CF3FD4">
            <w:pPr>
              <w:textAlignment w:val="top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sz w:val="22"/>
                <w:szCs w:val="22"/>
              </w:rPr>
              <w:t xml:space="preserve">- for attachment must be named with Message ID, low line (underscore) symbol, Container Serial No., low line symbol, Action Serial No.),low line symbol, Serial no. of the attachment.file-extension </w:t>
            </w:r>
            <w:r>
              <w:rPr>
                <w:rFonts w:ascii="Segoe UI" w:hAnsi="Segoe UI" w:cs="Segoe UI"/>
                <w:sz w:val="22"/>
                <w:szCs w:val="22"/>
              </w:rPr>
              <w:br/>
              <w:t xml:space="preserve"> Allowed file extension: </w:t>
            </w:r>
            <w:r>
              <w:rPr>
                <w:rFonts w:ascii="Segoe UI" w:hAnsi="Segoe UI" w:cs="Segoe UI"/>
              </w:rPr>
              <w:t>.jpeg, .jpg, .gif, .png, .pdf, .csv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The FULL Message should be rejected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A message containing an error container having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- </w:t>
            </w:r>
            <w:r>
              <w:rPr>
                <w:rFonts w:ascii="Segoe UI" w:hAnsi="Segoe UI" w:cs="Segoe UI"/>
                <w:color w:val="222222"/>
                <w:sz w:val="21"/>
                <w:szCs w:val="21"/>
                <w:shd w:val="clear" w:color="auto" w:fill="FFFFFF"/>
              </w:rPr>
              <w:t xml:space="preserve">RETURN_CODE_8713 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set to X-0000-03 and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COMMENT_8703 value set to "Invalid file name (@FileName) found in archived @ArchivedName having NMBS TrackingNumber @NMBSTrackingNumber "</w:t>
            </w:r>
            <w:r>
              <w:rPr>
                <w:rFonts w:ascii="Segoe UI" w:hAnsi="Segoe UI" w:cs="Segoe UI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sz w:val="20"/>
                <w:szCs w:val="20"/>
              </w:rPr>
              <w:br/>
              <w:t>should be available in @NCBSender NCB_XXX_MSG mailbox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CF3FD4" w:rsidRDefault="00CF3FD4" w:rsidP="00CF3FD4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284"/>
        <w:gridCol w:w="3225"/>
        <w:gridCol w:w="1623"/>
        <w:gridCol w:w="2508"/>
      </w:tblGrid>
      <w:tr w:rsidR="00CF3FD4" w:rsidTr="00CF3FD4">
        <w:trPr>
          <w:gridAfter w:val="3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NCBSender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FileName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ArchivedName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NMBSTrackingNumber</w:t>
            </w: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FRANCS_2019-08-07_3.xml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TEST.zip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FRANCS2019-08-07_3.xsd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TEST1.zip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FRANCS2019-08-07_1_.pdf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TEST2.zip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FRANCS2019-08-07_1_2.pcf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TEST3.zip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FRANCS2019-08-07_3_1.xml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TEST4.zip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FRBNCS2019-08-07_3.xml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TEST5.zip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DEUNCS2019-08-07_3.xml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TEST6.zip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FRANMC2019-08-07_3.xml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TEST7.zip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FRANCS2019-09-25_1_.2.docx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TEST8.zip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CF3FD4" w:rsidRPr="00CF3FD4" w:rsidRDefault="00CF3FD4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CF3FD4">
        <w:rPr>
          <w:rFonts w:asciiTheme="minorHAnsi" w:hAnsiTheme="minorHAnsi" w:cstheme="minorHAnsi"/>
        </w:rPr>
        <w:t xml:space="preserve">Test case </w:t>
      </w:r>
      <w:hyperlink r:id="rId20" w:tgtFrame="_blank" w:history="1">
        <w:r w:rsidRPr="00CF3FD4">
          <w:rPr>
            <w:rFonts w:asciiTheme="minorHAnsi" w:hAnsiTheme="minorHAnsi" w:cstheme="minorHAnsi"/>
          </w:rPr>
          <w:t>877</w:t>
        </w:r>
      </w:hyperlink>
      <w:r w:rsidRPr="00CF3FD4">
        <w:rPr>
          <w:rFonts w:asciiTheme="minorHAnsi" w:hAnsiTheme="minorHAnsi" w:cstheme="minorHAnsi"/>
        </w:rPr>
        <w:t>: Invalid message file name (.xml) - Return Code X-0000-06</w:t>
      </w:r>
    </w:p>
    <w:p w:rsidR="00CF3FD4" w:rsidRDefault="00CF3FD4" w:rsidP="00CF3FD4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469"/>
        <w:gridCol w:w="3850"/>
        <w:gridCol w:w="2153"/>
        <w:gridCol w:w="2168"/>
      </w:tblGrid>
      <w:tr w:rsidR="00CF3FD4" w:rsidTr="00CF3FD4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Connect to NMBS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Upload a message having @Source, @Destination, @DateTime and @MessageSerialNumber 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NACOMS check if the file name is in line with the message Header fields (MESSAGE_SERIAL_NUMBER_8722, MESSAGE_DATE_TIME_8711, SOURCE_CODE_8709, DESTINATION_CODE_8710)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The FULL Message should be rejected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A message containing an error container having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- </w:t>
            </w:r>
            <w:r>
              <w:rPr>
                <w:rFonts w:ascii="Segoe UI" w:hAnsi="Segoe UI" w:cs="Segoe UI"/>
                <w:color w:val="222222"/>
                <w:sz w:val="21"/>
                <w:szCs w:val="21"/>
                <w:shd w:val="clear" w:color="auto" w:fill="FFFFFF"/>
              </w:rPr>
              <w:t xml:space="preserve">RETURN_CODE_8713 </w:t>
            </w:r>
            <w:r>
              <w:rPr>
                <w:rFonts w:ascii="Segoe UI" w:hAnsi="Segoe UI" w:cs="Segoe UI"/>
                <w:sz w:val="20"/>
                <w:szCs w:val="20"/>
              </w:rPr>
              <w:t>set to X-0000-06</w:t>
            </w:r>
            <w:r>
              <w:rPr>
                <w:rFonts w:ascii="Segoe UI" w:hAnsi="Segoe UI" w:cs="Segoe UI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- COMMENT_8703 value set to "Invalid file name (@FileName)"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DATA_ELEMENT_8714 value set to @DataElementInError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should be available in @Source NCB_XXX_MSG mailbox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CF3FD4" w:rsidRDefault="00CF3FD4" w:rsidP="00CF3FD4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629"/>
        <w:gridCol w:w="985"/>
        <w:gridCol w:w="1133"/>
        <w:gridCol w:w="1881"/>
        <w:gridCol w:w="1233"/>
        <w:gridCol w:w="2779"/>
      </w:tblGrid>
      <w:tr w:rsidR="00CF3FD4" w:rsidTr="00CF3FD4">
        <w:trPr>
          <w:gridAfter w:val="5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DateTime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MessageSerialNumber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FileName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DataElementInError</w:t>
            </w: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2019-09-03T07:46:28Z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FRANZL2019-09-03_4.xml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DESTINATION_CODE_8710</w:t>
            </w: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2019-09-03T07:46:28Z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FRANOR2019-09-02_4.xml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MESSAGE_DATE_TIME_8711</w:t>
            </w: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2019-09-03T07:46:28Z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FRANOR2019-09-03_3.xml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MESSAGE_SERIAL_NUMBER_8722</w:t>
            </w:r>
          </w:p>
        </w:tc>
      </w:tr>
    </w:tbl>
    <w:p w:rsidR="00CF3FD4" w:rsidRPr="00CF3FD4" w:rsidRDefault="00CF3FD4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CF3FD4">
        <w:rPr>
          <w:rFonts w:asciiTheme="minorHAnsi" w:hAnsiTheme="minorHAnsi" w:cstheme="minorHAnsi"/>
        </w:rPr>
        <w:t xml:space="preserve">Test case </w:t>
      </w:r>
      <w:hyperlink r:id="rId21" w:tgtFrame="_blank" w:history="1">
        <w:r w:rsidRPr="00CF3FD4">
          <w:rPr>
            <w:rFonts w:asciiTheme="minorHAnsi" w:hAnsiTheme="minorHAnsi" w:cstheme="minorHAnsi"/>
          </w:rPr>
          <w:t>724</w:t>
        </w:r>
      </w:hyperlink>
      <w:r w:rsidRPr="00CF3FD4">
        <w:rPr>
          <w:rFonts w:asciiTheme="minorHAnsi" w:hAnsiTheme="minorHAnsi" w:cstheme="minorHAnsi"/>
        </w:rPr>
        <w:t>: Exchange Message with invalid header - return code X-0000-01</w:t>
      </w:r>
    </w:p>
    <w:p w:rsidR="00CF3FD4" w:rsidRDefault="00CF3FD4" w:rsidP="00CF3FD4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469"/>
        <w:gridCol w:w="3850"/>
        <w:gridCol w:w="2153"/>
        <w:gridCol w:w="2168"/>
      </w:tblGrid>
      <w:tr w:rsidR="00CF3FD4" w:rsidTr="00CF3FD4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Connect to NMBS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message from @NCBSender containing a @Source, @Destination.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The FULL Message should be rejected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A message containing an error container having: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- data element </w:t>
            </w:r>
            <w:r>
              <w:rPr>
                <w:rFonts w:ascii="Segoe UI" w:hAnsi="Segoe UI" w:cs="Segoe UI"/>
                <w:color w:val="222222"/>
                <w:sz w:val="21"/>
                <w:szCs w:val="21"/>
                <w:shd w:val="clear" w:color="auto" w:fill="FFFFFF"/>
              </w:rPr>
              <w:t>RETURN_CODE_8713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set to X-0000-01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data element COMMENT_8703 value set to @Comment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should be available in @NCBSender NCB_XXX_MSG mailbox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cstheme="minorBidi"/>
                <w:sz w:val="20"/>
                <w:szCs w:val="20"/>
              </w:rPr>
            </w:pPr>
          </w:p>
        </w:tc>
      </w:tr>
    </w:tbl>
    <w:p w:rsidR="00CF3FD4" w:rsidRDefault="00CF3FD4" w:rsidP="00CF3FD4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536"/>
        <w:gridCol w:w="2472"/>
        <w:gridCol w:w="2465"/>
        <w:gridCol w:w="2167"/>
      </w:tblGrid>
      <w:tr w:rsidR="00CF3FD4" w:rsidTr="00CF3FD4">
        <w:trPr>
          <w:gridAfter w:val="3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NCBSender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Comment</w:t>
            </w: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NZL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FRB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NZL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CF3FD4" w:rsidRPr="00CF3FD4" w:rsidRDefault="00CF3FD4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CF3FD4">
        <w:rPr>
          <w:rFonts w:asciiTheme="minorHAnsi" w:hAnsiTheme="minorHAnsi" w:cstheme="minorHAnsi"/>
        </w:rPr>
        <w:t xml:space="preserve">Test case </w:t>
      </w:r>
      <w:hyperlink r:id="rId22" w:tgtFrame="_blank" w:history="1">
        <w:r w:rsidRPr="00CF3FD4">
          <w:rPr>
            <w:rFonts w:asciiTheme="minorHAnsi" w:hAnsiTheme="minorHAnsi" w:cstheme="minorHAnsi"/>
          </w:rPr>
          <w:t>725</w:t>
        </w:r>
      </w:hyperlink>
      <w:r w:rsidRPr="00CF3FD4">
        <w:rPr>
          <w:rFonts w:asciiTheme="minorHAnsi" w:hAnsiTheme="minorHAnsi" w:cstheme="minorHAnsi"/>
        </w:rPr>
        <w:t>: Exchange Message with invalid UTF-8 characters - return code X-0000-04</w:t>
      </w:r>
    </w:p>
    <w:p w:rsidR="00CF3FD4" w:rsidRDefault="00CF3FD4" w:rsidP="00CF3FD4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469"/>
        <w:gridCol w:w="3850"/>
        <w:gridCol w:w="2153"/>
        <w:gridCol w:w="2168"/>
      </w:tblGrid>
      <w:tr w:rsidR="00CF3FD4" w:rsidTr="00CF3FD4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Connect to NMBS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message containing an non UTF-8 character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The FULL Message should be rejected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A message containing an error container having data element </w:t>
            </w:r>
            <w:r>
              <w:rPr>
                <w:rFonts w:ascii="Segoe UI" w:hAnsi="Segoe UI" w:cs="Segoe UI"/>
                <w:color w:val="222222"/>
                <w:sz w:val="21"/>
                <w:szCs w:val="21"/>
                <w:shd w:val="clear" w:color="auto" w:fill="FFFFFF"/>
              </w:rPr>
              <w:t>RETURN_CODE_8713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set to X-0000-04 and data element COMMENT_8703 value set to "Unable to translate bytes [XX] at index xxx from specified code page to Unicode"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should be available in @NCBSender NCB_XXX_MSG mailbox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CF3FD4" w:rsidRDefault="00CF3FD4" w:rsidP="00CF3FD4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640"/>
      </w:tblGrid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NCBSender</w:t>
            </w: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</w:tr>
      <w:tr w:rsidR="000477EE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477EE" w:rsidRDefault="000477EE">
            <w:pPr>
              <w:rPr>
                <w:rFonts w:ascii="Segoe UI" w:hAnsi="Segoe UI" w:cs="Segoe UI"/>
                <w:sz w:val="20"/>
                <w:szCs w:val="20"/>
              </w:rPr>
            </w:pPr>
          </w:p>
          <w:p w:rsidR="000477EE" w:rsidRPr="000477EE" w:rsidRDefault="000477EE" w:rsidP="000477EE">
            <w:pPr>
              <w:pStyle w:val="Heading1"/>
              <w:numPr>
                <w:ilvl w:val="1"/>
                <w:numId w:val="1"/>
              </w:numPr>
              <w:rPr>
                <w:rFonts w:asciiTheme="minorHAnsi" w:hAnsiTheme="minorHAnsi" w:cstheme="minorHAnsi"/>
              </w:rPr>
            </w:pPr>
            <w:r w:rsidRPr="000477EE">
              <w:rPr>
                <w:rFonts w:asciiTheme="minorHAnsi" w:hAnsiTheme="minorHAnsi" w:cstheme="minorHAnsi"/>
              </w:rPr>
              <w:t xml:space="preserve">Test case </w:t>
            </w:r>
            <w:hyperlink r:id="rId23" w:tgtFrame="_blank" w:history="1">
              <w:r w:rsidRPr="000477EE">
                <w:rPr>
                  <w:rFonts w:asciiTheme="minorHAnsi" w:hAnsiTheme="minorHAnsi" w:cstheme="minorHAnsi"/>
                </w:rPr>
                <w:t>1052</w:t>
              </w:r>
            </w:hyperlink>
            <w:r w:rsidRPr="000477EE">
              <w:rPr>
                <w:rFonts w:asciiTheme="minorHAnsi" w:hAnsiTheme="minorHAnsi" w:cstheme="minorHAnsi"/>
              </w:rPr>
              <w:t>: Serial number validation</w:t>
            </w:r>
          </w:p>
          <w:p w:rsidR="000477EE" w:rsidRDefault="000477EE" w:rsidP="000477EE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  <w:r>
              <w:rPr>
                <w:rFonts w:ascii="Segoe UI" w:hAnsi="Segoe UI" w:cs="Segoe UI"/>
                <w:b/>
                <w:bCs/>
                <w:sz w:val="17"/>
                <w:szCs w:val="17"/>
              </w:rPr>
              <w:t>STEPS</w:t>
            </w:r>
          </w:p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465"/>
              <w:gridCol w:w="3810"/>
              <w:gridCol w:w="2130"/>
              <w:gridCol w:w="2145"/>
            </w:tblGrid>
            <w:tr w:rsidR="000477EE" w:rsidTr="000477EE">
              <w:trPr>
                <w:tblCellSpacing w:w="15" w:type="dxa"/>
              </w:trPr>
              <w:tc>
                <w:tcPr>
                  <w:tcW w:w="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477EE" w:rsidRDefault="000477EE" w:rsidP="000477EE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>
                    <w:rPr>
                      <w:rFonts w:ascii="Segoe UI" w:hAnsi="Segoe UI" w:cs="Segoe UI"/>
                      <w:sz w:val="20"/>
                      <w:szCs w:val="20"/>
                    </w:rPr>
                    <w:t xml:space="preserve"># </w:t>
                  </w:r>
                </w:p>
              </w:tc>
              <w:tc>
                <w:tcPr>
                  <w:tcW w:w="2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477EE" w:rsidRDefault="000477EE" w:rsidP="000477EE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>
                    <w:rPr>
                      <w:rFonts w:ascii="Segoe UI" w:hAnsi="Segoe UI" w:cs="Segoe UI"/>
                      <w:sz w:val="20"/>
                      <w:szCs w:val="20"/>
                    </w:rPr>
                    <w:t xml:space="preserve">Action </w:t>
                  </w:r>
                </w:p>
              </w:tc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477EE" w:rsidRDefault="000477EE" w:rsidP="000477EE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>
                    <w:rPr>
                      <w:rFonts w:ascii="Segoe UI" w:hAnsi="Segoe UI" w:cs="Segoe UI"/>
                      <w:sz w:val="20"/>
                      <w:szCs w:val="20"/>
                    </w:rPr>
                    <w:t xml:space="preserve">Expected value </w:t>
                  </w:r>
                </w:p>
              </w:tc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477EE" w:rsidRDefault="000477EE" w:rsidP="000477EE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>
                    <w:rPr>
                      <w:rFonts w:ascii="Segoe UI" w:hAnsi="Segoe UI" w:cs="Segoe UI"/>
                      <w:sz w:val="20"/>
                      <w:szCs w:val="20"/>
                    </w:rPr>
                    <w:t xml:space="preserve">Attachments </w:t>
                  </w:r>
                </w:p>
              </w:tc>
            </w:tr>
            <w:tr w:rsidR="000477EE" w:rsidTr="000477EE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477EE" w:rsidRDefault="000477EE" w:rsidP="000477EE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>
                    <w:rPr>
                      <w:rFonts w:ascii="Segoe UI" w:hAnsi="Segoe UI" w:cs="Segoe UI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477EE" w:rsidRDefault="000477EE" w:rsidP="000477EE">
                  <w:pPr>
                    <w:textAlignment w:val="top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>
                    <w:rPr>
                      <w:rFonts w:ascii="Segoe UI" w:hAnsi="Segoe UI" w:cs="Segoe UI"/>
                      <w:sz w:val="20"/>
                      <w:szCs w:val="20"/>
                    </w:rPr>
                    <w:t>Receive payload from Distribute service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477EE" w:rsidRDefault="000477EE" w:rsidP="000477EE">
                  <w:pPr>
                    <w:textAlignment w:val="top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>
                    <w:rPr>
                      <w:rFonts w:ascii="Segoe UI" w:hAnsi="Segoe UI" w:cs="Segoe UI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477EE" w:rsidRDefault="000477EE" w:rsidP="000477EE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</w:p>
              </w:tc>
            </w:tr>
            <w:tr w:rsidR="000477EE" w:rsidTr="000477EE">
              <w:trPr>
                <w:tblCellSpacing w:w="15" w:type="dxa"/>
              </w:trPr>
              <w:tc>
                <w:tcPr>
                  <w:tcW w:w="0" w:type="auto"/>
                  <w:shd w:val="clear" w:color="auto" w:fill="F5F5F5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477EE" w:rsidRDefault="000477EE" w:rsidP="000477EE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>
                    <w:rPr>
                      <w:rFonts w:ascii="Segoe UI" w:hAnsi="Segoe UI" w:cs="Segoe UI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F5F5F5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477EE" w:rsidRDefault="000477EE" w:rsidP="000477EE">
                  <w:pPr>
                    <w:textAlignment w:val="top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>
                    <w:rPr>
                      <w:rFonts w:ascii="Segoe UI" w:hAnsi="Segoe UI" w:cs="Segoe UI"/>
                      <w:sz w:val="20"/>
                      <w:szCs w:val="20"/>
                    </w:rPr>
                    <w:t xml:space="preserve">Received message from @NCBSource to @NCBDestination with @SerialNumber </w:t>
                  </w:r>
                  <w:r>
                    <w:rPr>
                      <w:rFonts w:ascii="Segoe UI" w:hAnsi="Segoe UI" w:cs="Segoe UI"/>
                      <w:sz w:val="20"/>
                      <w:szCs w:val="20"/>
                    </w:rPr>
                    <w:lastRenderedPageBreak/>
                    <w:t>and @ExpectedSerialNumber from database</w:t>
                  </w:r>
                </w:p>
              </w:tc>
              <w:tc>
                <w:tcPr>
                  <w:tcW w:w="0" w:type="auto"/>
                  <w:shd w:val="clear" w:color="auto" w:fill="F5F5F5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477EE" w:rsidRDefault="000477EE" w:rsidP="000477EE">
                  <w:pPr>
                    <w:textAlignment w:val="top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>
                    <w:rPr>
                      <w:rFonts w:ascii="Segoe UI" w:hAnsi="Segoe UI" w:cs="Segoe UI"/>
                      <w:sz w:val="20"/>
                      <w:szCs w:val="20"/>
                    </w:rPr>
                    <w:lastRenderedPageBreak/>
                    <w:t xml:space="preserve">Message should be processed by NSPA </w:t>
                  </w:r>
                  <w:r>
                    <w:rPr>
                      <w:rFonts w:ascii="Segoe UI" w:hAnsi="Segoe UI" w:cs="Segoe UI"/>
                      <w:sz w:val="20"/>
                      <w:szCs w:val="20"/>
                    </w:rPr>
                    <w:lastRenderedPageBreak/>
                    <w:t>NACOMS-NDER system</w:t>
                  </w:r>
                </w:p>
              </w:tc>
              <w:tc>
                <w:tcPr>
                  <w:tcW w:w="0" w:type="auto"/>
                  <w:shd w:val="clear" w:color="auto" w:fill="F5F5F5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477EE" w:rsidRDefault="000477EE" w:rsidP="000477EE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</w:p>
              </w:tc>
            </w:tr>
            <w:tr w:rsidR="000477EE" w:rsidTr="000477EE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477EE" w:rsidRDefault="000477EE" w:rsidP="000477EE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>
                    <w:rPr>
                      <w:rFonts w:ascii="Segoe UI" w:hAnsi="Segoe UI" w:cs="Segoe UI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477EE" w:rsidRDefault="000477EE" w:rsidP="000477EE">
                  <w:pPr>
                    <w:textAlignment w:val="top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>
                    <w:rPr>
                      <w:rFonts w:ascii="Segoe UI" w:hAnsi="Segoe UI" w:cs="Segoe UI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477EE" w:rsidRDefault="000477EE" w:rsidP="000477EE">
                  <w:pPr>
                    <w:textAlignment w:val="top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>
                    <w:rPr>
                      <w:rFonts w:ascii="Segoe UI" w:hAnsi="Segoe UI" w:cs="Segoe UI"/>
                      <w:sz w:val="20"/>
                      <w:szCs w:val="20"/>
                    </w:rPr>
                    <w:t>- If the message contains a serial number equal with the expected serial number found in the database, the massage is valid and it should be sent to NMBS</w:t>
                  </w:r>
                  <w:r>
                    <w:rPr>
                      <w:rFonts w:ascii="Segoe UI" w:hAnsi="Segoe UI" w:cs="Segoe UI"/>
                      <w:sz w:val="20"/>
                      <w:szCs w:val="20"/>
                    </w:rPr>
                    <w:br/>
                    <w:t>  - If the message contains a serial number &gt; the expected serial number found in the database, the massage is sent to the wait queue for being reprocessed later</w:t>
                  </w:r>
                  <w:r>
                    <w:rPr>
                      <w:rFonts w:ascii="Segoe UI" w:hAnsi="Segoe UI" w:cs="Segoe UI"/>
                      <w:sz w:val="20"/>
                      <w:szCs w:val="20"/>
                    </w:rPr>
                    <w:br/>
                    <w:t> - If the message contains a serial number &lt; the expected serial number found in the database, the m</w:t>
                  </w:r>
                  <w:r>
                    <w:rPr>
                      <w:rFonts w:ascii="Segoe UI" w:hAnsi="Segoe UI" w:cs="Segoe UI"/>
                      <w:sz w:val="20"/>
                      <w:szCs w:val="20"/>
                    </w:rPr>
                    <w:t>e</w:t>
                  </w:r>
                  <w:r>
                    <w:rPr>
                      <w:rFonts w:ascii="Segoe UI" w:hAnsi="Segoe UI" w:cs="Segoe UI"/>
                      <w:sz w:val="20"/>
                      <w:szCs w:val="20"/>
                    </w:rPr>
                    <w:t>ssage rejected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477EE" w:rsidRDefault="000477EE" w:rsidP="000477EE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</w:p>
              </w:tc>
            </w:tr>
          </w:tbl>
          <w:p w:rsidR="000477EE" w:rsidRDefault="000477EE" w:rsidP="000477EE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  <w:r>
              <w:rPr>
                <w:rFonts w:ascii="Segoe UI" w:hAnsi="Segoe UI" w:cs="Segoe UI"/>
                <w:b/>
                <w:bCs/>
                <w:sz w:val="17"/>
                <w:szCs w:val="17"/>
              </w:rPr>
              <w:t xml:space="preserve">PARAMETERS </w:t>
            </w:r>
          </w:p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546"/>
              <w:gridCol w:w="2125"/>
              <w:gridCol w:w="1846"/>
              <w:gridCol w:w="3033"/>
            </w:tblGrid>
            <w:tr w:rsidR="000477EE" w:rsidTr="000477EE">
              <w:trPr>
                <w:gridAfter w:val="3"/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477EE" w:rsidRDefault="000477EE" w:rsidP="000477EE">
                  <w:pPr>
                    <w:rPr>
                      <w:rFonts w:ascii="Segoe UI" w:hAnsi="Segoe UI" w:cs="Segoe UI"/>
                      <w:b/>
                      <w:bCs/>
                      <w:sz w:val="17"/>
                      <w:szCs w:val="17"/>
                    </w:rPr>
                  </w:pPr>
                </w:p>
              </w:tc>
            </w:tr>
            <w:tr w:rsidR="000477EE" w:rsidTr="000477EE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477EE" w:rsidRDefault="000477EE" w:rsidP="000477EE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>
                    <w:rPr>
                      <w:rFonts w:ascii="Segoe UI" w:hAnsi="Segoe UI" w:cs="Segoe UI"/>
                      <w:sz w:val="20"/>
                      <w:szCs w:val="20"/>
                    </w:rPr>
                    <w:t>NCBSource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477EE" w:rsidRDefault="000477EE" w:rsidP="000477EE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>
                    <w:rPr>
                      <w:rFonts w:ascii="Segoe UI" w:hAnsi="Segoe UI" w:cs="Segoe UI"/>
                      <w:sz w:val="20"/>
                      <w:szCs w:val="20"/>
                    </w:rPr>
                    <w:t>NCBDestination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477EE" w:rsidRDefault="000477EE" w:rsidP="000477EE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>
                    <w:rPr>
                      <w:rFonts w:ascii="Segoe UI" w:hAnsi="Segoe UI" w:cs="Segoe UI"/>
                      <w:sz w:val="20"/>
                      <w:szCs w:val="20"/>
                    </w:rPr>
                    <w:t>SerialNumber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477EE" w:rsidRDefault="000477EE" w:rsidP="000477EE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>
                    <w:rPr>
                      <w:rFonts w:ascii="Segoe UI" w:hAnsi="Segoe UI" w:cs="Segoe UI"/>
                      <w:sz w:val="20"/>
                      <w:szCs w:val="20"/>
                    </w:rPr>
                    <w:t>ExpectedSerialNumber</w:t>
                  </w:r>
                </w:p>
              </w:tc>
            </w:tr>
            <w:tr w:rsidR="000477EE" w:rsidTr="000477EE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477EE" w:rsidRDefault="000477EE" w:rsidP="000477EE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>
                    <w:rPr>
                      <w:rFonts w:ascii="Segoe UI" w:hAnsi="Segoe UI" w:cs="Segoe UI"/>
                      <w:sz w:val="20"/>
                      <w:szCs w:val="20"/>
                    </w:rPr>
                    <w:t>NOR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477EE" w:rsidRDefault="000477EE" w:rsidP="000477EE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>
                    <w:rPr>
                      <w:rFonts w:ascii="Segoe UI" w:hAnsi="Segoe UI" w:cs="Segoe UI"/>
                      <w:sz w:val="20"/>
                      <w:szCs w:val="20"/>
                    </w:rPr>
                    <w:t>FRA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477EE" w:rsidRDefault="000477EE" w:rsidP="000477EE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>
                    <w:rPr>
                      <w:rFonts w:ascii="Segoe UI" w:hAnsi="Segoe UI" w:cs="Segoe UI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477EE" w:rsidRDefault="000477EE" w:rsidP="000477EE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>
                    <w:rPr>
                      <w:rFonts w:ascii="Segoe UI" w:hAnsi="Segoe UI" w:cs="Segoe UI"/>
                      <w:sz w:val="20"/>
                      <w:szCs w:val="20"/>
                    </w:rPr>
                    <w:t>1</w:t>
                  </w:r>
                </w:p>
              </w:tc>
            </w:tr>
            <w:tr w:rsidR="000477EE" w:rsidTr="000477EE">
              <w:trPr>
                <w:tblCellSpacing w:w="15" w:type="dxa"/>
              </w:trPr>
              <w:tc>
                <w:tcPr>
                  <w:tcW w:w="0" w:type="auto"/>
                  <w:shd w:val="clear" w:color="auto" w:fill="F5F5F5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477EE" w:rsidRDefault="000477EE" w:rsidP="000477EE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>
                    <w:rPr>
                      <w:rFonts w:ascii="Segoe UI" w:hAnsi="Segoe UI" w:cs="Segoe UI"/>
                      <w:sz w:val="20"/>
                      <w:szCs w:val="20"/>
                    </w:rPr>
                    <w:t>NOR</w:t>
                  </w:r>
                </w:p>
              </w:tc>
              <w:tc>
                <w:tcPr>
                  <w:tcW w:w="0" w:type="auto"/>
                  <w:shd w:val="clear" w:color="auto" w:fill="F5F5F5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477EE" w:rsidRDefault="000477EE" w:rsidP="000477EE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>
                    <w:rPr>
                      <w:rFonts w:ascii="Segoe UI" w:hAnsi="Segoe UI" w:cs="Segoe UI"/>
                      <w:sz w:val="20"/>
                      <w:szCs w:val="20"/>
                    </w:rPr>
                    <w:t>FRA</w:t>
                  </w:r>
                </w:p>
              </w:tc>
              <w:tc>
                <w:tcPr>
                  <w:tcW w:w="0" w:type="auto"/>
                  <w:shd w:val="clear" w:color="auto" w:fill="F5F5F5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477EE" w:rsidRDefault="000477EE" w:rsidP="000477EE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>
                    <w:rPr>
                      <w:rFonts w:ascii="Segoe UI" w:hAnsi="Segoe UI" w:cs="Segoe UI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F5F5F5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477EE" w:rsidRDefault="000477EE" w:rsidP="000477EE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>
                    <w:rPr>
                      <w:rFonts w:ascii="Segoe UI" w:hAnsi="Segoe UI" w:cs="Segoe UI"/>
                      <w:sz w:val="20"/>
                      <w:szCs w:val="20"/>
                    </w:rPr>
                    <w:t>1</w:t>
                  </w:r>
                </w:p>
              </w:tc>
            </w:tr>
            <w:tr w:rsidR="000477EE" w:rsidTr="000477EE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477EE" w:rsidRDefault="000477EE" w:rsidP="000477EE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>
                    <w:rPr>
                      <w:rFonts w:ascii="Segoe UI" w:hAnsi="Segoe UI" w:cs="Segoe UI"/>
                      <w:sz w:val="20"/>
                      <w:szCs w:val="20"/>
                    </w:rPr>
                    <w:t>NOR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477EE" w:rsidRDefault="000477EE" w:rsidP="000477EE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>
                    <w:rPr>
                      <w:rFonts w:ascii="Segoe UI" w:hAnsi="Segoe UI" w:cs="Segoe UI"/>
                      <w:sz w:val="20"/>
                      <w:szCs w:val="20"/>
                    </w:rPr>
                    <w:t>FRA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477EE" w:rsidRDefault="000477EE" w:rsidP="000477EE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>
                    <w:rPr>
                      <w:rFonts w:ascii="Segoe UI" w:hAnsi="Segoe UI" w:cs="Segoe UI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477EE" w:rsidRDefault="000477EE" w:rsidP="000477EE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>
                    <w:rPr>
                      <w:rFonts w:ascii="Segoe UI" w:hAnsi="Segoe UI" w:cs="Segoe UI"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0477EE" w:rsidRDefault="000477EE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CF3FD4" w:rsidRPr="00CF3FD4" w:rsidRDefault="00CF3FD4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CF3FD4">
        <w:rPr>
          <w:rFonts w:asciiTheme="minorHAnsi" w:hAnsiTheme="minorHAnsi" w:cstheme="minorHAnsi"/>
        </w:rPr>
        <w:lastRenderedPageBreak/>
        <w:t xml:space="preserve">Test case </w:t>
      </w:r>
      <w:hyperlink r:id="rId24" w:tgtFrame="_blank" w:history="1">
        <w:r w:rsidRPr="00CF3FD4">
          <w:rPr>
            <w:rFonts w:asciiTheme="minorHAnsi" w:hAnsiTheme="minorHAnsi" w:cstheme="minorHAnsi"/>
          </w:rPr>
          <w:t>716</w:t>
        </w:r>
      </w:hyperlink>
      <w:r w:rsidRPr="00CF3FD4">
        <w:rPr>
          <w:rFonts w:asciiTheme="minorHAnsi" w:hAnsiTheme="minorHAnsi" w:cstheme="minorHAnsi"/>
        </w:rPr>
        <w:t>: Exchange Message with identical Source and Destination - Return Code X-0000-08</w:t>
      </w:r>
    </w:p>
    <w:p w:rsidR="00CF3FD4" w:rsidRDefault="00CF3FD4" w:rsidP="00CF3FD4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91"/>
        <w:gridCol w:w="3772"/>
        <w:gridCol w:w="2387"/>
        <w:gridCol w:w="2090"/>
      </w:tblGrid>
      <w:tr w:rsidR="00CF3FD4" w:rsidTr="00CF3FD4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Connect to NMBS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message having identical @Source and @Destination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- </w:t>
            </w:r>
            <w:r>
              <w:rPr>
                <w:rFonts w:ascii="Segoe UI" w:hAnsi="Segoe UI" w:cs="Segoe UI"/>
                <w:color w:val="222222"/>
                <w:sz w:val="21"/>
                <w:szCs w:val="21"/>
                <w:shd w:val="clear" w:color="auto" w:fill="FFFFFF"/>
              </w:rPr>
              <w:t>RETURN_CODE_8713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set to X-0000-08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- COMMENT_8703 value set to "SOURCE and DESTINATION cannot be </w:t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 xml:space="preserve">identical" </w:t>
            </w:r>
            <w:r>
              <w:rPr>
                <w:rFonts w:ascii="Segoe UI" w:hAnsi="Segoe UI" w:cs="Segoe UI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sz w:val="20"/>
                <w:szCs w:val="20"/>
              </w:rPr>
              <w:br/>
              <w:t>should be available in NSN @Source NCB_XXX_MSG mailbox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is distributed to Destination(@Destination)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CF3FD4" w:rsidRDefault="00CF3FD4" w:rsidP="00CF3FD4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5353"/>
        <w:gridCol w:w="3287"/>
      </w:tblGrid>
      <w:tr w:rsidR="00CF3FD4" w:rsidTr="00CF3FD4">
        <w:trPr>
          <w:gridAfter w:val="1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</w:tr>
    </w:tbl>
    <w:p w:rsidR="00CF3FD4" w:rsidRPr="00CF3FD4" w:rsidRDefault="00CF3FD4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CF3FD4">
        <w:rPr>
          <w:rFonts w:asciiTheme="minorHAnsi" w:hAnsiTheme="minorHAnsi" w:cstheme="minorHAnsi"/>
        </w:rPr>
        <w:t xml:space="preserve">Test case </w:t>
      </w:r>
      <w:hyperlink r:id="rId25" w:tgtFrame="_blank" w:history="1">
        <w:r w:rsidRPr="00CF3FD4">
          <w:rPr>
            <w:rFonts w:asciiTheme="minorHAnsi" w:hAnsiTheme="minorHAnsi" w:cstheme="minorHAnsi"/>
          </w:rPr>
          <w:t>779</w:t>
        </w:r>
      </w:hyperlink>
      <w:r w:rsidRPr="00CF3FD4">
        <w:rPr>
          <w:rFonts w:asciiTheme="minorHAnsi" w:hAnsiTheme="minorHAnsi" w:cstheme="minorHAnsi"/>
        </w:rPr>
        <w:t>: Exchange Message with not xml allowed characters - return code X-0000-05</w:t>
      </w:r>
    </w:p>
    <w:p w:rsidR="00CF3FD4" w:rsidRDefault="00CF3FD4" w:rsidP="00CF3FD4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91"/>
        <w:gridCol w:w="3772"/>
        <w:gridCol w:w="2387"/>
        <w:gridCol w:w="2090"/>
      </w:tblGrid>
      <w:tr w:rsidR="00CF3FD4" w:rsidTr="00CF3FD4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Connect to NMBS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message having identical @Source and @Destination and for a @NIIN in a text field (DataElement) a non xml allowed character @Char. This character should be xml encoded (example &amp; should be &amp;amp;)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- </w:t>
            </w:r>
            <w:r>
              <w:rPr>
                <w:rFonts w:ascii="Segoe UI" w:hAnsi="Segoe UI" w:cs="Segoe UI"/>
                <w:color w:val="222222"/>
                <w:sz w:val="21"/>
                <w:szCs w:val="21"/>
                <w:shd w:val="clear" w:color="auto" w:fill="FFFFFF"/>
              </w:rPr>
              <w:t xml:space="preserve">RETURN_CODE_8713 </w:t>
            </w:r>
            <w:r>
              <w:rPr>
                <w:rFonts w:ascii="Segoe UI" w:hAnsi="Segoe UI" w:cs="Segoe UI"/>
                <w:sz w:val="20"/>
                <w:szCs w:val="20"/>
              </w:rPr>
              <w:t>set to X-0000-05 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DATA_ELEMENT_8714 set to DataElement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- COMMENT_8703 value set to "An error occurred while parsing EntityName. Line xx, position xx." </w:t>
            </w:r>
            <w:r>
              <w:rPr>
                <w:rFonts w:ascii="Segoe UI" w:hAnsi="Segoe UI" w:cs="Segoe UI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sz w:val="20"/>
                <w:szCs w:val="20"/>
              </w:rPr>
              <w:br/>
              <w:t>should be available in NSN @Source NCB_XXX_MSG mailbox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is distributed to Destination(@Destination)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CF3FD4" w:rsidRDefault="00CF3FD4" w:rsidP="00CF3FD4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532"/>
        <w:gridCol w:w="2466"/>
        <w:gridCol w:w="2248"/>
        <w:gridCol w:w="2394"/>
      </w:tblGrid>
      <w:tr w:rsidR="00CF3FD4" w:rsidTr="00CF3FD4">
        <w:trPr>
          <w:gridAfter w:val="3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Char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0322422&amp;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145920594</w:t>
            </w: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NCS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0322422&amp;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145920594</w:t>
            </w:r>
          </w:p>
        </w:tc>
      </w:tr>
    </w:tbl>
    <w:p w:rsidR="00CF3FD4" w:rsidRPr="00CF3FD4" w:rsidRDefault="00CF3FD4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CF3FD4">
        <w:rPr>
          <w:rFonts w:asciiTheme="minorHAnsi" w:hAnsiTheme="minorHAnsi" w:cstheme="minorHAnsi"/>
        </w:rPr>
        <w:lastRenderedPageBreak/>
        <w:t xml:space="preserve">Test case </w:t>
      </w:r>
      <w:hyperlink r:id="rId26" w:tgtFrame="_blank" w:history="1">
        <w:r w:rsidRPr="00CF3FD4">
          <w:rPr>
            <w:rFonts w:asciiTheme="minorHAnsi" w:hAnsiTheme="minorHAnsi" w:cstheme="minorHAnsi"/>
          </w:rPr>
          <w:t>997</w:t>
        </w:r>
      </w:hyperlink>
      <w:r w:rsidRPr="00CF3FD4">
        <w:rPr>
          <w:rFonts w:asciiTheme="minorHAnsi" w:hAnsiTheme="minorHAnsi" w:cstheme="minorHAnsi"/>
        </w:rPr>
        <w:t>: Exchange Message without any container - return code X-0000-01</w:t>
      </w:r>
    </w:p>
    <w:p w:rsidR="00CF3FD4" w:rsidRDefault="00CF3FD4" w:rsidP="00CF3FD4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469"/>
        <w:gridCol w:w="3850"/>
        <w:gridCol w:w="2153"/>
        <w:gridCol w:w="2168"/>
      </w:tblGrid>
      <w:tr w:rsidR="00CF3FD4" w:rsidTr="00CF3FD4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Connect to NMBS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message from @NCBSource to @NCBDestination containing no container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The FULL Message should be rejected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- </w:t>
            </w:r>
            <w:r>
              <w:rPr>
                <w:rFonts w:ascii="Segoe UI" w:hAnsi="Segoe UI" w:cs="Segoe UI"/>
                <w:color w:val="222222"/>
                <w:sz w:val="21"/>
                <w:szCs w:val="21"/>
                <w:shd w:val="clear" w:color="auto" w:fill="FFFFFF"/>
              </w:rPr>
              <w:t xml:space="preserve">RETURN_CODE_8713 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set to </w:t>
            </w:r>
            <w:r>
              <w:rPr>
                <w:rFonts w:ascii="Segoe UI" w:hAnsi="Segoe UI" w:cs="Segoe UI"/>
                <w:sz w:val="22"/>
                <w:szCs w:val="22"/>
              </w:rPr>
              <w:t>X-0000-01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- COMMENT_8703 value set </w:t>
            </w:r>
            <w:r>
              <w:rPr>
                <w:rFonts w:ascii="Segoe UI" w:hAnsi="Segoe UI" w:cs="Segoe UI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should be available in @NCBSource NCB_XXX_MSG mailbox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and no attachment should be available in @NCBDestination NCB_XXX_MSG and NCB_XXX_DOC mailboxes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cstheme="minorBidi"/>
                <w:sz w:val="20"/>
                <w:szCs w:val="20"/>
              </w:rPr>
            </w:pPr>
          </w:p>
        </w:tc>
      </w:tr>
    </w:tbl>
    <w:p w:rsidR="00CF3FD4" w:rsidRDefault="00CF3FD4" w:rsidP="00CF3FD4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614"/>
        <w:gridCol w:w="5026"/>
      </w:tblGrid>
      <w:tr w:rsidR="00CF3FD4" w:rsidTr="00CF3FD4">
        <w:trPr>
          <w:gridAfter w:val="1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NCBSource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NCBDestination</w:t>
            </w: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</w:tr>
    </w:tbl>
    <w:p w:rsidR="00CF3FD4" w:rsidRPr="00CF3FD4" w:rsidRDefault="00CF3FD4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CF3FD4">
        <w:rPr>
          <w:rFonts w:asciiTheme="minorHAnsi" w:hAnsiTheme="minorHAnsi" w:cstheme="minorHAnsi"/>
        </w:rPr>
        <w:t xml:space="preserve">Test case </w:t>
      </w:r>
      <w:hyperlink r:id="rId27" w:tgtFrame="_blank" w:history="1">
        <w:r w:rsidRPr="00CF3FD4">
          <w:rPr>
            <w:rFonts w:asciiTheme="minorHAnsi" w:hAnsiTheme="minorHAnsi" w:cstheme="minorHAnsi"/>
          </w:rPr>
          <w:t>1018</w:t>
        </w:r>
      </w:hyperlink>
      <w:r w:rsidRPr="00CF3FD4">
        <w:rPr>
          <w:rFonts w:asciiTheme="minorHAnsi" w:hAnsiTheme="minorHAnsi" w:cstheme="minorHAnsi"/>
        </w:rPr>
        <w:t>: Exchange Container without any action - return code X-0000-01</w:t>
      </w:r>
    </w:p>
    <w:p w:rsidR="00CF3FD4" w:rsidRDefault="00CF3FD4" w:rsidP="00CF3FD4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469"/>
        <w:gridCol w:w="3850"/>
        <w:gridCol w:w="2153"/>
        <w:gridCol w:w="2168"/>
      </w:tblGrid>
      <w:tr w:rsidR="00CF3FD4" w:rsidTr="00CF3FD4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Connect to NMBS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message from @NCBSource to @NCBDestination containing a container without any action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The Container should be rejected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- </w:t>
            </w:r>
            <w:r>
              <w:rPr>
                <w:rFonts w:ascii="Segoe UI" w:hAnsi="Segoe UI" w:cs="Segoe UI"/>
                <w:color w:val="222222"/>
                <w:sz w:val="21"/>
                <w:szCs w:val="21"/>
                <w:shd w:val="clear" w:color="auto" w:fill="FFFFFF"/>
              </w:rPr>
              <w:t xml:space="preserve">RETURN_CODE_8713 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set to </w:t>
            </w:r>
            <w:r>
              <w:rPr>
                <w:rFonts w:ascii="Segoe UI" w:hAnsi="Segoe UI" w:cs="Segoe UI"/>
                <w:sz w:val="22"/>
                <w:szCs w:val="22"/>
              </w:rPr>
              <w:t>X-0000-01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- COMMENT_8703 </w:t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 xml:space="preserve">value set </w:t>
            </w:r>
            <w:r>
              <w:rPr>
                <w:rFonts w:ascii="Segoe UI" w:hAnsi="Segoe UI" w:cs="Segoe UI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should be available in @NCBSource NCB_XXX_MSG mailbox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This container and his attachment should not be available in @NCBDestination NCB_XXX_MSG and NCB_XXX_DOC mailboxes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CF3FD4" w:rsidRDefault="00CF3FD4" w:rsidP="00CF3FD4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614"/>
        <w:gridCol w:w="5026"/>
      </w:tblGrid>
      <w:tr w:rsidR="00CF3FD4" w:rsidTr="00CF3FD4">
        <w:trPr>
          <w:gridAfter w:val="1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NCBSource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NCBDestination</w:t>
            </w:r>
          </w:p>
        </w:tc>
      </w:tr>
    </w:tbl>
    <w:p w:rsidR="00CF3FD4" w:rsidRPr="00CF3FD4" w:rsidRDefault="00CF3FD4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CF3FD4">
        <w:rPr>
          <w:rFonts w:asciiTheme="minorHAnsi" w:hAnsiTheme="minorHAnsi" w:cstheme="minorHAnsi"/>
        </w:rPr>
        <w:t xml:space="preserve">Test case </w:t>
      </w:r>
      <w:hyperlink r:id="rId28" w:tgtFrame="_blank" w:history="1">
        <w:r w:rsidRPr="00CF3FD4">
          <w:rPr>
            <w:rFonts w:asciiTheme="minorHAnsi" w:hAnsiTheme="minorHAnsi" w:cstheme="minorHAnsi"/>
          </w:rPr>
          <w:t>1019</w:t>
        </w:r>
      </w:hyperlink>
      <w:r w:rsidRPr="00CF3FD4">
        <w:rPr>
          <w:rFonts w:asciiTheme="minorHAnsi" w:hAnsiTheme="minorHAnsi" w:cstheme="minorHAnsi"/>
        </w:rPr>
        <w:t>: Exchange Message containing one empty container - return code X-0000-01</w:t>
      </w:r>
    </w:p>
    <w:p w:rsidR="00CF3FD4" w:rsidRDefault="00CF3FD4" w:rsidP="00CF3FD4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469"/>
        <w:gridCol w:w="3850"/>
        <w:gridCol w:w="2153"/>
        <w:gridCol w:w="2168"/>
      </w:tblGrid>
      <w:tr w:rsidR="00CF3FD4" w:rsidTr="00CF3FD4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Connect to NMBS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message from @NCBSource to @NCBDestination containing one valid container (ContanerID = 1) and one empty (ContainerID = 2)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The entire message should be rejected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- </w:t>
            </w:r>
            <w:r>
              <w:rPr>
                <w:rFonts w:ascii="Segoe UI" w:hAnsi="Segoe UI" w:cs="Segoe UI"/>
                <w:color w:val="222222"/>
                <w:sz w:val="21"/>
                <w:szCs w:val="21"/>
                <w:shd w:val="clear" w:color="auto" w:fill="FFFFFF"/>
              </w:rPr>
              <w:t xml:space="preserve">RETURN_CODE_8713 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set to </w:t>
            </w:r>
            <w:r>
              <w:rPr>
                <w:rFonts w:ascii="Segoe UI" w:hAnsi="Segoe UI" w:cs="Segoe UI"/>
                <w:sz w:val="22"/>
                <w:szCs w:val="22"/>
              </w:rPr>
              <w:t>X-0000-01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COMMENT_8703 value set to</w:t>
            </w:r>
            <w:r>
              <w:rPr>
                <w:rFonts w:ascii="Segoe UI" w:hAnsi="Segoe UI" w:cs="Segoe UI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should be available in @NCBSource NCB_XXX_MSG mailbox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container 1 and 2 and their attachments should not be available in @NCBDestination NCB_XXX_MSG and NCB_XXX_DOC mailboxes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CF3FD4" w:rsidRDefault="00CF3FD4" w:rsidP="00CF3FD4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614"/>
        <w:gridCol w:w="5026"/>
      </w:tblGrid>
      <w:tr w:rsidR="00CF3FD4" w:rsidTr="00CF3FD4">
        <w:trPr>
          <w:gridAfter w:val="1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NCBSource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NCBDestination</w:t>
            </w:r>
          </w:p>
        </w:tc>
      </w:tr>
    </w:tbl>
    <w:p w:rsidR="00CF3FD4" w:rsidRPr="00CF3FD4" w:rsidRDefault="00CF3FD4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CF3FD4">
        <w:rPr>
          <w:rFonts w:asciiTheme="minorHAnsi" w:hAnsiTheme="minorHAnsi" w:cstheme="minorHAnsi"/>
        </w:rPr>
        <w:lastRenderedPageBreak/>
        <w:t xml:space="preserve">Test case </w:t>
      </w:r>
      <w:hyperlink r:id="rId29" w:tgtFrame="_blank" w:history="1">
        <w:r w:rsidRPr="00CF3FD4">
          <w:rPr>
            <w:rFonts w:asciiTheme="minorHAnsi" w:hAnsiTheme="minorHAnsi" w:cstheme="minorHAnsi"/>
          </w:rPr>
          <w:t>1053</w:t>
        </w:r>
      </w:hyperlink>
      <w:r w:rsidRPr="00CF3FD4">
        <w:rPr>
          <w:rFonts w:asciiTheme="minorHAnsi" w:hAnsiTheme="minorHAnsi" w:cstheme="minorHAnsi"/>
        </w:rPr>
        <w:t>: Exchange Message with temporary schema version</w:t>
      </w:r>
    </w:p>
    <w:p w:rsidR="00CF3FD4" w:rsidRDefault="00CF3FD4" w:rsidP="00CF3FD4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469"/>
        <w:gridCol w:w="3850"/>
        <w:gridCol w:w="2153"/>
        <w:gridCol w:w="2168"/>
      </w:tblGrid>
      <w:tr w:rsidR="00CF3FD4" w:rsidTr="00CF3FD4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Connect to NMBS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message from @NCBSource to @NCBDestination containing a valid container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The FULL Message should be accepted and validated against the @SchemaVersion. The @SchemaVersion should be specified in the xml namespace @SchemaLocation</w:t>
            </w:r>
            <w:r>
              <w:rPr>
                <w:rFonts w:ascii="Segoe UI" w:hAnsi="Segoe UI" w:cs="Segoe UI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The message should be sent to @NCBSource NCB_XXX_MSG mailbox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The message should be available in @NCBDestination NCB_XXX_MSG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CF3FD4" w:rsidRDefault="00CF3FD4" w:rsidP="00CF3FD4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10"/>
        <w:gridCol w:w="1095"/>
        <w:gridCol w:w="1063"/>
        <w:gridCol w:w="5672"/>
      </w:tblGrid>
      <w:tr w:rsidR="00CF3FD4" w:rsidTr="00CF3FD4">
        <w:trPr>
          <w:gridAfter w:val="3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NCBSource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NCBDestination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SchemaVersion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SchemaLocation</w:t>
            </w: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use from model - temporary schema version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hyperlink r:id="rId30" w:history="1">
              <w:r>
                <w:rPr>
                  <w:rStyle w:val="Hyperlink"/>
                  <w:rFonts w:ascii="Segoe UI" w:hAnsi="Segoe UI" w:cs="Segoe UI"/>
                  <w:sz w:val="20"/>
                  <w:szCs w:val="20"/>
                </w:rPr>
                <w:t>http://eportal.nspa.nato.int/Message</w:t>
              </w:r>
            </w:hyperlink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hyperlink r:id="rId31" w:history="1">
              <w:r>
                <w:rPr>
                  <w:rStyle w:val="Hyperlink"/>
                  <w:rFonts w:ascii="Segoe UI" w:hAnsi="Segoe UI" w:cs="Segoe UI"/>
                  <w:sz w:val="20"/>
                  <w:szCs w:val="20"/>
                </w:rPr>
                <w:t>https://eportaltest.nspa.nato.int/AC135Public/Schema/@SchemaVersion/Message.xsd</w:t>
              </w:r>
            </w:hyperlink>
          </w:p>
        </w:tc>
      </w:tr>
    </w:tbl>
    <w:p w:rsidR="00CF3FD4" w:rsidRPr="00CF3FD4" w:rsidRDefault="00CF3FD4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CF3FD4">
        <w:rPr>
          <w:rFonts w:asciiTheme="minorHAnsi" w:hAnsiTheme="minorHAnsi" w:cstheme="minorHAnsi"/>
        </w:rPr>
        <w:t xml:space="preserve">Test case </w:t>
      </w:r>
      <w:hyperlink r:id="rId32" w:tgtFrame="_blank" w:history="1">
        <w:r w:rsidRPr="00CF3FD4">
          <w:rPr>
            <w:rFonts w:asciiTheme="minorHAnsi" w:hAnsiTheme="minorHAnsi" w:cstheme="minorHAnsi"/>
          </w:rPr>
          <w:t>1692</w:t>
        </w:r>
      </w:hyperlink>
      <w:r w:rsidRPr="00CF3FD4">
        <w:rPr>
          <w:rFonts w:asciiTheme="minorHAnsi" w:hAnsiTheme="minorHAnsi" w:cstheme="minorHAnsi"/>
        </w:rPr>
        <w:t>: Exchange message with containers having the same NIIN - return code X-0000-12</w:t>
      </w:r>
    </w:p>
    <w:p w:rsidR="00CF3FD4" w:rsidRDefault="00CF3FD4" w:rsidP="00CF3FD4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469"/>
        <w:gridCol w:w="3850"/>
        <w:gridCol w:w="2153"/>
        <w:gridCol w:w="2168"/>
      </w:tblGrid>
      <w:tr w:rsidR="00CF3FD4" w:rsidTr="00CF3FD4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Connect to NMBS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message from @NCBSource to @NCBDestination containing a message having containers with the same NIIN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The Container should be rejected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- </w:t>
            </w:r>
            <w:r>
              <w:rPr>
                <w:rFonts w:ascii="Segoe UI" w:hAnsi="Segoe UI" w:cs="Segoe UI"/>
                <w:color w:val="222222"/>
                <w:sz w:val="21"/>
                <w:szCs w:val="21"/>
                <w:shd w:val="clear" w:color="auto" w:fill="FFFFFF"/>
              </w:rPr>
              <w:t xml:space="preserve">RETURN_CODE_8713 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set to </w:t>
            </w:r>
            <w:r>
              <w:rPr>
                <w:rFonts w:ascii="Segoe UI" w:hAnsi="Segoe UI" w:cs="Segoe UI"/>
                <w:sz w:val="22"/>
                <w:szCs w:val="22"/>
              </w:rPr>
              <w:t>X-0000-12</w:t>
            </w:r>
            <w:r>
              <w:rPr>
                <w:rFonts w:ascii="Segoe UI" w:hAnsi="Segoe UI" w:cs="Segoe UI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 xml:space="preserve">- COMMENT_8703 value set </w:t>
            </w:r>
            <w:r>
              <w:rPr>
                <w:rFonts w:ascii="Segoe UI" w:hAnsi="Segoe UI" w:cs="Segoe UI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should be available in @NCBSource NCB_XXX_MSG mailbox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This container and his attachment should not be available in @NCBDestination NCB_XXX_MSG and NCB_XXX_DOC mailboxes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CF3FD4" w:rsidRDefault="00CF3FD4" w:rsidP="00CF3FD4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614"/>
        <w:gridCol w:w="5026"/>
      </w:tblGrid>
      <w:tr w:rsidR="00CF3FD4" w:rsidTr="00CF3FD4">
        <w:trPr>
          <w:gridAfter w:val="1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NCBSource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NCBDestination</w:t>
            </w: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NCS</w:t>
            </w:r>
          </w:p>
        </w:tc>
      </w:tr>
    </w:tbl>
    <w:p w:rsidR="00CF3FD4" w:rsidRPr="00CF3FD4" w:rsidRDefault="00CF3FD4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CF3FD4">
        <w:rPr>
          <w:rFonts w:asciiTheme="minorHAnsi" w:hAnsiTheme="minorHAnsi" w:cstheme="minorHAnsi"/>
        </w:rPr>
        <w:t xml:space="preserve">Test case </w:t>
      </w:r>
      <w:hyperlink r:id="rId33" w:tgtFrame="_blank" w:history="1">
        <w:r w:rsidRPr="00CF3FD4">
          <w:rPr>
            <w:rFonts w:asciiTheme="minorHAnsi" w:hAnsiTheme="minorHAnsi" w:cstheme="minorHAnsi"/>
          </w:rPr>
          <w:t>1695</w:t>
        </w:r>
      </w:hyperlink>
      <w:r w:rsidRPr="00CF3FD4">
        <w:rPr>
          <w:rFonts w:asciiTheme="minorHAnsi" w:hAnsiTheme="minorHAnsi" w:cstheme="minorHAnsi"/>
        </w:rPr>
        <w:t>: Uploaded Archived file contains invalid file name - Return Code X-0000-09</w:t>
      </w:r>
    </w:p>
    <w:p w:rsidR="00CF3FD4" w:rsidRDefault="00CF3FD4" w:rsidP="00CF3FD4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469"/>
        <w:gridCol w:w="3850"/>
        <w:gridCol w:w="2153"/>
        <w:gridCol w:w="2168"/>
      </w:tblGrid>
      <w:tr w:rsidR="00CF3FD4" w:rsidTr="00CF3FD4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Connect to NMBS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spacing w:after="240"/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@NCBSender upload in @NCSDestination mailbox a message with a message id that already exists (it was already sent)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The FULL Message should be rejected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A message containing an error container having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- </w:t>
            </w:r>
            <w:r>
              <w:rPr>
                <w:rFonts w:ascii="Segoe UI" w:hAnsi="Segoe UI" w:cs="Segoe UI"/>
                <w:color w:val="222222"/>
                <w:sz w:val="21"/>
                <w:szCs w:val="21"/>
                <w:shd w:val="clear" w:color="auto" w:fill="FFFFFF"/>
              </w:rPr>
              <w:t xml:space="preserve">RETURN_CODE_8713 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set to X-0000-09 and </w:t>
            </w:r>
            <w:r>
              <w:rPr>
                <w:rFonts w:ascii="Segoe UI" w:hAnsi="Segoe UI" w:cs="Segoe UI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sz w:val="20"/>
                <w:szCs w:val="20"/>
              </w:rPr>
              <w:br/>
              <w:t>should be available in @NCBSender NCB_XXX_MSG mailbox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CF3FD4" w:rsidRDefault="00CF3FD4" w:rsidP="00CF3FD4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653"/>
        <w:gridCol w:w="4987"/>
      </w:tblGrid>
      <w:tr w:rsidR="00CF3FD4" w:rsidTr="00CF3FD4">
        <w:trPr>
          <w:gridAfter w:val="1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NCBSender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NCSDestination</w:t>
            </w: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</w:tr>
    </w:tbl>
    <w:p w:rsidR="00953BDF" w:rsidRPr="00953BDF" w:rsidRDefault="00CF3FD4" w:rsidP="000477EE">
      <w:pPr>
        <w:pStyle w:val="Heading1"/>
        <w:numPr>
          <w:ilvl w:val="0"/>
          <w:numId w:val="1"/>
        </w:numPr>
        <w:rPr>
          <w:rFonts w:asciiTheme="minorHAnsi" w:hAnsiTheme="minorHAnsi" w:cstheme="minorHAnsi"/>
        </w:rPr>
      </w:pPr>
      <w:r w:rsidRPr="00953BDF">
        <w:rPr>
          <w:rFonts w:asciiTheme="minorHAnsi" w:hAnsiTheme="minorHAnsi" w:cstheme="minorHAnsi"/>
        </w:rPr>
        <w:t xml:space="preserve"> </w:t>
      </w:r>
      <w:r w:rsidR="00953BDF" w:rsidRPr="00953BDF">
        <w:rPr>
          <w:rFonts w:asciiTheme="minorHAnsi" w:hAnsiTheme="minorHAnsi" w:cstheme="minorHAnsi"/>
        </w:rPr>
        <w:t xml:space="preserve">Test suite </w:t>
      </w:r>
      <w:hyperlink r:id="rId34" w:anchor="planId=511&amp;suiteId=740" w:tgtFrame="_blank" w:history="1">
        <w:r w:rsidR="00953BDF" w:rsidRPr="00953BDF">
          <w:rPr>
            <w:rFonts w:asciiTheme="minorHAnsi" w:hAnsiTheme="minorHAnsi" w:cstheme="minorHAnsi"/>
          </w:rPr>
          <w:t>740</w:t>
        </w:r>
      </w:hyperlink>
      <w:r w:rsidR="00953BDF" w:rsidRPr="00953BDF">
        <w:rPr>
          <w:rFonts w:asciiTheme="minorHAnsi" w:hAnsiTheme="minorHAnsi" w:cstheme="minorHAnsi"/>
        </w:rPr>
        <w:t>: Stage 0 - Attachment</w:t>
      </w:r>
    </w:p>
    <w:p w:rsidR="00CF3FD4" w:rsidRPr="00CF3FD4" w:rsidRDefault="00CF3FD4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CF3FD4">
        <w:rPr>
          <w:rFonts w:asciiTheme="minorHAnsi" w:hAnsiTheme="minorHAnsi" w:cstheme="minorHAnsi"/>
        </w:rPr>
        <w:t xml:space="preserve">Test case </w:t>
      </w:r>
      <w:hyperlink r:id="rId35" w:tgtFrame="_blank" w:history="1">
        <w:r w:rsidRPr="00CF3FD4">
          <w:rPr>
            <w:rFonts w:asciiTheme="minorHAnsi" w:hAnsiTheme="minorHAnsi" w:cstheme="minorHAnsi"/>
          </w:rPr>
          <w:t>841</w:t>
        </w:r>
      </w:hyperlink>
      <w:r w:rsidRPr="00CF3FD4">
        <w:rPr>
          <w:rFonts w:asciiTheme="minorHAnsi" w:hAnsiTheme="minorHAnsi" w:cstheme="minorHAnsi"/>
        </w:rPr>
        <w:t>: Schema Validation Failed on Attachment extension - return code X-0000-06</w:t>
      </w:r>
    </w:p>
    <w:p w:rsidR="00CF3FD4" w:rsidRDefault="00CF3FD4" w:rsidP="00CF3FD4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4679"/>
        <w:gridCol w:w="1998"/>
        <w:gridCol w:w="1769"/>
      </w:tblGrid>
      <w:tr w:rsidR="00CF3FD4" w:rsidTr="00CF3FD4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@NCBSender upload in NCS-NDER-XML mailbox a valid archive files (.zip) containing a message file and attachments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Times New Roman" w:hAnsi="Times New Roman"/>
              </w:rPr>
            </w:pPr>
            <w:r>
              <w:t xml:space="preserve">Message file does not past the Central Validation due to the attacment name data element value which is not well formatted. </w:t>
            </w:r>
          </w:p>
          <w:p w:rsidR="00CF3FD4" w:rsidRDefault="00CF3FD4">
            <w:pPr>
              <w:textAlignment w:val="top"/>
            </w:pPr>
            <w:r>
              <w:t>Each attachment must be named with MessageID_AtachmentSerialNumber.extension</w:t>
            </w:r>
            <w:r>
              <w:br/>
            </w:r>
            <w:r>
              <w:br/>
              <w:t>Only extension .</w:t>
            </w:r>
            <w:r>
              <w:rPr>
                <w:sz w:val="22"/>
                <w:szCs w:val="22"/>
                <w:lang w:val="en-GB"/>
              </w:rPr>
              <w:t xml:space="preserve">jpeg, .jpg, .gif, .png, .pdf and.csv </w:t>
            </w:r>
            <w:r>
              <w:t>are allowed.</w:t>
            </w:r>
            <w:r>
              <w:br/>
              <w:t xml:space="preserve">Example of valid Attachment names for the messageID  FRAUSA2019-09-19_12: </w:t>
            </w:r>
            <w:r>
              <w:br/>
              <w:t> FRAUSA2019-09-19_12_1.pdf</w:t>
            </w:r>
            <w:r>
              <w:br/>
              <w:t> FRAUSA2019-09-19_12_2.pdf</w:t>
            </w:r>
            <w:r>
              <w:br/>
              <w:t> FRAUSA2019-09-19_12_3.pdf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 message containing an error container having data element: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- </w:t>
            </w:r>
            <w:r>
              <w:rPr>
                <w:rFonts w:ascii="Segoe UI" w:hAnsi="Segoe UI" w:cs="Segoe UI"/>
                <w:color w:val="222222"/>
                <w:sz w:val="21"/>
                <w:szCs w:val="21"/>
                <w:shd w:val="clear" w:color="auto" w:fill="FFFFFF"/>
              </w:rPr>
              <w:t xml:space="preserve">RETURN_CODE_8713 </w:t>
            </w:r>
            <w:r>
              <w:rPr>
                <w:rFonts w:ascii="Segoe UI" w:hAnsi="Segoe UI" w:cs="Segoe UI"/>
                <w:sz w:val="20"/>
                <w:szCs w:val="20"/>
              </w:rPr>
              <w:t>set to X-0000-06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COMMENT_8703 value set to "Attachment name is not valid"</w:t>
            </w:r>
            <w:r>
              <w:rPr>
                <w:rFonts w:ascii="Segoe UI" w:hAnsi="Segoe UI" w:cs="Segoe UI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 should be available in @NCBSender NCB_XXX_MSG mailbox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CF3FD4" w:rsidRDefault="00CF3FD4" w:rsidP="00CF3FD4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640"/>
      </w:tblGrid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NCBSender</w:t>
            </w:r>
          </w:p>
        </w:tc>
      </w:tr>
    </w:tbl>
    <w:p w:rsidR="00CF3FD4" w:rsidRPr="00CF3FD4" w:rsidRDefault="00CF3FD4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CF3FD4">
        <w:rPr>
          <w:rFonts w:asciiTheme="minorHAnsi" w:hAnsiTheme="minorHAnsi" w:cstheme="minorHAnsi"/>
        </w:rPr>
        <w:t xml:space="preserve">Test case </w:t>
      </w:r>
      <w:hyperlink r:id="rId36" w:tgtFrame="_blank" w:history="1">
        <w:r w:rsidRPr="00CF3FD4">
          <w:rPr>
            <w:rFonts w:asciiTheme="minorHAnsi" w:hAnsiTheme="minorHAnsi" w:cstheme="minorHAnsi"/>
          </w:rPr>
          <w:t>993</w:t>
        </w:r>
      </w:hyperlink>
      <w:r w:rsidRPr="00CF3FD4">
        <w:rPr>
          <w:rFonts w:asciiTheme="minorHAnsi" w:hAnsiTheme="minorHAnsi" w:cstheme="minorHAnsi"/>
        </w:rPr>
        <w:t>: Central Validation Failed, Attachment should not be forwarded to Destination</w:t>
      </w:r>
    </w:p>
    <w:p w:rsidR="00CF3FD4" w:rsidRDefault="00CF3FD4" w:rsidP="00CF3FD4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469"/>
        <w:gridCol w:w="3850"/>
        <w:gridCol w:w="2153"/>
        <w:gridCol w:w="2168"/>
      </w:tblGrid>
      <w:tr w:rsidR="00CF3FD4" w:rsidTr="00CF3FD4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@NCBSender upload in NCS-NDER-XML mailbox a valid archive files (.zip) containing a message file and attachments well named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Message file does not past the Schema Validation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color w:val="222222"/>
                <w:sz w:val="21"/>
                <w:szCs w:val="21"/>
                <w:shd w:val="clear" w:color="auto" w:fill="FFFFFF"/>
              </w:rPr>
              <w:t xml:space="preserve">RETURN_CODE_8713 </w:t>
            </w:r>
            <w:r>
              <w:rPr>
                <w:rFonts w:ascii="Segoe UI" w:hAnsi="Segoe UI" w:cs="Segoe UI"/>
                <w:sz w:val="20"/>
                <w:szCs w:val="20"/>
              </w:rPr>
              <w:t>set to X-0000-01 and data element COMMENT_8703 value set should be available in @NCBSender NCB_XXX_MSG mailbox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No message is distributed to Destination Nation </w:t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(@NCBDestination) NCB_XXX_MSG mailbox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attachment is distributed to Destination Nation (@NCBDestination) NCB_XXX_DOC mailbox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CF3FD4" w:rsidRDefault="00CF3FD4" w:rsidP="00CF3FD4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641"/>
        <w:gridCol w:w="4999"/>
      </w:tblGrid>
      <w:tr w:rsidR="00CF3FD4" w:rsidTr="00CF3FD4">
        <w:trPr>
          <w:gridAfter w:val="1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NCBSender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NCBDestination</w:t>
            </w:r>
          </w:p>
        </w:tc>
      </w:tr>
    </w:tbl>
    <w:p w:rsidR="00CF3FD4" w:rsidRPr="00CF3FD4" w:rsidRDefault="00CF3FD4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CF3FD4">
        <w:rPr>
          <w:rFonts w:asciiTheme="minorHAnsi" w:hAnsiTheme="minorHAnsi" w:cstheme="minorHAnsi"/>
        </w:rPr>
        <w:t xml:space="preserve">Test case </w:t>
      </w:r>
      <w:hyperlink r:id="rId37" w:tgtFrame="_blank" w:history="1">
        <w:r w:rsidRPr="00CF3FD4">
          <w:rPr>
            <w:rFonts w:asciiTheme="minorHAnsi" w:hAnsiTheme="minorHAnsi" w:cstheme="minorHAnsi"/>
          </w:rPr>
          <w:t>994</w:t>
        </w:r>
      </w:hyperlink>
      <w:r w:rsidRPr="00CF3FD4">
        <w:rPr>
          <w:rFonts w:asciiTheme="minorHAnsi" w:hAnsiTheme="minorHAnsi" w:cstheme="minorHAnsi"/>
        </w:rPr>
        <w:t>: Schema Validation failed, attachments should not be forwarded to Destination</w:t>
      </w:r>
    </w:p>
    <w:p w:rsidR="00CF3FD4" w:rsidRDefault="00CF3FD4" w:rsidP="00CF3FD4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469"/>
        <w:gridCol w:w="3850"/>
        <w:gridCol w:w="2153"/>
        <w:gridCol w:w="2168"/>
      </w:tblGrid>
      <w:tr w:rsidR="00CF3FD4" w:rsidTr="00CF3FD4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@NCBSender upload in NCS-NDER-XML mailbox a valid archive files (.zip) containing a message file with 2 containers having each attachments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Container 1 pasts the Central Validation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Container 2 does not past the Schema validation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color w:val="222222"/>
                <w:sz w:val="21"/>
                <w:szCs w:val="21"/>
                <w:shd w:val="clear" w:color="auto" w:fill="FFFFFF"/>
              </w:rPr>
              <w:t xml:space="preserve">RETURN_CODE_8713 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and COMMENT_8703 set should be available in @NCBSender NCB_XXX_MSG mailbox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 message containing Container 1 is distributed to Destination Nation (@NCBDestination) NCB_XXX_MSG mailbox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Attachments from Container 1 are distributed to Destination Nation (@NCBDestination) NCB_XXX_DOC mailbox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No message containing Container 2 should be distributed to Destination Nation </w:t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(@NCBDestination) NCB_XXX_MSG mailbox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Attachments from Container 2 should NOT be distributed to Destination Nation (@NCBDestination) NCB_XXX_DOC mailbox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CF3FD4" w:rsidRDefault="00CF3FD4" w:rsidP="00CF3FD4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641"/>
        <w:gridCol w:w="4999"/>
      </w:tblGrid>
      <w:tr w:rsidR="00CF3FD4" w:rsidTr="00CF3FD4">
        <w:trPr>
          <w:gridAfter w:val="1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NCBSender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NCBDestination</w:t>
            </w:r>
          </w:p>
        </w:tc>
      </w:tr>
    </w:tbl>
    <w:p w:rsidR="00CF3FD4" w:rsidRPr="00CF3FD4" w:rsidRDefault="00CF3FD4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CF3FD4">
        <w:rPr>
          <w:rFonts w:asciiTheme="minorHAnsi" w:hAnsiTheme="minorHAnsi" w:cstheme="minorHAnsi"/>
        </w:rPr>
        <w:t xml:space="preserve">Test case </w:t>
      </w:r>
      <w:hyperlink r:id="rId38" w:tgtFrame="_blank" w:history="1">
        <w:r w:rsidRPr="00CF3FD4">
          <w:rPr>
            <w:rFonts w:asciiTheme="minorHAnsi" w:hAnsiTheme="minorHAnsi" w:cstheme="minorHAnsi"/>
          </w:rPr>
          <w:t>1696</w:t>
        </w:r>
      </w:hyperlink>
      <w:r w:rsidRPr="00CF3FD4">
        <w:rPr>
          <w:rFonts w:asciiTheme="minorHAnsi" w:hAnsiTheme="minorHAnsi" w:cstheme="minorHAnsi"/>
        </w:rPr>
        <w:t>: Schema Validation Failed on Attachment name format - return code X-0000-07</w:t>
      </w:r>
    </w:p>
    <w:p w:rsidR="00CF3FD4" w:rsidRDefault="00CF3FD4" w:rsidP="00CF3FD4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4679"/>
        <w:gridCol w:w="1998"/>
        <w:gridCol w:w="1769"/>
      </w:tblGrid>
      <w:tr w:rsidR="00CF3FD4" w:rsidTr="00CF3FD4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@NCBSender upload in NCS-NDER-XML mailbox a valid archive files (.zip) containing a message file and attachments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Times New Roman" w:hAnsi="Times New Roman"/>
              </w:rPr>
            </w:pPr>
            <w:r>
              <w:t xml:space="preserve">Message file does not past the Central Validation due to the attacment name data element value which is not well formatted. </w:t>
            </w:r>
          </w:p>
          <w:p w:rsidR="00CF3FD4" w:rsidRDefault="00CF3FD4">
            <w:pPr>
              <w:textAlignment w:val="top"/>
            </w:pPr>
            <w:r>
              <w:t>Each attachment must be named with MessageID_AtachmentSerialNumber.extension</w:t>
            </w:r>
            <w:r>
              <w:br/>
            </w:r>
            <w:r>
              <w:br/>
              <w:t>Only extension .</w:t>
            </w:r>
            <w:r>
              <w:rPr>
                <w:sz w:val="22"/>
                <w:szCs w:val="22"/>
                <w:lang w:val="en-GB"/>
              </w:rPr>
              <w:t xml:space="preserve">jpeg, .jpg, .gif, .png, .pdf and.csv </w:t>
            </w:r>
            <w:r>
              <w:t>are allowed.</w:t>
            </w:r>
            <w:r>
              <w:br/>
              <w:t xml:space="preserve">Example of valid Attachment names for the messageID  FRAUSA2019-09-19_12: </w:t>
            </w:r>
            <w:r>
              <w:br/>
              <w:t> FRAUSA2019-09-19_12_1.pdf</w:t>
            </w:r>
            <w:r>
              <w:br/>
              <w:t> FRAUSA2019-09-19_12_2.pdf</w:t>
            </w:r>
            <w:r>
              <w:br/>
              <w:t> FRAUSA2019-09-19_12_3.pdf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 message containing an error container having data element: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- </w:t>
            </w:r>
            <w:r>
              <w:rPr>
                <w:rFonts w:ascii="Segoe UI" w:hAnsi="Segoe UI" w:cs="Segoe UI"/>
                <w:color w:val="222222"/>
                <w:sz w:val="21"/>
                <w:szCs w:val="21"/>
                <w:shd w:val="clear" w:color="auto" w:fill="FFFFFF"/>
              </w:rPr>
              <w:t xml:space="preserve">RETURN_CODE_8713 </w:t>
            </w:r>
            <w:r>
              <w:rPr>
                <w:rFonts w:ascii="Segoe UI" w:hAnsi="Segoe UI" w:cs="Segoe UI"/>
                <w:sz w:val="20"/>
                <w:szCs w:val="20"/>
              </w:rPr>
              <w:t>set to X-0000-07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COMMENT_8703 value set to "Attachment name is not valid"</w:t>
            </w:r>
            <w:r>
              <w:rPr>
                <w:rFonts w:ascii="Segoe UI" w:hAnsi="Segoe UI" w:cs="Segoe UI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 should be available in @NCBSender NCB_XXX_MSG mailbox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CF3FD4" w:rsidRDefault="00CF3FD4" w:rsidP="00CF3FD4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640"/>
      </w:tblGrid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CF3FD4" w:rsidTr="00CF3FD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FD4" w:rsidRDefault="00CF3FD4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NCBSender</w:t>
            </w:r>
          </w:p>
        </w:tc>
      </w:tr>
    </w:tbl>
    <w:p w:rsidR="00CF3FD4" w:rsidRDefault="00CF3FD4" w:rsidP="00953BDF">
      <w:pPr>
        <w:rPr>
          <w:rFonts w:ascii="Segoe UI" w:hAnsi="Segoe UI" w:cs="Segoe UI"/>
          <w:b/>
          <w:bCs/>
          <w:sz w:val="17"/>
          <w:szCs w:val="17"/>
        </w:rPr>
      </w:pPr>
    </w:p>
    <w:p w:rsidR="00953BDF" w:rsidRPr="00953BDF" w:rsidRDefault="00953BDF" w:rsidP="000477EE">
      <w:pPr>
        <w:pStyle w:val="Heading1"/>
        <w:numPr>
          <w:ilvl w:val="0"/>
          <w:numId w:val="1"/>
        </w:numPr>
        <w:rPr>
          <w:rFonts w:asciiTheme="minorHAnsi" w:hAnsiTheme="minorHAnsi" w:cstheme="minorHAnsi"/>
        </w:rPr>
      </w:pPr>
      <w:r w:rsidRPr="00953BDF">
        <w:rPr>
          <w:rFonts w:asciiTheme="minorHAnsi" w:hAnsiTheme="minorHAnsi" w:cstheme="minorHAnsi"/>
        </w:rPr>
        <w:t xml:space="preserve">Test suite </w:t>
      </w:r>
      <w:hyperlink r:id="rId39" w:anchor="planId=511&amp;suiteId=572" w:tgtFrame="_blank" w:history="1">
        <w:r w:rsidRPr="00953BDF">
          <w:rPr>
            <w:rFonts w:asciiTheme="minorHAnsi" w:hAnsiTheme="minorHAnsi" w:cstheme="minorHAnsi"/>
          </w:rPr>
          <w:t>572</w:t>
        </w:r>
      </w:hyperlink>
      <w:r w:rsidRPr="00953BDF">
        <w:rPr>
          <w:rFonts w:asciiTheme="minorHAnsi" w:hAnsiTheme="minorHAnsi" w:cstheme="minorHAnsi"/>
        </w:rPr>
        <w:t>: Stage 1 - Exchange NSN &amp; Error</w:t>
      </w:r>
    </w:p>
    <w:p w:rsidR="00953BDF" w:rsidRPr="00953BDF" w:rsidRDefault="00953BDF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953BDF">
        <w:rPr>
          <w:rFonts w:asciiTheme="minorHAnsi" w:hAnsiTheme="minorHAnsi" w:cstheme="minorHAnsi"/>
        </w:rPr>
        <w:t xml:space="preserve">Test case </w:t>
      </w:r>
      <w:hyperlink r:id="rId40" w:tgtFrame="_blank" w:history="1">
        <w:r w:rsidRPr="00953BDF">
          <w:rPr>
            <w:rFonts w:asciiTheme="minorHAnsi" w:hAnsiTheme="minorHAnsi" w:cstheme="minorHAnsi"/>
          </w:rPr>
          <w:t>603</w:t>
        </w:r>
      </w:hyperlink>
      <w:r w:rsidRPr="00953BDF">
        <w:rPr>
          <w:rFonts w:asciiTheme="minorHAnsi" w:hAnsiTheme="minorHAnsi" w:cstheme="minorHAnsi"/>
        </w:rPr>
        <w:t>: Exchange NSN without Users</w:t>
      </w:r>
    </w:p>
    <w:p w:rsidR="00DD40A9" w:rsidRDefault="00DD40A9" w:rsidP="00953BDF"/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  <w:lang w:eastAsia="en-US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469"/>
        <w:gridCol w:w="3850"/>
        <w:gridCol w:w="2153"/>
        <w:gridCol w:w="2168"/>
      </w:tblGrid>
      <w:tr w:rsidR="009F5102" w:rsidTr="009F5102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Connect to NMBS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message containing a container NSN (@NIIN @NSNSOwner @NIINStatusCode) with NO Users but the owner NCB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NSPA NTIR Database should be updated with the NSN Container version 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is distributed to NSN owner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MessageID, Container Serial Number and Action Serial Number should be stored in NACOMS Database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2436"/>
        <w:gridCol w:w="2717"/>
        <w:gridCol w:w="3487"/>
      </w:tblGrid>
      <w:tr w:rsidR="009F5102" w:rsidTr="009F5102">
        <w:trPr>
          <w:gridAfter w:val="2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NSNSOwner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NIINStatusCode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140100475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140100544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140310322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140000002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145951921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7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145922243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5</w:t>
            </w:r>
          </w:p>
        </w:tc>
      </w:tr>
    </w:tbl>
    <w:p w:rsidR="009F5102" w:rsidRPr="009F5102" w:rsidRDefault="009F5102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9F5102">
        <w:rPr>
          <w:rFonts w:asciiTheme="minorHAnsi" w:hAnsiTheme="minorHAnsi" w:cstheme="minorHAnsi"/>
        </w:rPr>
        <w:t xml:space="preserve">Test case </w:t>
      </w:r>
      <w:hyperlink r:id="rId41" w:tgtFrame="_blank" w:history="1">
        <w:r w:rsidRPr="009F5102">
          <w:rPr>
            <w:rFonts w:asciiTheme="minorHAnsi" w:hAnsiTheme="minorHAnsi" w:cstheme="minorHAnsi"/>
          </w:rPr>
          <w:t>604</w:t>
        </w:r>
      </w:hyperlink>
      <w:r w:rsidRPr="009F5102">
        <w:rPr>
          <w:rFonts w:asciiTheme="minorHAnsi" w:hAnsiTheme="minorHAnsi" w:cstheme="minorHAnsi"/>
        </w:rPr>
        <w:t>: Exchange NSN with multiple Users</w:t>
      </w:r>
    </w:p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469"/>
        <w:gridCol w:w="3850"/>
        <w:gridCol w:w="2153"/>
        <w:gridCol w:w="2168"/>
      </w:tblGrid>
      <w:tr w:rsidR="009F5102" w:rsidTr="009F5102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Connect to NMBS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message containing a container NSN (@NIIN @NSNOwner) with Users (@NSNUser) without attachment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NSPA NTIR Database should be updated with the NSN Container version 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 message is available in each user's mailbox (NCB_XXX_MSG)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is distributed to NSN owner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MessageID, Containers Serial Number and Action Serial Number should </w:t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be stored in NACOMS Database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460"/>
        <w:gridCol w:w="2560"/>
        <w:gridCol w:w="2620"/>
      </w:tblGrid>
      <w:tr w:rsidR="009F5102" w:rsidTr="009F5102">
        <w:trPr>
          <w:gridAfter w:val="2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NSNUser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NSNOwner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145953598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145953654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FRA, NZL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145930471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FRA, NZL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145898419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FRA, NZL, 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144398520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FRA, NZL, 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145676649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cstheme="minorBidi"/>
                <w:sz w:val="20"/>
                <w:szCs w:val="20"/>
              </w:rPr>
            </w:pPr>
          </w:p>
        </w:tc>
      </w:tr>
    </w:tbl>
    <w:p w:rsidR="009F5102" w:rsidRPr="009F5102" w:rsidRDefault="009F5102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9F5102">
        <w:rPr>
          <w:rFonts w:asciiTheme="minorHAnsi" w:hAnsiTheme="minorHAnsi" w:cstheme="minorHAnsi"/>
        </w:rPr>
        <w:t xml:space="preserve">Test case </w:t>
      </w:r>
      <w:hyperlink r:id="rId42" w:tgtFrame="_blank" w:history="1">
        <w:r w:rsidRPr="009F5102">
          <w:rPr>
            <w:rFonts w:asciiTheme="minorHAnsi" w:hAnsiTheme="minorHAnsi" w:cstheme="minorHAnsi"/>
          </w:rPr>
          <w:t>982</w:t>
        </w:r>
      </w:hyperlink>
      <w:r w:rsidRPr="009F5102">
        <w:rPr>
          <w:rFonts w:asciiTheme="minorHAnsi" w:hAnsiTheme="minorHAnsi" w:cstheme="minorHAnsi"/>
        </w:rPr>
        <w:t>: Exchange solicited NSN with multiple Users</w:t>
      </w:r>
    </w:p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3178"/>
        <w:gridCol w:w="3574"/>
        <w:gridCol w:w="1694"/>
      </w:tblGrid>
      <w:tr w:rsidR="009F5102" w:rsidTr="009F5102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containing: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a message containing a NSN container from @Source to @Destination in reply to a request (@InboundMessageID, @InboundContainerSN, @InboundActionSN)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The NSN (@NIIN) as multiple Users (@NSNUser)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NSPA NTIR Database should be updated with the NSN Container version 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The initial message is forwarded to @Destination with the data element REQUESTED_ACTION_SERIAL_NUMBERs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The NSN Container should be available in each user's mailbox (NCB_XXX_MSG) </w:t>
            </w: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>without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the data element REQUESTED_ACTION_SERIAL_NUMBERs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MessageID, Containers Serial Number and Action Serial Number should be stored in NACOMS Database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655"/>
        <w:gridCol w:w="1027"/>
        <w:gridCol w:w="992"/>
        <w:gridCol w:w="830"/>
        <w:gridCol w:w="1708"/>
        <w:gridCol w:w="1846"/>
        <w:gridCol w:w="1582"/>
      </w:tblGrid>
      <w:tr w:rsidR="009F5102" w:rsidTr="009F5102">
        <w:trPr>
          <w:gridAfter w:val="6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NSNUser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InboundMessageID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InboundContainerSN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InboundActionSN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145676643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FRA, NOR, NZL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NORFRA2019-09-17_60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</w:tr>
    </w:tbl>
    <w:p w:rsidR="009F5102" w:rsidRPr="009F5102" w:rsidRDefault="009F5102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9F5102">
        <w:rPr>
          <w:rFonts w:asciiTheme="minorHAnsi" w:hAnsiTheme="minorHAnsi" w:cstheme="minorHAnsi"/>
        </w:rPr>
        <w:t xml:space="preserve">Test case </w:t>
      </w:r>
      <w:hyperlink r:id="rId43" w:tgtFrame="_blank" w:history="1">
        <w:r w:rsidRPr="009F5102">
          <w:rPr>
            <w:rFonts w:asciiTheme="minorHAnsi" w:hAnsiTheme="minorHAnsi" w:cstheme="minorHAnsi"/>
          </w:rPr>
          <w:t>1015</w:t>
        </w:r>
      </w:hyperlink>
      <w:r w:rsidRPr="009F5102">
        <w:rPr>
          <w:rFonts w:asciiTheme="minorHAnsi" w:hAnsiTheme="minorHAnsi" w:cstheme="minorHAnsi"/>
        </w:rPr>
        <w:t>: Exchange NSN with multiple Users to reply to Interrogate NSN Container</w:t>
      </w:r>
    </w:p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469"/>
        <w:gridCol w:w="3850"/>
        <w:gridCol w:w="2153"/>
        <w:gridCol w:w="2168"/>
      </w:tblGrid>
      <w:tr w:rsidR="009F5102" w:rsidTr="009F5102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Connect to NMBS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message containing a container NSN (@NIIN @NSNOwner) with Users (@NSNUser) without attachment in reply to a INTERROGATE NSN Container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NSPA NTIR Database should be updated with the NSN Container version if the last Update Date is more recent.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The message is broadcasted in @Destination mailbox (NCB_XXX_MSG)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is distributed to NSN owner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</w:p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is distributed to NSN users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MessageID, Containers Serial Number and Action Serial Number should be stored in NACOMS Database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159"/>
        <w:gridCol w:w="2632"/>
        <w:gridCol w:w="2154"/>
        <w:gridCol w:w="2695"/>
      </w:tblGrid>
      <w:tr w:rsidR="009F5102" w:rsidTr="009F5102">
        <w:trPr>
          <w:gridAfter w:val="3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NSNOwner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NSNUser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</w:tr>
    </w:tbl>
    <w:p w:rsidR="009F5102" w:rsidRPr="009F5102" w:rsidRDefault="009F5102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9F5102">
        <w:rPr>
          <w:rFonts w:asciiTheme="minorHAnsi" w:hAnsiTheme="minorHAnsi" w:cstheme="minorHAnsi"/>
        </w:rPr>
        <w:t xml:space="preserve">Test case </w:t>
      </w:r>
      <w:hyperlink r:id="rId44" w:tgtFrame="_blank" w:history="1">
        <w:r w:rsidRPr="009F5102">
          <w:rPr>
            <w:rFonts w:asciiTheme="minorHAnsi" w:hAnsiTheme="minorHAnsi" w:cstheme="minorHAnsi"/>
          </w:rPr>
          <w:t>571</w:t>
        </w:r>
      </w:hyperlink>
      <w:r w:rsidRPr="009F5102">
        <w:rPr>
          <w:rFonts w:asciiTheme="minorHAnsi" w:hAnsiTheme="minorHAnsi" w:cstheme="minorHAnsi"/>
        </w:rPr>
        <w:t>: Exchange NSN with invalid schema (node content error) - Return Code X-0000-01</w:t>
      </w:r>
    </w:p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409"/>
        <w:gridCol w:w="3790"/>
        <w:gridCol w:w="2333"/>
        <w:gridCol w:w="2108"/>
      </w:tblGrid>
      <w:tr w:rsidR="009F5102" w:rsidTr="009F5102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Connect to NMBS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Upload a message containin a NSN (@NIIN, @NSNowner) container with an </w:t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invalid length(@OriginalValue) node (@DataElementName).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 xml:space="preserve">A message containing an error container having data element </w:t>
            </w:r>
            <w:r>
              <w:rPr>
                <w:rFonts w:ascii="Segoe UI" w:hAnsi="Segoe UI" w:cs="Segoe UI"/>
                <w:color w:val="222222"/>
                <w:sz w:val="21"/>
                <w:szCs w:val="21"/>
                <w:shd w:val="clear" w:color="auto" w:fill="FFFFFF"/>
              </w:rPr>
              <w:lastRenderedPageBreak/>
              <w:t xml:space="preserve">RETURN_CODE_8713 </w:t>
            </w:r>
            <w:r>
              <w:rPr>
                <w:rFonts w:ascii="Segoe UI" w:hAnsi="Segoe UI" w:cs="Segoe UI"/>
                <w:sz w:val="20"/>
                <w:szCs w:val="20"/>
              </w:rPr>
              <w:t>set to X-0000-01 and data element COMMENT_8703 value set to "The &lt;ElementName&gt; is invalid - the &lt;ErrorSource&gt; is invalid according to &lt;SchemaDefinitionUsed&gt; - The actual &lt;ErrorType&gt; &lt;ErrorReference&gt;" should be available in NSN owner NCB_XXX_MSG mailbox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is distributed to NSN users (@NSNUsers)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804"/>
        <w:gridCol w:w="1391"/>
        <w:gridCol w:w="1147"/>
        <w:gridCol w:w="1023"/>
        <w:gridCol w:w="1275"/>
      </w:tblGrid>
      <w:tr w:rsidR="009F5102" w:rsidTr="009F5102">
        <w:trPr>
          <w:gridAfter w:val="4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DataElementName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NSNUsers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NSNowner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OriginalValue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ITEM_NAME_CODE_4080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FRA, NZL, 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144536049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1234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NIIN_STATUS_CODE_2670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FRA, NZL, 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145193292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11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DATE_NIIN_ASSIGNED_2180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FRA, NZL, 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145676637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123-02-02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DATE_LAST_CHANGE_NIIN_RECORD_8712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FRA, NZL, 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145676639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123-02-02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NON_APPROVED_ITEM_NAME_5020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FRA, NZL, 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145676641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TII_CODE_4820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FRA, NZL, 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145676642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RPDMR_CODE_4765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FRA, NZL, 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145676643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NSC_3990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FRA, NZL, 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145676644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NIIN_4000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FRA, NZL, 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1456766405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CPV_CODE_9569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FRA, NZL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142128174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HARMONIZED_SYSTEM_CODE_9571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FRA, NZL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142976451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SCHEDULE_B_0435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FRA, NZL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143112982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USER_CTR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FRA, NZL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144278075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cstheme="minorBidi"/>
                <w:sz w:val="20"/>
                <w:szCs w:val="20"/>
              </w:rPr>
            </w:pPr>
          </w:p>
        </w:tc>
      </w:tr>
    </w:tbl>
    <w:p w:rsidR="009F5102" w:rsidRPr="009F5102" w:rsidRDefault="009F5102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9F5102">
        <w:rPr>
          <w:rFonts w:asciiTheme="minorHAnsi" w:hAnsiTheme="minorHAnsi" w:cstheme="minorHAnsi"/>
        </w:rPr>
        <w:t xml:space="preserve">Test case </w:t>
      </w:r>
      <w:hyperlink r:id="rId45" w:tgtFrame="_blank" w:history="1">
        <w:r w:rsidRPr="009F5102">
          <w:rPr>
            <w:rFonts w:asciiTheme="minorHAnsi" w:hAnsiTheme="minorHAnsi" w:cstheme="minorHAnsi"/>
          </w:rPr>
          <w:t>641</w:t>
        </w:r>
      </w:hyperlink>
      <w:r w:rsidRPr="009F5102">
        <w:rPr>
          <w:rFonts w:asciiTheme="minorHAnsi" w:hAnsiTheme="minorHAnsi" w:cstheme="minorHAnsi"/>
        </w:rPr>
        <w:t xml:space="preserve">: Exchange NSN with invalid schema (node structure error) X-0000-01 </w:t>
      </w:r>
    </w:p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24"/>
        <w:gridCol w:w="3706"/>
        <w:gridCol w:w="2587"/>
        <w:gridCol w:w="2023"/>
      </w:tblGrid>
      <w:tr w:rsidR="009F5102" w:rsidTr="009F5102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Connect to NMBS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Upload a message containing a NSN (@NIIN) container with an invalid node </w:t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name (@ExpectDataElementName, @InvalidDataElementName)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 xml:space="preserve">A message containing an error container having data </w:t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 xml:space="preserve">element </w:t>
            </w:r>
            <w:r>
              <w:rPr>
                <w:rFonts w:ascii="Segoe UI" w:hAnsi="Segoe UI" w:cs="Segoe UI"/>
                <w:color w:val="222222"/>
                <w:sz w:val="21"/>
                <w:szCs w:val="21"/>
                <w:shd w:val="clear" w:color="auto" w:fill="FFFFFF"/>
              </w:rPr>
              <w:t xml:space="preserve">RETURN_CODE_8713 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set to X-0000-01 and data element COMMENT_8703 value set to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 "The Element &lt;ElementName&gt; has invalid child element &lt;ChildName&gt;. List of possible elements expected: &lt;SchemaCompliantNodes&gt;"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should be available in NSN owner (@NSNOwner)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is distributed to NSN users (@NSNUsers)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067"/>
        <w:gridCol w:w="3076"/>
        <w:gridCol w:w="777"/>
        <w:gridCol w:w="845"/>
        <w:gridCol w:w="875"/>
      </w:tblGrid>
      <w:tr w:rsidR="009F5102" w:rsidTr="009F5102">
        <w:trPr>
          <w:gridAfter w:val="4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ExpectDataElementName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InvalidDataElementName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NSNUsers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NSNOwner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NIIN_4000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FRA, NZL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144377038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NIIN_STATUS_CODE_2670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NIIN_STATUS_CODE_2680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FRA, NZL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144382603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DATE_LAST_CHANGE_NIIN_RECORD_8712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 w:rsidP="000477EE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DATE_LAST_CHANGE_NIIN_RECORD_</w:t>
            </w:r>
            <w:r w:rsidR="000477EE">
              <w:rPr>
                <w:rFonts w:ascii="Segoe UI" w:hAnsi="Segoe UI" w:cs="Segoe UI"/>
                <w:sz w:val="20"/>
                <w:szCs w:val="20"/>
              </w:rPr>
              <w:t>XXX1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FRA, NZL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144415403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USERs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USER_CTRs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FRA, NZL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144471902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ReferenceDatas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ReferenceDatas_XXXX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FRA, NZL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144498277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</w:tr>
    </w:tbl>
    <w:p w:rsidR="009F5102" w:rsidRPr="009F5102" w:rsidRDefault="009F5102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9F5102">
        <w:rPr>
          <w:rFonts w:asciiTheme="minorHAnsi" w:hAnsiTheme="minorHAnsi" w:cstheme="minorHAnsi"/>
        </w:rPr>
        <w:t xml:space="preserve">Test case </w:t>
      </w:r>
      <w:hyperlink r:id="rId46" w:tgtFrame="_blank" w:history="1">
        <w:r w:rsidRPr="009F5102">
          <w:rPr>
            <w:rFonts w:asciiTheme="minorHAnsi" w:hAnsiTheme="minorHAnsi" w:cstheme="minorHAnsi"/>
          </w:rPr>
          <w:t>642</w:t>
        </w:r>
      </w:hyperlink>
      <w:r w:rsidRPr="009F5102">
        <w:rPr>
          <w:rFonts w:asciiTheme="minorHAnsi" w:hAnsiTheme="minorHAnsi" w:cstheme="minorHAnsi"/>
        </w:rPr>
        <w:t>: Exchange NSN with invalid schema (Tag closure) - Return Code E-XXXX-05</w:t>
      </w:r>
    </w:p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469"/>
        <w:gridCol w:w="3850"/>
        <w:gridCol w:w="2153"/>
        <w:gridCol w:w="2168"/>
      </w:tblGrid>
      <w:tr w:rsidR="009F5102" w:rsidTr="009F5102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Connect to NMBS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message containing a NSN (@NIIN) container with invalid node tag structure (@DataElementNameInError)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color w:val="222222"/>
                <w:sz w:val="21"/>
                <w:szCs w:val="21"/>
                <w:shd w:val="clear" w:color="auto" w:fill="FFFFFF"/>
              </w:rPr>
              <w:t xml:space="preserve">RETURN_CODE_8713 </w:t>
            </w:r>
            <w:r>
              <w:rPr>
                <w:rFonts w:ascii="Segoe UI" w:hAnsi="Segoe UI" w:cs="Segoe UI"/>
                <w:sz w:val="20"/>
                <w:szCs w:val="20"/>
              </w:rPr>
              <w:t>set to X-0000-05 and data element COMMENT_8703 value set to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 "Expecting end tag </w:t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&lt;ElementName&gt;" 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should be available in NSN owner (@NSNOwner)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is distributed to NSN users (@NSNUsers)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752"/>
        <w:gridCol w:w="1523"/>
        <w:gridCol w:w="1660"/>
        <w:gridCol w:w="1705"/>
      </w:tblGrid>
      <w:tr w:rsidR="009F5102" w:rsidTr="009F5102">
        <w:trPr>
          <w:gridAfter w:val="3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DataElementNameInError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NSNUsers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NSNOwner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NSN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FRA, NZL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144504214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NIIN_4000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FRA, NZL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144516890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USERs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FRA, NZL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144530590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ReferenceDatas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FRA, NZL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144534490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</w:tr>
    </w:tbl>
    <w:p w:rsidR="009F5102" w:rsidRPr="009F5102" w:rsidRDefault="009F5102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9F5102">
        <w:rPr>
          <w:rFonts w:asciiTheme="minorHAnsi" w:hAnsiTheme="minorHAnsi" w:cstheme="minorHAnsi"/>
        </w:rPr>
        <w:t xml:space="preserve">Test case </w:t>
      </w:r>
      <w:hyperlink r:id="rId47" w:tgtFrame="_blank" w:history="1">
        <w:r w:rsidRPr="009F5102">
          <w:rPr>
            <w:rFonts w:asciiTheme="minorHAnsi" w:hAnsiTheme="minorHAnsi" w:cstheme="minorHAnsi"/>
          </w:rPr>
          <w:t>780</w:t>
        </w:r>
      </w:hyperlink>
      <w:r w:rsidRPr="009F5102">
        <w:rPr>
          <w:rFonts w:asciiTheme="minorHAnsi" w:hAnsiTheme="minorHAnsi" w:cstheme="minorHAnsi"/>
        </w:rPr>
        <w:t>: Exchange NSN Container - Schema Validation Failed</w:t>
      </w:r>
    </w:p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469"/>
        <w:gridCol w:w="3850"/>
        <w:gridCol w:w="2153"/>
        <w:gridCol w:w="2168"/>
      </w:tblGrid>
      <w:tr w:rsidR="009F5102" w:rsidTr="009F5102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Connect to NMBS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message from @Source to @Destination containing 1 NSN which will fail schema validation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color w:val="222222"/>
                <w:sz w:val="21"/>
                <w:szCs w:val="21"/>
                <w:shd w:val="clear" w:color="auto" w:fill="FFFFFF"/>
              </w:rPr>
              <w:t xml:space="preserve">RETURN_CODE_8713 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set to X-0000-01 and data element COMMENT_8703 value set to "" </w:t>
            </w:r>
          </w:p>
          <w:p w:rsidR="009F5102" w:rsidRDefault="009F5102">
            <w:pPr>
              <w:spacing w:before="40" w:after="40"/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should be available in @Source NCB_XXX_MSG mailbox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NSPA NTIR Database should NOT be updated with the NSN Container version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is distributed to NSN users (@NSNUsers)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063"/>
        <w:gridCol w:w="2116"/>
        <w:gridCol w:w="3461"/>
      </w:tblGrid>
      <w:tr w:rsidR="009F5102" w:rsidTr="009F5102">
        <w:trPr>
          <w:gridAfter w:val="2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NSNUsers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FRA, 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NCS</w:t>
            </w:r>
          </w:p>
        </w:tc>
      </w:tr>
    </w:tbl>
    <w:p w:rsidR="009F5102" w:rsidRPr="009F5102" w:rsidRDefault="009F5102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9F5102">
        <w:rPr>
          <w:rFonts w:asciiTheme="minorHAnsi" w:hAnsiTheme="minorHAnsi" w:cstheme="minorHAnsi"/>
        </w:rPr>
        <w:lastRenderedPageBreak/>
        <w:t xml:space="preserve">Test case </w:t>
      </w:r>
      <w:hyperlink r:id="rId48" w:tgtFrame="_blank" w:history="1">
        <w:r w:rsidRPr="009F5102">
          <w:rPr>
            <w:rFonts w:asciiTheme="minorHAnsi" w:hAnsiTheme="minorHAnsi" w:cstheme="minorHAnsi"/>
          </w:rPr>
          <w:t>651</w:t>
        </w:r>
      </w:hyperlink>
      <w:r w:rsidRPr="009F5102">
        <w:rPr>
          <w:rFonts w:asciiTheme="minorHAnsi" w:hAnsiTheme="minorHAnsi" w:cstheme="minorHAnsi"/>
        </w:rPr>
        <w:t>: Exchange NSN with a NIIN not owned by the Source Code - RETURN CODE E-4000-16</w:t>
      </w:r>
    </w:p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469"/>
        <w:gridCol w:w="3850"/>
        <w:gridCol w:w="2153"/>
        <w:gridCol w:w="2168"/>
      </w:tblGrid>
      <w:tr w:rsidR="009F5102" w:rsidTr="009F5102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Connect to NMBS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message containing an unsolicited change NSN (@NIIN) container for which the @SOURCE_CODE_8709 value is not matching the NIIN owner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color w:val="0000FF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- </w:t>
            </w:r>
            <w:r>
              <w:rPr>
                <w:rFonts w:ascii="Segoe UI" w:hAnsi="Segoe UI" w:cs="Segoe UI"/>
                <w:color w:val="222222"/>
                <w:sz w:val="21"/>
                <w:szCs w:val="21"/>
                <w:shd w:val="clear" w:color="auto" w:fill="FFFFFF"/>
              </w:rPr>
              <w:t xml:space="preserve">RETURN_CODE_8713 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set to E-4000-16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COMMENT_8703 value set to "NIIN first letters does not match any NCB code</w:t>
            </w:r>
            <w:r>
              <w:rPr>
                <w:rFonts w:ascii="Segoe UI" w:hAnsi="Segoe UI" w:cs="Segoe UI"/>
                <w:color w:val="0000FF"/>
                <w:sz w:val="20"/>
                <w:szCs w:val="20"/>
              </w:rPr>
              <w:t>" </w:t>
            </w:r>
            <w:r>
              <w:rPr>
                <w:rFonts w:ascii="Segoe UI" w:hAnsi="Segoe UI" w:cs="Segoe UI"/>
                <w:color w:val="0000FF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0000FF"/>
                <w:sz w:val="20"/>
                <w:szCs w:val="20"/>
              </w:rPr>
              <w:br/>
              <w:t> should be available in Source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color w:val="0000FF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NSPA NTIR Database should NOT be updated with the NSN Container version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is distributed to NSN users (@NSNUsers)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2289"/>
        <w:gridCol w:w="2085"/>
        <w:gridCol w:w="4266"/>
      </w:tblGrid>
      <w:tr w:rsidR="009F5102" w:rsidTr="009F5102">
        <w:trPr>
          <w:gridAfter w:val="2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NSNUsers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SOURCE_CODE_8709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144756366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FRA, NZL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</w:tr>
    </w:tbl>
    <w:p w:rsidR="009F5102" w:rsidRPr="009F5102" w:rsidRDefault="009F5102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9F5102">
        <w:rPr>
          <w:rFonts w:asciiTheme="minorHAnsi" w:hAnsiTheme="minorHAnsi" w:cstheme="minorHAnsi"/>
        </w:rPr>
        <w:t xml:space="preserve">Test case </w:t>
      </w:r>
      <w:hyperlink r:id="rId49" w:tgtFrame="_blank" w:history="1">
        <w:r w:rsidRPr="009F5102">
          <w:rPr>
            <w:rFonts w:asciiTheme="minorHAnsi" w:hAnsiTheme="minorHAnsi" w:cstheme="minorHAnsi"/>
          </w:rPr>
          <w:t>715</w:t>
        </w:r>
      </w:hyperlink>
      <w:r w:rsidRPr="009F5102">
        <w:rPr>
          <w:rFonts w:asciiTheme="minorHAnsi" w:hAnsiTheme="minorHAnsi" w:cstheme="minorHAnsi"/>
        </w:rPr>
        <w:t>: Exchange NSN having NCS as destination and a Original Request MessageID - return code E-XXXX-36</w:t>
      </w:r>
    </w:p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1"/>
        <w:gridCol w:w="3609"/>
        <w:gridCol w:w="3676"/>
        <w:gridCol w:w="1164"/>
      </w:tblGrid>
      <w:tr w:rsidR="009F5102" w:rsidTr="009F5102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Connect to NMBS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Upload a message containin a NSN container with NCS as Destination and a valid Original Request MessageID (REQUESTED_ACTION_SERIAL_NUMBERs)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 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 - RETURN_CODE_8713 set to E-XXXX-36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- DATA_ELEMENT_8714 set to REQUESTED_ACTION_SERIAL_NUMBERs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- </w:t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ORIGINAL_DATA_ELEMENT_VALUE_8715 set to REQUESTED_ACTION_SERIAL_NUMBERs / MESSAGE_ID_8720 value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COMMENT_8703 value set to "Destination Code is not allowing REQUESTED_ACTION_SERIAL_NUMBERs"  </w:t>
            </w:r>
            <w:r>
              <w:rPr>
                <w:rFonts w:ascii="Segoe UI" w:hAnsi="Segoe UI" w:cs="Segoe UI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sz w:val="20"/>
                <w:szCs w:val="20"/>
              </w:rPr>
              <w:br/>
              <w:t>should be available in NSN owner NCB_XXX_MSG mailbox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NSPA NTIR Database should NOT be updated with the NSN Container version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is distributed to NSN users 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9F5102" w:rsidRPr="009F5102" w:rsidRDefault="009F5102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9F5102">
        <w:rPr>
          <w:rFonts w:asciiTheme="minorHAnsi" w:hAnsiTheme="minorHAnsi" w:cstheme="minorHAnsi"/>
        </w:rPr>
        <w:t xml:space="preserve">Test case </w:t>
      </w:r>
      <w:hyperlink r:id="rId50" w:tgtFrame="_blank" w:history="1">
        <w:r w:rsidRPr="009F5102">
          <w:rPr>
            <w:rFonts w:asciiTheme="minorHAnsi" w:hAnsiTheme="minorHAnsi" w:cstheme="minorHAnsi"/>
          </w:rPr>
          <w:t>867</w:t>
        </w:r>
      </w:hyperlink>
      <w:r w:rsidRPr="009F5102">
        <w:rPr>
          <w:rFonts w:asciiTheme="minorHAnsi" w:hAnsiTheme="minorHAnsi" w:cstheme="minorHAnsi"/>
        </w:rPr>
        <w:t>: Exchange NSN Container - Central Validation failed on Character Set - Return Code E-XXXX-21</w:t>
      </w:r>
    </w:p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91"/>
        <w:gridCol w:w="3772"/>
        <w:gridCol w:w="2387"/>
        <w:gridCol w:w="2090"/>
      </w:tblGrid>
      <w:tr w:rsidR="009F5102" w:rsidTr="009F5102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b/>
                <w:bCs/>
                <w:i/>
                <w:iCs/>
                <w:strike/>
                <w:sz w:val="20"/>
                <w:szCs w:val="20"/>
                <w:u w:val="single"/>
                <w:vertAlign w:val="superscript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containing: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- a message containing a NSN container from @Source to @Destination having a Central issue (Character Set) on a Data Element (@DataElement) having an invalid value (@OriginalDataElementValue) </w:t>
            </w:r>
            <w:r>
              <w:rPr>
                <w:rFonts w:ascii="Segoe UI" w:hAnsi="Segoe UI" w:cs="Segoe UI"/>
                <w:sz w:val="20"/>
                <w:szCs w:val="20"/>
                <w:shd w:val="clear" w:color="auto" w:fill="FCF6EF"/>
              </w:rPr>
              <w:t>with error code @ErrorCode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color w:val="222222"/>
                <w:sz w:val="21"/>
                <w:szCs w:val="21"/>
                <w:shd w:val="clear" w:color="auto" w:fill="FFFFFF"/>
              </w:rPr>
              <w:t xml:space="preserve">RETURN_CODE_8713 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set to </w:t>
            </w:r>
            <w:r>
              <w:rPr>
                <w:rFonts w:ascii="Segoe UI" w:hAnsi="Segoe UI" w:cs="Segoe UI"/>
                <w:sz w:val="20"/>
                <w:szCs w:val="20"/>
                <w:shd w:val="clear" w:color="auto" w:fill="FCF6EF"/>
              </w:rPr>
              <w:t>@ErrorCode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should be available in source (@Source) NCB_XXX_MSG mailbox.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is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686"/>
        <w:gridCol w:w="1080"/>
        <w:gridCol w:w="3477"/>
        <w:gridCol w:w="2402"/>
        <w:gridCol w:w="995"/>
      </w:tblGrid>
      <w:tr w:rsidR="009F5102" w:rsidTr="009F5102">
        <w:trPr>
          <w:gridAfter w:val="4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OriginalDataElementValue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ErrorCode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CLEAR_REPLY_4128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10 bvD ,¥,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E-4128-21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NON_APPROVED_ITEM_NAME_5020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My ¥ Item Name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E-5020-21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REFERENCE_NUMBER_8733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12-FG-23¥32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E-8733-21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SUPPLEMENTAL_INSTRUCTIONS_5174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23¥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E-5174-21</w:t>
            </w:r>
          </w:p>
        </w:tc>
      </w:tr>
    </w:tbl>
    <w:p w:rsidR="009F5102" w:rsidRPr="009F5102" w:rsidRDefault="009F5102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9F5102">
        <w:rPr>
          <w:rFonts w:asciiTheme="minorHAnsi" w:hAnsiTheme="minorHAnsi" w:cstheme="minorHAnsi"/>
        </w:rPr>
        <w:t xml:space="preserve">Test case </w:t>
      </w:r>
      <w:hyperlink r:id="rId51" w:tgtFrame="_blank" w:history="1">
        <w:r w:rsidRPr="009F5102">
          <w:rPr>
            <w:rFonts w:asciiTheme="minorHAnsi" w:hAnsiTheme="minorHAnsi" w:cstheme="minorHAnsi"/>
          </w:rPr>
          <w:t>732</w:t>
        </w:r>
      </w:hyperlink>
      <w:r w:rsidRPr="009F5102">
        <w:rPr>
          <w:rFonts w:asciiTheme="minorHAnsi" w:hAnsiTheme="minorHAnsi" w:cstheme="minorHAnsi"/>
        </w:rPr>
        <w:t>: Exchange NSN Container - Central Validation failed - Return Code E-XXXX-18</w:t>
      </w:r>
    </w:p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91"/>
        <w:gridCol w:w="3772"/>
        <w:gridCol w:w="2387"/>
        <w:gridCol w:w="2090"/>
      </w:tblGrid>
      <w:tr w:rsidR="009F5102" w:rsidTr="009F5102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 a message containing a NSN container from @Source to @Destination having a Central issue on a Data Element (@DataElement) having an invalid value (@OriginalDataElementValue)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color w:val="222222"/>
                <w:sz w:val="21"/>
                <w:szCs w:val="21"/>
                <w:shd w:val="clear" w:color="auto" w:fill="FFFFFF"/>
              </w:rPr>
              <w:t xml:space="preserve">RETURN_CODE_8713 </w:t>
            </w:r>
            <w:r>
              <w:rPr>
                <w:rFonts w:ascii="Segoe UI" w:hAnsi="Segoe UI" w:cs="Segoe UI"/>
                <w:sz w:val="20"/>
                <w:szCs w:val="20"/>
              </w:rPr>
              <w:t>set to @ReturnCode should be available in source (@Source) NCB_XXX_MSG mailbox.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is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743"/>
        <w:gridCol w:w="1173"/>
        <w:gridCol w:w="2877"/>
        <w:gridCol w:w="2611"/>
        <w:gridCol w:w="1236"/>
      </w:tblGrid>
      <w:tr w:rsidR="009F5102" w:rsidTr="009F5102">
        <w:trPr>
          <w:gridAfter w:val="4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OriginalDataElementValue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ReturnCode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REQUEST_MESSAGE_ID_8720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not present or empty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E-8720-18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cstheme="minorBidi"/>
                <w:sz w:val="20"/>
                <w:szCs w:val="20"/>
              </w:rPr>
            </w:pPr>
          </w:p>
        </w:tc>
      </w:tr>
    </w:tbl>
    <w:p w:rsidR="009F5102" w:rsidRPr="009F5102" w:rsidRDefault="009F5102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9F5102">
        <w:rPr>
          <w:rFonts w:asciiTheme="minorHAnsi" w:hAnsiTheme="minorHAnsi" w:cstheme="minorHAnsi"/>
        </w:rPr>
        <w:t xml:space="preserve">Test case </w:t>
      </w:r>
      <w:hyperlink r:id="rId52" w:tgtFrame="_blank" w:history="1">
        <w:r w:rsidRPr="009F5102">
          <w:rPr>
            <w:rFonts w:asciiTheme="minorHAnsi" w:hAnsiTheme="minorHAnsi" w:cstheme="minorHAnsi"/>
          </w:rPr>
          <w:t>733</w:t>
        </w:r>
      </w:hyperlink>
      <w:r w:rsidRPr="009F5102">
        <w:rPr>
          <w:rFonts w:asciiTheme="minorHAnsi" w:hAnsiTheme="minorHAnsi" w:cstheme="minorHAnsi"/>
        </w:rPr>
        <w:t>: Exchange NSN Container - Central Validation failed - Return Code E-XXXX-13</w:t>
      </w:r>
    </w:p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91"/>
        <w:gridCol w:w="3772"/>
        <w:gridCol w:w="2387"/>
        <w:gridCol w:w="2090"/>
      </w:tblGrid>
      <w:tr w:rsidR="009F5102" w:rsidTr="009F5102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containing: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a message containing a NSN container from @Source to @Destination having a Central issue on a Data Element (@DataElement) having an invalid value (@OriginalDataElementValue)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color w:val="222222"/>
                <w:sz w:val="21"/>
                <w:szCs w:val="21"/>
                <w:shd w:val="clear" w:color="auto" w:fill="FFFFFF"/>
              </w:rPr>
              <w:t xml:space="preserve">RETURN_CODE_8713 </w:t>
            </w:r>
            <w:r>
              <w:rPr>
                <w:rFonts w:ascii="Segoe UI" w:hAnsi="Segoe UI" w:cs="Segoe UI"/>
                <w:sz w:val="20"/>
                <w:szCs w:val="20"/>
              </w:rPr>
              <w:t>set to @ReturnCode should be available in source (@Source) NCB_XXX_MSG mailbox.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is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701"/>
        <w:gridCol w:w="1105"/>
        <w:gridCol w:w="3211"/>
        <w:gridCol w:w="2458"/>
        <w:gridCol w:w="1165"/>
      </w:tblGrid>
      <w:tr w:rsidR="009F5102" w:rsidTr="009F5102">
        <w:trPr>
          <w:gridAfter w:val="4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OriginalDataElementValue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ReturnCode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USER_CTR_3408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CZF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E-3408-13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NCS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OUTBOUND_CONTAINER_ID_8736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FRANCS2020-02-13_85_1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E-8736-13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cstheme="minorBidi"/>
                <w:sz w:val="20"/>
                <w:szCs w:val="20"/>
              </w:rPr>
            </w:pPr>
          </w:p>
        </w:tc>
      </w:tr>
    </w:tbl>
    <w:p w:rsidR="009F5102" w:rsidRPr="009F5102" w:rsidRDefault="009F5102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9F5102">
        <w:rPr>
          <w:rFonts w:asciiTheme="minorHAnsi" w:hAnsiTheme="minorHAnsi" w:cstheme="minorHAnsi"/>
        </w:rPr>
        <w:t xml:space="preserve">Test case </w:t>
      </w:r>
      <w:hyperlink r:id="rId53" w:tgtFrame="_blank" w:history="1">
        <w:r w:rsidRPr="009F5102">
          <w:rPr>
            <w:rFonts w:asciiTheme="minorHAnsi" w:hAnsiTheme="minorHAnsi" w:cstheme="minorHAnsi"/>
          </w:rPr>
          <w:t>992</w:t>
        </w:r>
      </w:hyperlink>
      <w:r w:rsidRPr="009F5102">
        <w:rPr>
          <w:rFonts w:asciiTheme="minorHAnsi" w:hAnsiTheme="minorHAnsi" w:cstheme="minorHAnsi"/>
        </w:rPr>
        <w:t>: Exchange NSN Container - Central Validation failed - Return Code E-XXXX-30</w:t>
      </w:r>
    </w:p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211"/>
        <w:gridCol w:w="4132"/>
        <w:gridCol w:w="2387"/>
        <w:gridCol w:w="1910"/>
      </w:tblGrid>
      <w:tr w:rsidR="009F5102" w:rsidTr="009F5102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message (@Source @Destination) containing an NSN container in response to a Inbound message/Container/Action (@InboundMessageID / @InboundContainerSN / @InboudActionSN) NOT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064A21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REQUEST_MESSAGE_ID_8720 or REQUEST_CONTAINER_SERIAL_NUMBER_8723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9F5102">
              <w:rPr>
                <w:rFonts w:ascii="Segoe UI" w:hAnsi="Segoe UI" w:cs="Segoe UI"/>
                <w:sz w:val="20"/>
                <w:szCs w:val="20"/>
              </w:rPr>
              <w:t xml:space="preserve">or </w:t>
            </w:r>
            <w:r w:rsidRPr="00064A21">
              <w:rPr>
                <w:rFonts w:ascii="Segoe UI" w:hAnsi="Segoe UI" w:cs="Segoe UI"/>
                <w:sz w:val="20"/>
                <w:szCs w:val="20"/>
              </w:rPr>
              <w:t>REQUEST_ACTION_SERIAL_NUMBER_8728</w:t>
            </w:r>
            <w:r w:rsidR="009F5102">
              <w:rPr>
                <w:rFonts w:ascii="Segoe UI" w:hAnsi="Segoe UI" w:cs="Segoe UI"/>
                <w:sz w:val="20"/>
                <w:szCs w:val="20"/>
              </w:rPr>
              <w:t xml:space="preserve"> are not stored in NACOMS database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color w:val="222222"/>
                <w:sz w:val="21"/>
                <w:szCs w:val="21"/>
                <w:shd w:val="clear" w:color="auto" w:fill="FFFFFF"/>
              </w:rPr>
              <w:t xml:space="preserve">RETURN_CODE_8713 </w:t>
            </w:r>
            <w:r>
              <w:rPr>
                <w:rFonts w:ascii="Segoe UI" w:hAnsi="Segoe UI" w:cs="Segoe UI"/>
                <w:sz w:val="20"/>
                <w:szCs w:val="20"/>
              </w:rPr>
              <w:t>set to </w:t>
            </w:r>
            <w:r>
              <w:rPr>
                <w:rFonts w:ascii="Segoe UI" w:hAnsi="Segoe UI" w:cs="Segoe UI"/>
                <w:sz w:val="22"/>
                <w:szCs w:val="22"/>
              </w:rPr>
              <w:t>E-XXXX-30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should be available in 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is distributed to Destination(@Destination)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679"/>
        <w:gridCol w:w="1068"/>
        <w:gridCol w:w="2606"/>
        <w:gridCol w:w="2286"/>
        <w:gridCol w:w="2001"/>
      </w:tblGrid>
      <w:tr w:rsidR="009F5102" w:rsidTr="009F5102">
        <w:trPr>
          <w:gridAfter w:val="4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InboundMessageID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InboundContainerSN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InboudActionSN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NORFRA2019-07-01_1 (Must NOT exist in NACOMS DB)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NORFRA message ID must exist in NACOMS DB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100 (Must NOT exist in NACOMS DB)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NORFRA message ID must exist in NACOMS DB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 (Must exist in NACOMS DB)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100 (Must NOT exist in NACOMS DB)</w:t>
            </w:r>
          </w:p>
        </w:tc>
      </w:tr>
    </w:tbl>
    <w:p w:rsidR="009F5102" w:rsidRPr="009F5102" w:rsidRDefault="009F5102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9F5102">
        <w:rPr>
          <w:rFonts w:asciiTheme="minorHAnsi" w:hAnsiTheme="minorHAnsi" w:cstheme="minorHAnsi"/>
        </w:rPr>
        <w:t xml:space="preserve">Test case </w:t>
      </w:r>
      <w:hyperlink r:id="rId54" w:tgtFrame="_blank" w:history="1">
        <w:r w:rsidRPr="009F5102">
          <w:rPr>
            <w:rFonts w:asciiTheme="minorHAnsi" w:hAnsiTheme="minorHAnsi" w:cstheme="minorHAnsi"/>
          </w:rPr>
          <w:t>1171</w:t>
        </w:r>
      </w:hyperlink>
      <w:r w:rsidRPr="009F5102">
        <w:rPr>
          <w:rFonts w:asciiTheme="minorHAnsi" w:hAnsiTheme="minorHAnsi" w:cstheme="minorHAnsi"/>
        </w:rPr>
        <w:t>: Exchange NSN Container - Central Validation failed - Return Code E-8712-34</w:t>
      </w:r>
    </w:p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91"/>
        <w:gridCol w:w="3772"/>
        <w:gridCol w:w="2387"/>
        <w:gridCol w:w="2090"/>
      </w:tblGrid>
      <w:tr w:rsidR="009F5102" w:rsidTr="009F5102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containing: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a message containing a NSN container from @Source to @Destination having a Central issue on a Data Element (@DataElement) having an invalid value (@OriginalDataElementValue)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color w:val="222222"/>
                <w:sz w:val="21"/>
                <w:szCs w:val="21"/>
                <w:shd w:val="clear" w:color="auto" w:fill="FFFFFF"/>
              </w:rPr>
              <w:t xml:space="preserve">RETURN_CODE_8713 </w:t>
            </w:r>
            <w:r>
              <w:rPr>
                <w:rFonts w:ascii="Segoe UI" w:hAnsi="Segoe UI" w:cs="Segoe UI"/>
                <w:sz w:val="20"/>
                <w:szCs w:val="20"/>
              </w:rPr>
              <w:t>set to E-8712-34 should be available in source (@Source) NCB_XXX_MSG mailbox.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is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739"/>
        <w:gridCol w:w="1168"/>
        <w:gridCol w:w="4118"/>
        <w:gridCol w:w="2615"/>
      </w:tblGrid>
      <w:tr w:rsidR="009F5102" w:rsidTr="009F5102">
        <w:trPr>
          <w:gridAfter w:val="3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OriginalDataElementValue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DATE_LAST_CHANGE_NIIN_RECORD_8712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0001-01-01</w:t>
            </w:r>
          </w:p>
        </w:tc>
      </w:tr>
    </w:tbl>
    <w:p w:rsidR="009F5102" w:rsidRPr="009F5102" w:rsidRDefault="009F5102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9F5102">
        <w:rPr>
          <w:rFonts w:asciiTheme="minorHAnsi" w:hAnsiTheme="minorHAnsi" w:cstheme="minorHAnsi"/>
        </w:rPr>
        <w:t xml:space="preserve">Test case </w:t>
      </w:r>
      <w:hyperlink r:id="rId55" w:tgtFrame="_blank" w:history="1">
        <w:r w:rsidRPr="009F5102">
          <w:rPr>
            <w:rFonts w:asciiTheme="minorHAnsi" w:hAnsiTheme="minorHAnsi" w:cstheme="minorHAnsi"/>
          </w:rPr>
          <w:t>1993</w:t>
        </w:r>
      </w:hyperlink>
      <w:r w:rsidRPr="009F5102">
        <w:rPr>
          <w:rFonts w:asciiTheme="minorHAnsi" w:hAnsiTheme="minorHAnsi" w:cstheme="minorHAnsi"/>
        </w:rPr>
        <w:t>: Exchange NSN Container - Central Validation failed - Return Code E-8751-02</w:t>
      </w:r>
    </w:p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91"/>
        <w:gridCol w:w="3772"/>
        <w:gridCol w:w="2387"/>
        <w:gridCol w:w="2090"/>
      </w:tblGrid>
      <w:tr w:rsidR="009F5102" w:rsidTr="009F5102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containing: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a message containing a NSN container from @Source to @Destination having a Central issue on a Data Element (@DataElement) having an invalid value (@OriginalDataElementValue) and @NativeClearReply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color w:val="222222"/>
                <w:sz w:val="21"/>
                <w:szCs w:val="21"/>
                <w:shd w:val="clear" w:color="auto" w:fill="FFFFFF"/>
              </w:rPr>
              <w:t xml:space="preserve">RETURN_CODE_8713 </w:t>
            </w:r>
            <w:r>
              <w:rPr>
                <w:rFonts w:ascii="Segoe UI" w:hAnsi="Segoe UI" w:cs="Segoe UI"/>
                <w:sz w:val="20"/>
                <w:szCs w:val="20"/>
              </w:rPr>
              <w:t>set to E-8751-02 should be available in source (@Source) NCB_XXX_MSG mailbox.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is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783"/>
        <w:gridCol w:w="1238"/>
        <w:gridCol w:w="2028"/>
        <w:gridCol w:w="2760"/>
        <w:gridCol w:w="1831"/>
      </w:tblGrid>
      <w:tr w:rsidR="009F5102" w:rsidTr="009F5102">
        <w:trPr>
          <w:gridAfter w:val="4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OriginalDataElementValue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NativeClearReply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MODE_CODE_4735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Native cr</w:t>
            </w:r>
          </w:p>
        </w:tc>
      </w:tr>
    </w:tbl>
    <w:p w:rsidR="009F5102" w:rsidRPr="009F5102" w:rsidRDefault="009F5102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9F5102">
        <w:rPr>
          <w:rFonts w:asciiTheme="minorHAnsi" w:hAnsiTheme="minorHAnsi" w:cstheme="minorHAnsi"/>
        </w:rPr>
        <w:t xml:space="preserve">Test case </w:t>
      </w:r>
      <w:hyperlink r:id="rId56" w:tgtFrame="_blank" w:history="1">
        <w:r w:rsidRPr="009F5102">
          <w:rPr>
            <w:rFonts w:asciiTheme="minorHAnsi" w:hAnsiTheme="minorHAnsi" w:cstheme="minorHAnsi"/>
          </w:rPr>
          <w:t>644</w:t>
        </w:r>
      </w:hyperlink>
      <w:r w:rsidRPr="009F5102">
        <w:rPr>
          <w:rFonts w:asciiTheme="minorHAnsi" w:hAnsiTheme="minorHAnsi" w:cstheme="minorHAnsi"/>
        </w:rPr>
        <w:t>: Exchange multiple NSN in same message</w:t>
      </w:r>
    </w:p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469"/>
        <w:gridCol w:w="3850"/>
        <w:gridCol w:w="2153"/>
        <w:gridCol w:w="2168"/>
      </w:tblGrid>
      <w:tr w:rsidR="009F5102" w:rsidTr="009F5102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Connect to NMBS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message containing 2 NSNs (@NIIN1 @NIIN2 @NSNOwner) containers having both users (@NSN1Users, @NSN2Users 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NSPA NTIR Database should be updated with both NSN (@NIIN1 @NIIN2) Containers version 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 message is available in each user's (@NSN1Users, @NSN2Users) mailbox (NCB_XXX_MSG)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is distributed to NSN owner (@NSNOwner)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MessageID, Containers Serial Number and Action </w:t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Serial Number should be stored in NACOMS Database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525"/>
        <w:gridCol w:w="1510"/>
        <w:gridCol w:w="1536"/>
        <w:gridCol w:w="2027"/>
        <w:gridCol w:w="2042"/>
      </w:tblGrid>
      <w:tr w:rsidR="009F5102" w:rsidTr="009F5102">
        <w:trPr>
          <w:gridAfter w:val="4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NSNOwner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NSN1Users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NSN2Users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145898415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145676649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FRA, NZL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FRA, NZL, NOR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145676643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145881553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FRA, NZL, 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FRA, NZL</w:t>
            </w:r>
          </w:p>
        </w:tc>
      </w:tr>
    </w:tbl>
    <w:p w:rsidR="009F5102" w:rsidRPr="009F5102" w:rsidRDefault="009F5102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9F5102">
        <w:rPr>
          <w:rFonts w:asciiTheme="minorHAnsi" w:hAnsiTheme="minorHAnsi" w:cstheme="minorHAnsi"/>
        </w:rPr>
        <w:t xml:space="preserve">Test case </w:t>
      </w:r>
      <w:hyperlink r:id="rId57" w:tgtFrame="_blank" w:history="1">
        <w:r w:rsidRPr="009F5102">
          <w:rPr>
            <w:rFonts w:asciiTheme="minorHAnsi" w:hAnsiTheme="minorHAnsi" w:cstheme="minorHAnsi"/>
          </w:rPr>
          <w:t>645</w:t>
        </w:r>
      </w:hyperlink>
      <w:r w:rsidRPr="009F5102">
        <w:rPr>
          <w:rFonts w:asciiTheme="minorHAnsi" w:hAnsiTheme="minorHAnsi" w:cstheme="minorHAnsi"/>
        </w:rPr>
        <w:t>: Exchange multiple NSNs in same message (one NSN failed central Validation)</w:t>
      </w:r>
    </w:p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469"/>
        <w:gridCol w:w="3850"/>
        <w:gridCol w:w="2153"/>
        <w:gridCol w:w="2168"/>
      </w:tblGrid>
      <w:tr w:rsidR="009F5102" w:rsidTr="009F5102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Connect to NMBS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message containing 2 NSNs (@NIIN1 @NIIN2 @NSNOwner) containers having both users (@NSN1Users, @NSN2Users )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NIIN2 do not paste the central Validation do to an invalid character in a Data Element value (@DtaElementValue)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NSPA NTIR Database should be updated with NSN1 (@NIIN1) Container version 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NSPA NTIR Database should NOT be updated with NSN2 (@NIIN2) Container version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 message is available in each NSN1 user's (@NSN1Users) mailbox (NCB_XXX_MSG)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color w:val="222222"/>
                <w:sz w:val="21"/>
                <w:szCs w:val="21"/>
                <w:shd w:val="clear" w:color="auto" w:fill="FFFFFF"/>
              </w:rPr>
              <w:t xml:space="preserve">RETURN_CODE_8713 </w:t>
            </w:r>
            <w:r>
              <w:rPr>
                <w:rFonts w:ascii="Segoe UI" w:hAnsi="Segoe UI" w:cs="Segoe UI"/>
                <w:sz w:val="20"/>
                <w:szCs w:val="20"/>
              </w:rPr>
              <w:t>set to @ReturnCode should be available in NSN owner (@NSNOwner) NCB_XXX_MSG mailbox.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is distributed to NSN2 users (@NSN2Users)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904"/>
        <w:gridCol w:w="888"/>
        <w:gridCol w:w="903"/>
        <w:gridCol w:w="1092"/>
        <w:gridCol w:w="1092"/>
        <w:gridCol w:w="2789"/>
        <w:gridCol w:w="972"/>
      </w:tblGrid>
      <w:tr w:rsidR="009F5102" w:rsidTr="009F5102">
        <w:trPr>
          <w:gridAfter w:val="6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NSNOwner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NSN1Users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NSN2Users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DtaElementValue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ReturnCode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145870659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145676641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FRA, NZL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FRA,NZL,NOR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REFERENCE_NUMBER_8733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E-8733-21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144536049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145881553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FRA,NZL,NOR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FRA, NZL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NON_APPROVED_ITEM_NAME_5020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E-5020-21</w:t>
            </w:r>
          </w:p>
        </w:tc>
      </w:tr>
    </w:tbl>
    <w:p w:rsidR="009F5102" w:rsidRPr="009F5102" w:rsidRDefault="009F5102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9F5102">
        <w:rPr>
          <w:rFonts w:asciiTheme="minorHAnsi" w:hAnsiTheme="minorHAnsi" w:cstheme="minorHAnsi"/>
        </w:rPr>
        <w:t xml:space="preserve">Test case </w:t>
      </w:r>
      <w:hyperlink r:id="rId58" w:tgtFrame="_blank" w:history="1">
        <w:r w:rsidRPr="009F5102">
          <w:rPr>
            <w:rFonts w:asciiTheme="minorHAnsi" w:hAnsiTheme="minorHAnsi" w:cstheme="minorHAnsi"/>
          </w:rPr>
          <w:t>647</w:t>
        </w:r>
      </w:hyperlink>
      <w:r w:rsidRPr="009F5102">
        <w:rPr>
          <w:rFonts w:asciiTheme="minorHAnsi" w:hAnsiTheme="minorHAnsi" w:cstheme="minorHAnsi"/>
        </w:rPr>
        <w:t>: Exchange Multiple NSN Containers for the same NSN - Schema Validation Failed - Return Code X-0000-12</w:t>
      </w:r>
    </w:p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3009"/>
        <w:gridCol w:w="3827"/>
        <w:gridCol w:w="1610"/>
      </w:tblGrid>
      <w:tr w:rsidR="009F5102" w:rsidTr="009F5102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Connect to NMBS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message containing 2 NSNs (@NIIN @NSNOwner) containers having both same value in data element NIIN_4000 (@NIIN)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color w:val="222222"/>
                <w:sz w:val="21"/>
                <w:szCs w:val="21"/>
                <w:shd w:val="clear" w:color="auto" w:fill="FFFFFF"/>
              </w:rPr>
              <w:t xml:space="preserve">RETURN_CODE_8713 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set to X-0000-12 and data element COMMENT_8703 value set to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"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There is a duplicate key sequence '@NIIN' for the '</w:t>
            </w:r>
            <w:r>
              <w:rPr>
                <w:rFonts w:ascii="Segoe UI" w:hAnsi="Segoe UI" w:cs="Segoe UI"/>
                <w:sz w:val="20"/>
                <w:szCs w:val="20"/>
              </w:rPr>
              <w:t>http://eportal.nspa.nato.int/Message:NIIN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' key or unique identity constraint. 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" </w:t>
            </w:r>
          </w:p>
          <w:p w:rsidR="009F5102" w:rsidRDefault="009F5102">
            <w:pPr>
              <w:spacing w:before="40" w:after="40"/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should be available in NSN owner (@NSNOwner) NCB_XXX_MSG mailbox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NSPA NTIR Database should NOT be updated with the NSN Container version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is distributed to NSN users (@NSNUsers)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2575"/>
        <w:gridCol w:w="2605"/>
        <w:gridCol w:w="3460"/>
      </w:tblGrid>
      <w:tr w:rsidR="009F5102" w:rsidTr="009F5102">
        <w:trPr>
          <w:gridAfter w:val="2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NSNOwner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NSNUsers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143630044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FRA, NZL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145676641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FRA, NZL, NOR</w:t>
            </w:r>
          </w:p>
        </w:tc>
      </w:tr>
    </w:tbl>
    <w:p w:rsidR="009F5102" w:rsidRPr="009F5102" w:rsidRDefault="009F5102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9F5102">
        <w:rPr>
          <w:rFonts w:asciiTheme="minorHAnsi" w:hAnsiTheme="minorHAnsi" w:cstheme="minorHAnsi"/>
        </w:rPr>
        <w:t xml:space="preserve">Test case </w:t>
      </w:r>
      <w:hyperlink r:id="rId59" w:tgtFrame="_blank" w:history="1">
        <w:r w:rsidRPr="009F5102">
          <w:rPr>
            <w:rFonts w:asciiTheme="minorHAnsi" w:hAnsiTheme="minorHAnsi" w:cstheme="minorHAnsi"/>
          </w:rPr>
          <w:t>646</w:t>
        </w:r>
      </w:hyperlink>
      <w:r w:rsidRPr="009F5102">
        <w:rPr>
          <w:rFonts w:asciiTheme="minorHAnsi" w:hAnsiTheme="minorHAnsi" w:cstheme="minorHAnsi"/>
        </w:rPr>
        <w:t>: Exchange multiple NSNs in same message (all failed Central Validation) - Return Code E-XXXX-21</w:t>
      </w:r>
    </w:p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469"/>
        <w:gridCol w:w="3850"/>
        <w:gridCol w:w="2153"/>
        <w:gridCol w:w="2168"/>
      </w:tblGrid>
      <w:tr w:rsidR="009F5102" w:rsidTr="009F5102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Connect to NMBS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message containing 2 NSNs (@NIIN1 @NIIN2 @NSNOwner) containers having both users (@NSN1Users, @NSN2Users )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NIIN1 and NIIN2 do not pass the central Validation due to an invalid character in a Data Element value (@NIIN1_DataElementValue, @NIIN2_DataElementValue)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NSPA NTIR Database should NOT be updated with NSN2 (@NIIN2) and NSN2 (@NIIN2)Containers version 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 two error containers having data element </w:t>
            </w:r>
            <w:r>
              <w:rPr>
                <w:rFonts w:ascii="Segoe UI" w:hAnsi="Segoe UI" w:cs="Segoe UI"/>
                <w:color w:val="222222"/>
                <w:sz w:val="21"/>
                <w:szCs w:val="21"/>
                <w:shd w:val="clear" w:color="auto" w:fill="FFFFFF"/>
              </w:rPr>
              <w:t>RETURN_CODE_8713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set to  </w:t>
            </w:r>
            <w:r>
              <w:rPr>
                <w:rFonts w:ascii="Segoe UI" w:hAnsi="Segoe UI" w:cs="Segoe UI"/>
                <w:sz w:val="22"/>
                <w:szCs w:val="22"/>
              </w:rPr>
              <w:t>@ReturnCodes</w:t>
            </w:r>
            <w:r>
              <w:rPr>
                <w:rFonts w:ascii="Segoe UI" w:hAnsi="Segoe UI" w:cs="Segoe UI"/>
                <w:sz w:val="22"/>
                <w:szCs w:val="22"/>
              </w:rPr>
              <w:br/>
              <w:t> </w:t>
            </w:r>
            <w:r>
              <w:rPr>
                <w:rFonts w:ascii="Segoe UI" w:hAnsi="Segoe UI" w:cs="Segoe UI"/>
                <w:sz w:val="20"/>
                <w:szCs w:val="20"/>
              </w:rPr>
              <w:t>should be available in NSN owner (@NSNOwner) NCB_XXX_MSG mailbox.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is distributed to NSNs users (@NSN1Users, @NSN2Users)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751"/>
        <w:gridCol w:w="736"/>
        <w:gridCol w:w="749"/>
        <w:gridCol w:w="753"/>
        <w:gridCol w:w="753"/>
        <w:gridCol w:w="2289"/>
        <w:gridCol w:w="1742"/>
        <w:gridCol w:w="867"/>
      </w:tblGrid>
      <w:tr w:rsidR="009F5102" w:rsidTr="009F5102">
        <w:trPr>
          <w:gridAfter w:val="7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NSNOwner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NSN1Users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NSN2Users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NIIN1_DataElementValue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NIIN2_DataElementValue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ReturnCodes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145003105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144536049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FRA, NZL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FRA, NZL, 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REFERENCE_NUMBER_8733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REFERENCE_NUMBER_8733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E-8733-21, E-8733-21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142128174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145676637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FRA, NZL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FRA, NZL, 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NON_APPROVED_ITEM_NAME_5020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REFERENCE_NUMBER_8733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E-5020-21, E-8733-21</w:t>
            </w:r>
          </w:p>
        </w:tc>
      </w:tr>
    </w:tbl>
    <w:p w:rsidR="009F5102" w:rsidRPr="009F5102" w:rsidRDefault="009F5102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9F5102">
        <w:rPr>
          <w:rFonts w:asciiTheme="minorHAnsi" w:hAnsiTheme="minorHAnsi" w:cstheme="minorHAnsi"/>
        </w:rPr>
        <w:t xml:space="preserve">Test case </w:t>
      </w:r>
      <w:hyperlink r:id="rId60" w:tgtFrame="_blank" w:history="1">
        <w:r w:rsidRPr="009F5102">
          <w:rPr>
            <w:rFonts w:asciiTheme="minorHAnsi" w:hAnsiTheme="minorHAnsi" w:cstheme="minorHAnsi"/>
          </w:rPr>
          <w:t>665</w:t>
        </w:r>
      </w:hyperlink>
      <w:r w:rsidRPr="009F5102">
        <w:rPr>
          <w:rFonts w:asciiTheme="minorHAnsi" w:hAnsiTheme="minorHAnsi" w:cstheme="minorHAnsi"/>
        </w:rPr>
        <w:t>: Exchange Error Container</w:t>
      </w:r>
    </w:p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469"/>
        <w:gridCol w:w="3850"/>
        <w:gridCol w:w="2153"/>
        <w:gridCol w:w="2168"/>
      </w:tblGrid>
      <w:tr w:rsidR="009F5102" w:rsidTr="009F5102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message (@Source @Destination) containing an ERROR container in response to a Inbound message (@InboundMessageID should be stored in NACOMS)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The message pasts Schema and Central Validation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 container ERROR should be available in </w:t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Destination (@Destination) NCB_XXX_MSG Mailbox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MessageID and Error Container ID should be stored in NACOMS Database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920"/>
        <w:gridCol w:w="1462"/>
        <w:gridCol w:w="6258"/>
      </w:tblGrid>
      <w:tr w:rsidR="009F5102" w:rsidTr="009F5102">
        <w:trPr>
          <w:gridAfter w:val="2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InboundMessageID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FRANOR2019-07-30_1 (Must exist in NACOMS DB)</w:t>
            </w:r>
          </w:p>
        </w:tc>
      </w:tr>
    </w:tbl>
    <w:p w:rsidR="009F5102" w:rsidRPr="009F5102" w:rsidRDefault="009F5102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9F5102">
        <w:rPr>
          <w:rFonts w:asciiTheme="minorHAnsi" w:hAnsiTheme="minorHAnsi" w:cstheme="minorHAnsi"/>
        </w:rPr>
        <w:t xml:space="preserve">Test case </w:t>
      </w:r>
      <w:hyperlink r:id="rId61" w:tgtFrame="_blank" w:history="1">
        <w:r w:rsidRPr="009F5102">
          <w:rPr>
            <w:rFonts w:asciiTheme="minorHAnsi" w:hAnsiTheme="minorHAnsi" w:cstheme="minorHAnsi"/>
          </w:rPr>
          <w:t>666</w:t>
        </w:r>
      </w:hyperlink>
      <w:r w:rsidRPr="009F5102">
        <w:rPr>
          <w:rFonts w:asciiTheme="minorHAnsi" w:hAnsiTheme="minorHAnsi" w:cstheme="minorHAnsi"/>
        </w:rPr>
        <w:t>: Exchange Error Container - Central Validation failed - Return Code E-XXXX-30</w:t>
      </w:r>
    </w:p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204"/>
        <w:gridCol w:w="4147"/>
        <w:gridCol w:w="2387"/>
        <w:gridCol w:w="1902"/>
      </w:tblGrid>
      <w:tr w:rsidR="009F5102" w:rsidTr="009F5102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message (@Source @Destination) containing an ERROR container in response to a Request message/Container/Action (@RequestMessageID / @RequestContainerSN / @RequestActionSN) NOT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REQUEST_MESSAGE_ID_8720 or REQUEST_CONTAINER_SERIAL_NUMBER_8723 or REQUEST_ACTION_SERIAL_NUMBER_8728  are not stored in NACOMS database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color w:val="222222"/>
                <w:sz w:val="21"/>
                <w:szCs w:val="21"/>
                <w:shd w:val="clear" w:color="auto" w:fill="FFFFFF"/>
              </w:rPr>
              <w:t xml:space="preserve">RETURN_CODE_8713 </w:t>
            </w:r>
            <w:r>
              <w:rPr>
                <w:rFonts w:ascii="Segoe UI" w:hAnsi="Segoe UI" w:cs="Segoe UI"/>
                <w:sz w:val="20"/>
                <w:szCs w:val="20"/>
              </w:rPr>
              <w:t>set to </w:t>
            </w:r>
            <w:r>
              <w:rPr>
                <w:rFonts w:ascii="Segoe UI" w:hAnsi="Segoe UI" w:cs="Segoe UI"/>
                <w:sz w:val="22"/>
                <w:szCs w:val="22"/>
              </w:rPr>
              <w:t>@ReturnCode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should be available in 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is distributed to Destination(@Destination)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679"/>
        <w:gridCol w:w="1068"/>
        <w:gridCol w:w="2015"/>
        <w:gridCol w:w="2009"/>
        <w:gridCol w:w="1742"/>
        <w:gridCol w:w="1127"/>
      </w:tblGrid>
      <w:tr w:rsidR="009F5102" w:rsidTr="009F5102">
        <w:trPr>
          <w:gridAfter w:val="5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RequestMessageID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RequestContainerSN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RequestActionSN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ReturnCode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FRANOR2019-07-01_1 (Must NOT exist in NACOMS DB)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E-8720-30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FRANOR2019-07-30_2 (must exist in NACOMS DB)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100 (Must NOT exist in NACOMS DB)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E-8723-30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FRANOR2019-07-30_2 (must exist in NACOMS DB)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 (Must exist in NACOMS DB)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100 (Must NOT exist in NACOMS DB)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E-8728-30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cstheme="minorBidi"/>
                <w:sz w:val="20"/>
                <w:szCs w:val="20"/>
              </w:rPr>
            </w:pPr>
          </w:p>
        </w:tc>
      </w:tr>
    </w:tbl>
    <w:p w:rsidR="009F5102" w:rsidRPr="009F5102" w:rsidRDefault="009F5102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9F5102">
        <w:rPr>
          <w:rFonts w:asciiTheme="minorHAnsi" w:hAnsiTheme="minorHAnsi" w:cstheme="minorHAnsi"/>
        </w:rPr>
        <w:t xml:space="preserve">Test case </w:t>
      </w:r>
      <w:hyperlink r:id="rId62" w:tgtFrame="_blank" w:history="1">
        <w:r w:rsidRPr="009F5102">
          <w:rPr>
            <w:rFonts w:asciiTheme="minorHAnsi" w:hAnsiTheme="minorHAnsi" w:cstheme="minorHAnsi"/>
          </w:rPr>
          <w:t>667</w:t>
        </w:r>
      </w:hyperlink>
      <w:r w:rsidRPr="009F5102">
        <w:rPr>
          <w:rFonts w:asciiTheme="minorHAnsi" w:hAnsiTheme="minorHAnsi" w:cstheme="minorHAnsi"/>
        </w:rPr>
        <w:t>: Exchange Error Container - Central Validation failed - Return Code E-XXXX-13</w:t>
      </w:r>
    </w:p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91"/>
        <w:gridCol w:w="3772"/>
        <w:gridCol w:w="2387"/>
        <w:gridCol w:w="2090"/>
      </w:tblGrid>
      <w:tr w:rsidR="009F5102" w:rsidTr="009F5102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containing: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a message containing a ERROR container from @Source to @Destination having a Central issue on a Data Element (@DataElement) having an invalid value (@OriginalDataElementValue)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color w:val="222222"/>
                <w:sz w:val="21"/>
                <w:szCs w:val="21"/>
                <w:shd w:val="clear" w:color="auto" w:fill="FFFFFF"/>
              </w:rPr>
              <w:t xml:space="preserve">RETURN_CODE_8713 </w:t>
            </w:r>
            <w:r>
              <w:rPr>
                <w:rFonts w:ascii="Segoe UI" w:hAnsi="Segoe UI" w:cs="Segoe UI"/>
                <w:sz w:val="20"/>
                <w:szCs w:val="20"/>
              </w:rPr>
              <w:t>set to @ReturnCode should be available in source (@Source) NCB_XXX_MSG mailbox.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is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04"/>
        <w:gridCol w:w="1274"/>
        <w:gridCol w:w="2381"/>
        <w:gridCol w:w="2840"/>
        <w:gridCol w:w="1341"/>
      </w:tblGrid>
      <w:tr w:rsidR="009F5102" w:rsidTr="009F5102">
        <w:trPr>
          <w:gridAfter w:val="4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OriginalDataElementValue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ReturnCode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RETURN_CODE_8713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OOO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E-8713-13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DATA_ELEMENT_8714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ELEMENT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E-8714-13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cstheme="minorBidi"/>
                <w:sz w:val="20"/>
                <w:szCs w:val="20"/>
              </w:rPr>
            </w:pPr>
          </w:p>
        </w:tc>
      </w:tr>
    </w:tbl>
    <w:p w:rsidR="009F5102" w:rsidRPr="009F5102" w:rsidRDefault="009F5102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9F5102">
        <w:rPr>
          <w:rFonts w:asciiTheme="minorHAnsi" w:hAnsiTheme="minorHAnsi" w:cstheme="minorHAnsi"/>
        </w:rPr>
        <w:t xml:space="preserve">Test case </w:t>
      </w:r>
      <w:hyperlink r:id="rId63" w:tgtFrame="_blank" w:history="1">
        <w:r w:rsidRPr="009F5102">
          <w:rPr>
            <w:rFonts w:asciiTheme="minorHAnsi" w:hAnsiTheme="minorHAnsi" w:cstheme="minorHAnsi"/>
          </w:rPr>
          <w:t>1175</w:t>
        </w:r>
      </w:hyperlink>
      <w:r w:rsidRPr="009F5102">
        <w:rPr>
          <w:rFonts w:asciiTheme="minorHAnsi" w:hAnsiTheme="minorHAnsi" w:cstheme="minorHAnsi"/>
        </w:rPr>
        <w:t>: Exchange Error Container - Central Validation failed - Return Code E-8703-18</w:t>
      </w:r>
    </w:p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91"/>
        <w:gridCol w:w="3772"/>
        <w:gridCol w:w="2387"/>
        <w:gridCol w:w="2090"/>
      </w:tblGrid>
      <w:tr w:rsidR="009F5102" w:rsidTr="009F5102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containing: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a message containing a ERROR container from @Source to @Destination having a Central issue on a Data Element (@ReturnCode) having an invalid value (@Comment)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color w:val="222222"/>
                <w:sz w:val="21"/>
                <w:szCs w:val="21"/>
                <w:shd w:val="clear" w:color="auto" w:fill="FFFFFF"/>
              </w:rPr>
              <w:t xml:space="preserve">RETURN_CODE_8713 </w:t>
            </w:r>
            <w:r>
              <w:rPr>
                <w:rFonts w:ascii="Segoe UI" w:hAnsi="Segoe UI" w:cs="Segoe UI"/>
                <w:sz w:val="20"/>
                <w:szCs w:val="20"/>
              </w:rPr>
              <w:t>set to E-8703-18 should be available in source (@Source) NCB_XXX_MSG mailbox.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is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517"/>
        <w:gridCol w:w="2440"/>
        <w:gridCol w:w="2543"/>
        <w:gridCol w:w="2140"/>
      </w:tblGrid>
      <w:tr w:rsidR="009F5102" w:rsidTr="009F5102">
        <w:trPr>
          <w:gridAfter w:val="3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ReturnCode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Comment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R-0000-01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9F5102" w:rsidRDefault="009F5102" w:rsidP="00953BDF"/>
    <w:p w:rsidR="00D33142" w:rsidRPr="00D33142" w:rsidRDefault="00D33142" w:rsidP="000477EE">
      <w:pPr>
        <w:pStyle w:val="Heading1"/>
        <w:numPr>
          <w:ilvl w:val="0"/>
          <w:numId w:val="1"/>
        </w:numPr>
        <w:rPr>
          <w:rFonts w:asciiTheme="minorHAnsi" w:hAnsiTheme="minorHAnsi" w:cstheme="minorHAnsi"/>
        </w:rPr>
      </w:pPr>
      <w:r w:rsidRPr="00D33142">
        <w:rPr>
          <w:rFonts w:asciiTheme="minorHAnsi" w:hAnsiTheme="minorHAnsi" w:cstheme="minorHAnsi"/>
        </w:rPr>
        <w:t xml:space="preserve">Test suite </w:t>
      </w:r>
      <w:hyperlink r:id="rId64" w:anchor="planId=511&amp;suiteId=654" w:tgtFrame="_blank" w:history="1">
        <w:r w:rsidRPr="00D33142">
          <w:rPr>
            <w:rFonts w:asciiTheme="minorHAnsi" w:hAnsiTheme="minorHAnsi" w:cstheme="minorHAnsi"/>
          </w:rPr>
          <w:t>654</w:t>
        </w:r>
      </w:hyperlink>
      <w:r w:rsidRPr="00D33142">
        <w:rPr>
          <w:rFonts w:asciiTheme="minorHAnsi" w:hAnsiTheme="minorHAnsi" w:cstheme="minorHAnsi"/>
        </w:rPr>
        <w:t>: Stage 2 - Create &amp; Notification</w:t>
      </w:r>
    </w:p>
    <w:p w:rsidR="00D33142" w:rsidRPr="00D33142" w:rsidRDefault="00D33142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D33142">
        <w:rPr>
          <w:rFonts w:asciiTheme="minorHAnsi" w:hAnsiTheme="minorHAnsi" w:cstheme="minorHAnsi"/>
        </w:rPr>
        <w:t xml:space="preserve">Test case </w:t>
      </w:r>
      <w:hyperlink r:id="rId65" w:tgtFrame="_blank" w:history="1">
        <w:r w:rsidRPr="00D33142">
          <w:rPr>
            <w:rFonts w:asciiTheme="minorHAnsi" w:hAnsiTheme="minorHAnsi" w:cstheme="minorHAnsi"/>
          </w:rPr>
          <w:t>655</w:t>
        </w:r>
      </w:hyperlink>
      <w:r w:rsidRPr="00D33142">
        <w:rPr>
          <w:rFonts w:asciiTheme="minorHAnsi" w:hAnsiTheme="minorHAnsi" w:cstheme="minorHAnsi"/>
        </w:rPr>
        <w:t>: Exchange CREATE Container for AssignNIINAndRegisterUser action - with Attachment</w:t>
      </w:r>
    </w:p>
    <w:p w:rsidR="009F5102" w:rsidRDefault="009F5102" w:rsidP="009F5102"/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  <w:lang w:eastAsia="en-US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91"/>
        <w:gridCol w:w="3772"/>
        <w:gridCol w:w="2387"/>
        <w:gridCol w:w="2090"/>
      </w:tblGrid>
      <w:tr w:rsidR="009F5102" w:rsidTr="009F5102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Connect to NMBS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containing: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a valid message containing a Assign NIIN and Register User container from @Source to @Destination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- an attachment referenced in Assign NIIN container </w:t>
            </w:r>
          </w:p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ATTACHMENT_NAME_8707 data element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Message past Schema Validation and Central Validation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 message containing a Assign NIIN and Register User container should be available in Destination (@Destination) mailbox (NCB_XXX_MSG).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This message should be an exact copy of the message received from @source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Attachment should be available in Destination(@Destination) mailbox (NCB_XXX_DOC)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MessageID, Container Serial Number and Action Serial Number should be stored in NACOMS Database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287"/>
        <w:gridCol w:w="5353"/>
      </w:tblGrid>
      <w:tr w:rsidR="009F5102" w:rsidTr="009F5102">
        <w:trPr>
          <w:gridAfter w:val="1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NZL</w:t>
            </w:r>
          </w:p>
        </w:tc>
      </w:tr>
    </w:tbl>
    <w:p w:rsidR="009F5102" w:rsidRPr="009F5102" w:rsidRDefault="009F5102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9F5102">
        <w:rPr>
          <w:rFonts w:asciiTheme="minorHAnsi" w:hAnsiTheme="minorHAnsi" w:cstheme="minorHAnsi"/>
        </w:rPr>
        <w:lastRenderedPageBreak/>
        <w:t xml:space="preserve">Test case </w:t>
      </w:r>
      <w:hyperlink r:id="rId66" w:tgtFrame="_blank" w:history="1">
        <w:r w:rsidRPr="009F5102">
          <w:rPr>
            <w:rFonts w:asciiTheme="minorHAnsi" w:hAnsiTheme="minorHAnsi" w:cstheme="minorHAnsi"/>
          </w:rPr>
          <w:t>701</w:t>
        </w:r>
      </w:hyperlink>
      <w:r w:rsidRPr="009F5102">
        <w:rPr>
          <w:rFonts w:asciiTheme="minorHAnsi" w:hAnsiTheme="minorHAnsi" w:cstheme="minorHAnsi"/>
        </w:rPr>
        <w:t>: Exchange two CREATE Containers for AssignNIINAndRegisterUser action for the same destination</w:t>
      </w:r>
    </w:p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3409"/>
        <w:gridCol w:w="3228"/>
        <w:gridCol w:w="1809"/>
      </w:tblGrid>
      <w:tr w:rsidR="009F5102" w:rsidTr="009F5102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Connect to NMBS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containing: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a valid message containing TWO Assign NIIN and Register User container from @Source to same @Destination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Message past Schema Validation and Central Validation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 message containing TWO Assign NIIN and Register User container should be available in Destination(@Destination) mailbox (NCB_XXX_MSG)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This message should have the same following data as the message received from @source in NCS_XML_NDER mailbox: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MESSAGE_SERIAL_NUMBER_8722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MESSAGE_DATE_TIME_8711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SOURCE_CODE_8709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DESTINATION_CODE_8710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CONTAINER_SERIAL_NUMBER_8724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MessageID, Container Serial Number and Action Serial Number should be stored in NACOMS Database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287"/>
        <w:gridCol w:w="5353"/>
      </w:tblGrid>
      <w:tr w:rsidR="009F5102" w:rsidTr="009F5102">
        <w:trPr>
          <w:gridAfter w:val="1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NZL</w:t>
            </w:r>
          </w:p>
        </w:tc>
      </w:tr>
    </w:tbl>
    <w:p w:rsidR="009F5102" w:rsidRPr="009F5102" w:rsidRDefault="009F5102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9F5102">
        <w:rPr>
          <w:rFonts w:asciiTheme="minorHAnsi" w:hAnsiTheme="minorHAnsi" w:cstheme="minorHAnsi"/>
        </w:rPr>
        <w:t xml:space="preserve">Test case </w:t>
      </w:r>
      <w:hyperlink r:id="rId67" w:tgtFrame="_blank" w:history="1">
        <w:r w:rsidRPr="009F5102">
          <w:rPr>
            <w:rFonts w:asciiTheme="minorHAnsi" w:hAnsiTheme="minorHAnsi" w:cstheme="minorHAnsi"/>
          </w:rPr>
          <w:t>656</w:t>
        </w:r>
      </w:hyperlink>
      <w:r w:rsidRPr="009F5102">
        <w:rPr>
          <w:rFonts w:asciiTheme="minorHAnsi" w:hAnsiTheme="minorHAnsi" w:cstheme="minorHAnsi"/>
        </w:rPr>
        <w:t xml:space="preserve">: Exchange CREATE Container for AssignNIINAndRegisterUser action - Schema Validation failed X-0000-01 </w:t>
      </w:r>
    </w:p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91"/>
        <w:gridCol w:w="3772"/>
        <w:gridCol w:w="2387"/>
        <w:gridCol w:w="2090"/>
      </w:tblGrid>
      <w:tr w:rsidR="009F5102" w:rsidTr="009F5102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containing: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- a message containing a Assign NIIN and Register User container from @Source to @Destination having a Schema issue on a </w:t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Data Element (@DataElement)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- an attachment referenced in Assign NIIN container </w:t>
            </w:r>
          </w:p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ATTACHMENT_NAME_8707 data element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 xml:space="preserve">A message containing an Error container  having data element </w:t>
            </w:r>
            <w:r>
              <w:rPr>
                <w:rFonts w:ascii="Segoe UI" w:hAnsi="Segoe UI" w:cs="Segoe UI"/>
                <w:color w:val="222222"/>
                <w:sz w:val="21"/>
                <w:szCs w:val="21"/>
                <w:shd w:val="clear" w:color="auto" w:fill="FFFFFF"/>
              </w:rPr>
              <w:t xml:space="preserve">RETURN_CODE_8713 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set </w:t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to X-0000-01 and data element COMMENT_8703 value set to "The &lt;ElementName&gt; is invalid - the &lt;ErrorSource&gt; is invalid according to &lt;SchemaDefinitionUsed&gt; - The actual &lt;ErrorType&gt; &lt;ErrorReference&gt;" should be available in Source (@Source) mailbox (NCB_XXX_MSG)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980"/>
        <w:gridCol w:w="6084"/>
        <w:gridCol w:w="1576"/>
      </w:tblGrid>
      <w:tr w:rsidR="009F5102" w:rsidTr="009F5102">
        <w:trPr>
          <w:gridAfter w:val="2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PRIORITY_CODE_2867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REFERENCE_NUMBER_CATEGORY_CODE_2910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REFERENCE_NUMBER_FORMAT_CODE_2920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REFERENCE_NUMBER_STATUS_CODE_2923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</w:tr>
    </w:tbl>
    <w:p w:rsidR="009F5102" w:rsidRPr="009F5102" w:rsidRDefault="009F5102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9F5102">
        <w:rPr>
          <w:rFonts w:asciiTheme="minorHAnsi" w:hAnsiTheme="minorHAnsi" w:cstheme="minorHAnsi"/>
        </w:rPr>
        <w:t>Test</w:t>
      </w:r>
      <w:r w:rsidRPr="009F5102">
        <w:rPr>
          <w:rFonts w:cstheme="minorHAnsi"/>
        </w:rPr>
        <w:t xml:space="preserve"> case </w:t>
      </w:r>
      <w:hyperlink r:id="rId68" w:tgtFrame="_blank" w:history="1">
        <w:r w:rsidRPr="009F5102">
          <w:rPr>
            <w:rFonts w:cstheme="minorHAnsi"/>
          </w:rPr>
          <w:t>864</w:t>
        </w:r>
      </w:hyperlink>
      <w:r w:rsidRPr="009F5102">
        <w:rPr>
          <w:rFonts w:cstheme="minorHAnsi"/>
        </w:rPr>
        <w:t>: Exchange CREATE Container for AssignNIINAndRegisterUser action -</w:t>
      </w:r>
      <w:r>
        <w:t xml:space="preserve"> </w:t>
      </w:r>
      <w:r w:rsidRPr="009F5102">
        <w:rPr>
          <w:rFonts w:cstheme="minorHAnsi"/>
        </w:rPr>
        <w:t>Central Validation failed - Return Code E-XXXX-21</w:t>
      </w:r>
    </w:p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3140"/>
        <w:gridCol w:w="3631"/>
        <w:gridCol w:w="1675"/>
      </w:tblGrid>
      <w:tr w:rsidR="009F5102" w:rsidTr="009F5102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 a message containing a Assign NIIN and Register User container from @Source to @Destination having a Central issue on @DataElement element with @DataElementValue with error code @ErrorCode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b/>
                <w:bCs/>
                <w:i/>
                <w:iCs/>
                <w:strike/>
                <w:sz w:val="20"/>
                <w:szCs w:val="20"/>
                <w:u w:val="single"/>
                <w:vertAlign w:val="superscript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 containing an Error container  having data element RETURN_CODE_8713 set to @ErrorCode, 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DATA_ELEMENT_INFO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-&gt; DATA_ELEMENT_8714 set to @DataElement,     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-&gt; ORIGINAL_DATA_ELEMENT_VALUE_8715 set with the value of @DataElementValue</w:t>
            </w:r>
            <w:r>
              <w:rPr>
                <w:rFonts w:ascii="Segoe UI" w:hAnsi="Segoe UI" w:cs="Segoe UI"/>
                <w:sz w:val="20"/>
                <w:szCs w:val="20"/>
              </w:rPr>
              <w:br/>
            </w:r>
            <w:r>
              <w:rPr>
                <w:rFonts w:ascii="Calibri" w:hAnsi="Calibri" w:cs="Calibri"/>
              </w:rPr>
              <w:t>- having a COMMENT_8703 value</w:t>
            </w:r>
            <w:r>
              <w:rPr>
                <w:rFonts w:ascii="Segoe UI" w:hAnsi="Segoe UI" w:cs="Segoe UI"/>
                <w:b/>
                <w:bCs/>
                <w:i/>
                <w:iCs/>
                <w:strike/>
                <w:sz w:val="20"/>
                <w:szCs w:val="20"/>
                <w:u w:val="single"/>
                <w:vertAlign w:val="superscript"/>
              </w:rPr>
              <w:br/>
            </w:r>
            <w:r>
              <w:rPr>
                <w:rFonts w:ascii="Calibri" w:hAnsi="Calibri" w:cs="Calibri"/>
                <w:b/>
                <w:bCs/>
                <w:i/>
                <w:iCs/>
                <w:strike/>
                <w:u w:val="single"/>
                <w:vertAlign w:val="superscript"/>
              </w:rPr>
              <w:lastRenderedPageBreak/>
              <w:t> </w:t>
            </w:r>
            <w:r>
              <w:rPr>
                <w:rFonts w:ascii="Segoe UI" w:hAnsi="Segoe UI" w:cs="Segoe UI"/>
                <w:b/>
                <w:bCs/>
                <w:i/>
                <w:iCs/>
                <w:strike/>
                <w:sz w:val="20"/>
                <w:szCs w:val="20"/>
                <w:u w:val="single"/>
                <w:vertAlign w:val="superscript"/>
              </w:rPr>
              <w:br/>
              <w:t> should be available in Source (@Source) mailbox (NCB_XXX_MSG)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b/>
                <w:bCs/>
                <w:i/>
                <w:iCs/>
                <w:strike/>
                <w:sz w:val="20"/>
                <w:szCs w:val="20"/>
                <w:u w:val="single"/>
                <w:vertAlign w:val="superscript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679"/>
        <w:gridCol w:w="1068"/>
        <w:gridCol w:w="3438"/>
        <w:gridCol w:w="1849"/>
        <w:gridCol w:w="1606"/>
      </w:tblGrid>
      <w:tr w:rsidR="009F5102" w:rsidTr="009F5102">
        <w:trPr>
          <w:gridAfter w:val="4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DataElementValue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ErrorCode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CLEAR_REPLY_4128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0A2¬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E-4128-21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REFERENCE_NUMBER_8733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AB231-!/¬GTR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E-8733-21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NON_APPROVED_ITEM_NAME_5020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NAIN CAM ,¥, FLOATING BLOCK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E-5020-21 (ItemName code must be 77777 to test this)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SUPPLEMENTAL_INSTRUCTIONS_5174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/¬GTR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E-5174-21</w:t>
            </w:r>
          </w:p>
        </w:tc>
      </w:tr>
    </w:tbl>
    <w:p w:rsidR="009F5102" w:rsidRPr="009F5102" w:rsidRDefault="009F5102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9F5102">
        <w:rPr>
          <w:rFonts w:asciiTheme="minorHAnsi" w:hAnsiTheme="minorHAnsi" w:cstheme="minorHAnsi"/>
        </w:rPr>
        <w:t xml:space="preserve">Test case </w:t>
      </w:r>
      <w:hyperlink r:id="rId69" w:tgtFrame="_blank" w:history="1">
        <w:r w:rsidRPr="009F5102">
          <w:rPr>
            <w:rFonts w:asciiTheme="minorHAnsi" w:hAnsiTheme="minorHAnsi" w:cstheme="minorHAnsi"/>
          </w:rPr>
          <w:t>863</w:t>
        </w:r>
      </w:hyperlink>
      <w:r w:rsidRPr="009F5102">
        <w:rPr>
          <w:rFonts w:asciiTheme="minorHAnsi" w:hAnsiTheme="minorHAnsi" w:cstheme="minorHAnsi"/>
        </w:rPr>
        <w:t>: Exchange CREATE Container for AssignNIINAndRegisterUser action - Central Validation failed - Return Code E-4128-21 - Special case with 2 actions - 1 valid 1 invalid</w:t>
      </w:r>
    </w:p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3140"/>
        <w:gridCol w:w="3631"/>
        <w:gridCol w:w="1675"/>
      </w:tblGrid>
      <w:tr w:rsidR="009F5102" w:rsidTr="009F5102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Upload a zip file containing a message containing a Create Container with 2 Assign NIIN and Register User actions from @Source to @Destination having a Central issue in one of the action for @ClearReply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b/>
                <w:bCs/>
                <w:i/>
                <w:iCs/>
                <w:strike/>
                <w:sz w:val="20"/>
                <w:szCs w:val="20"/>
                <w:u w:val="single"/>
                <w:vertAlign w:val="superscript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 containing an Error container  having data element RETURN_CODE_8713 set to "E-4128-21", 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DATA_ELEMENT_INFO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-&gt; DATA_ELEMENT_8714 set to "CLEAR_REPLY_4128",     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-&gt; ORIGINAL_DATA_ELEMENT_VALUE_8715 set with the value of @ClearReply</w:t>
            </w:r>
            <w:r>
              <w:rPr>
                <w:rFonts w:ascii="Segoe UI" w:hAnsi="Segoe UI" w:cs="Segoe UI"/>
                <w:sz w:val="20"/>
                <w:szCs w:val="20"/>
              </w:rPr>
              <w:br/>
            </w:r>
            <w:r>
              <w:rPr>
                <w:rFonts w:ascii="Calibri" w:hAnsi="Calibri" w:cs="Calibri"/>
              </w:rPr>
              <w:t>- having a COMMENT_8703 value</w:t>
            </w:r>
            <w:r>
              <w:rPr>
                <w:rFonts w:ascii="Segoe UI" w:hAnsi="Segoe UI" w:cs="Segoe UI"/>
                <w:b/>
                <w:bCs/>
                <w:i/>
                <w:iCs/>
                <w:strike/>
                <w:sz w:val="20"/>
                <w:szCs w:val="20"/>
                <w:u w:val="single"/>
                <w:vertAlign w:val="superscript"/>
              </w:rPr>
              <w:br/>
            </w:r>
            <w:r>
              <w:rPr>
                <w:rFonts w:ascii="Calibri" w:hAnsi="Calibri" w:cs="Calibri"/>
                <w:b/>
                <w:bCs/>
                <w:i/>
                <w:iCs/>
                <w:strike/>
                <w:u w:val="single"/>
                <w:vertAlign w:val="superscript"/>
              </w:rPr>
              <w:t> </w:t>
            </w:r>
            <w:r>
              <w:rPr>
                <w:rFonts w:ascii="Segoe UI" w:hAnsi="Segoe UI" w:cs="Segoe UI"/>
                <w:b/>
                <w:bCs/>
                <w:i/>
                <w:iCs/>
                <w:strike/>
                <w:sz w:val="20"/>
                <w:szCs w:val="20"/>
                <w:u w:val="single"/>
                <w:vertAlign w:val="superscript"/>
              </w:rPr>
              <w:br/>
              <w:t> should be available in Source (@Source) mailbox (NCB_XXX_MSG)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b/>
                <w:bCs/>
                <w:i/>
                <w:iCs/>
                <w:strike/>
                <w:sz w:val="20"/>
                <w:szCs w:val="20"/>
                <w:u w:val="single"/>
                <w:vertAlign w:val="superscript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2093"/>
        <w:gridCol w:w="3382"/>
        <w:gridCol w:w="3165"/>
      </w:tblGrid>
      <w:tr w:rsidR="009F5102" w:rsidTr="009F5102">
        <w:trPr>
          <w:gridAfter w:val="2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ClearReply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0A2¥</w:t>
            </w:r>
          </w:p>
        </w:tc>
      </w:tr>
    </w:tbl>
    <w:p w:rsidR="009F5102" w:rsidRPr="009F5102" w:rsidRDefault="009F5102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9F5102">
        <w:rPr>
          <w:rFonts w:asciiTheme="minorHAnsi" w:hAnsiTheme="minorHAnsi" w:cstheme="minorHAnsi"/>
        </w:rPr>
        <w:t xml:space="preserve">Test case </w:t>
      </w:r>
      <w:hyperlink r:id="rId70" w:tgtFrame="_blank" w:history="1">
        <w:r w:rsidRPr="009F5102">
          <w:rPr>
            <w:rFonts w:asciiTheme="minorHAnsi" w:hAnsiTheme="minorHAnsi" w:cstheme="minorHAnsi"/>
          </w:rPr>
          <w:t>657</w:t>
        </w:r>
      </w:hyperlink>
      <w:r w:rsidRPr="009F5102">
        <w:rPr>
          <w:rFonts w:asciiTheme="minorHAnsi" w:hAnsiTheme="minorHAnsi" w:cstheme="minorHAnsi"/>
        </w:rPr>
        <w:t>: Exchange CREATE Container for AssignNIINAndRegisterUser action - Central Validation failed - Return Code E-XXXX-13</w:t>
      </w:r>
    </w:p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3140"/>
        <w:gridCol w:w="3631"/>
        <w:gridCol w:w="1675"/>
      </w:tblGrid>
      <w:tr w:rsidR="009F5102" w:rsidTr="009F5102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 a message containing a Assign NIIN and Register User container from @Source to @Destination having a Central issue on a Data Element (@DataElement) having an invalid value (@OriginalDataElementValue)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 message containing an Error container having data element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RETURN_CODE_8713 set to @ErrorReturnCode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- DATA_ELEMENT_8714 set to @DataElement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ORIGINAL_DATA_ELEMENT_VALUE_8715 set to @OriginalDataElementValue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having a COMMENT_8703 value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should be available in source (@Source) NCB_XXX_MSG mailbox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605"/>
        <w:gridCol w:w="944"/>
        <w:gridCol w:w="3631"/>
        <w:gridCol w:w="2089"/>
        <w:gridCol w:w="1371"/>
      </w:tblGrid>
      <w:tr w:rsidR="009F5102" w:rsidTr="009F5102">
        <w:trPr>
          <w:gridAfter w:val="4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OriginalDataElementValue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ErrorReturnCode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REFERENCE_NUMBER_STATUS_CODE_2923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E-2923-13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NCAGE_CODE_4140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1BCDI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E-4140-13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NCAGE_CODE_4140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NCAGE like N***#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E-4140-13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REFERENCE_NUMBER_FORMAT_CODE_2920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E-2920-13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CODIFICATION_PROJECT_CODE_8734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FRN1313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E-8734-13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TII_CODE_4820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E-4820-13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NATO_CODIFICATION_PROJECT_CODE_1057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A1A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E-1057-13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REFERENCE_NUMBER_CATEGORY_CODE_2910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Z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E-2910-13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REFERENCE_NUMBER_CATEGORY_CODE_2910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E-2910-13</w:t>
            </w:r>
          </w:p>
        </w:tc>
      </w:tr>
    </w:tbl>
    <w:p w:rsidR="009F5102" w:rsidRPr="009F5102" w:rsidRDefault="009F5102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9F5102">
        <w:rPr>
          <w:rFonts w:asciiTheme="minorHAnsi" w:hAnsiTheme="minorHAnsi" w:cstheme="minorHAnsi"/>
        </w:rPr>
        <w:t xml:space="preserve">Test case </w:t>
      </w:r>
      <w:hyperlink r:id="rId71" w:tgtFrame="_blank" w:history="1">
        <w:r w:rsidRPr="009F5102">
          <w:rPr>
            <w:rFonts w:asciiTheme="minorHAnsi" w:hAnsiTheme="minorHAnsi" w:cstheme="minorHAnsi"/>
          </w:rPr>
          <w:t>693</w:t>
        </w:r>
      </w:hyperlink>
      <w:r w:rsidRPr="009F5102">
        <w:rPr>
          <w:rFonts w:asciiTheme="minorHAnsi" w:hAnsiTheme="minorHAnsi" w:cstheme="minorHAnsi"/>
        </w:rPr>
        <w:t>: Exchange CREATE Container for AssignNIINAndRegisterUser action - Central Validation failed - Return Code E-XXXX-02</w:t>
      </w:r>
    </w:p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9F5102" w:rsidTr="009F5102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 a message containing a Assign NIIN and Register User container from @Source to @Destination having a Central issue on a Data Element @DataElementChecked due to a wrong combination (@DataElement1, @DataElement2) having values (@OriginalDataElement1Value, @OriginalDataElement2Value)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 message containing an ERROR container having data element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RETURN_CODE_8713 set to @ErrorReturnCode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- DATA_ELEMENT_8714 set to @DataElementChecked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having a COMMENT_8703 value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should be available in source (@Source) NCB_XXX_MSG mailbox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73"/>
        <w:gridCol w:w="556"/>
        <w:gridCol w:w="1139"/>
        <w:gridCol w:w="1634"/>
        <w:gridCol w:w="1251"/>
        <w:gridCol w:w="1251"/>
        <w:gridCol w:w="1634"/>
        <w:gridCol w:w="802"/>
      </w:tblGrid>
      <w:tr w:rsidR="009F5102" w:rsidTr="009F5102">
        <w:trPr>
          <w:gridAfter w:val="7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OriginalDataElement1Value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OriginalDataElement2Value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DataElementChecked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ErrorReturnCode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NSC_3990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ITEM_NAME_CODE_4080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4820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00697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NSC_3990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E-3990-02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ITEM_NAME_CODE_4080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NON_APPROVED_ITEM_NAME_5020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77777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not present or empty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NON_APPROVED_ITEM_NAME_5020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E-5020-02</w:t>
            </w:r>
          </w:p>
        </w:tc>
      </w:tr>
    </w:tbl>
    <w:p w:rsidR="009F5102" w:rsidRPr="009F5102" w:rsidRDefault="009F5102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9F5102">
        <w:rPr>
          <w:rFonts w:asciiTheme="minorHAnsi" w:hAnsiTheme="minorHAnsi" w:cstheme="minorHAnsi"/>
        </w:rPr>
        <w:t xml:space="preserve">Test case </w:t>
      </w:r>
      <w:hyperlink r:id="rId72" w:tgtFrame="_blank" w:history="1">
        <w:r w:rsidRPr="009F5102">
          <w:rPr>
            <w:rFonts w:asciiTheme="minorHAnsi" w:hAnsiTheme="minorHAnsi" w:cstheme="minorHAnsi"/>
          </w:rPr>
          <w:t>696</w:t>
        </w:r>
      </w:hyperlink>
      <w:r w:rsidRPr="009F5102">
        <w:rPr>
          <w:rFonts w:asciiTheme="minorHAnsi" w:hAnsiTheme="minorHAnsi" w:cstheme="minorHAnsi"/>
        </w:rPr>
        <w:t>: Exchange CREATE Container for AssignNIINAndRegisterUser action - Central Validation failed - Return Code E-XXXX-13 &amp; E-XXXX-02</w:t>
      </w:r>
    </w:p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9F5102" w:rsidTr="009F5102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 a message containing a Assign NIIN and Register User container from @Source to @Destination having a Central issue on a Data Element (@DataElement) having an invalid value (@OriginalDataElementValue)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 message containing an ERROR container having data element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Containing 2 Error nodes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Error 1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  - RETURN_CODE_8713 set to @ErrorReturnCode1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   - DATA_ELEMENT_8714 set to @DataElement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ORIGINAL_DATA_ELEMENT_VALUE_8715 set to @OriginalDataElementValue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having a COMMENT_8703 value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 Error 2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  - RETURN_CODE_8713 set to @ErrorReturnCode2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   - DATA_ELEMENT_8715 set to @DataElement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ORIGINAL_DATA_ELEMENT_VALUE_8716 set to @OriginalDataElementValue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having a COMMENT_8703 value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should be available in source (@Source) NCB_XXX_MSG mailbox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611"/>
        <w:gridCol w:w="955"/>
        <w:gridCol w:w="2008"/>
        <w:gridCol w:w="2115"/>
        <w:gridCol w:w="1468"/>
        <w:gridCol w:w="1483"/>
      </w:tblGrid>
      <w:tr w:rsidR="009F5102" w:rsidTr="009F5102">
        <w:trPr>
          <w:gridAfter w:val="5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OriginalDataElementValue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ErrorReturnCode1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ErrorReturnCode2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NSC_3990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1001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E-3990-13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E-3990-02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ITEM_NAME_CODE_4080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00002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E-4080-13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E-3990-02</w:t>
            </w:r>
          </w:p>
        </w:tc>
      </w:tr>
    </w:tbl>
    <w:p w:rsidR="009F5102" w:rsidRPr="009F5102" w:rsidRDefault="009F5102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9F5102">
        <w:rPr>
          <w:rFonts w:asciiTheme="minorHAnsi" w:hAnsiTheme="minorHAnsi" w:cstheme="minorHAnsi"/>
        </w:rPr>
        <w:lastRenderedPageBreak/>
        <w:t xml:space="preserve">Test case </w:t>
      </w:r>
      <w:hyperlink r:id="rId73" w:tgtFrame="_blank" w:history="1">
        <w:r w:rsidRPr="009F5102">
          <w:rPr>
            <w:rFonts w:asciiTheme="minorHAnsi" w:hAnsiTheme="minorHAnsi" w:cstheme="minorHAnsi"/>
          </w:rPr>
          <w:t>658</w:t>
        </w:r>
      </w:hyperlink>
      <w:r w:rsidRPr="009F5102">
        <w:rPr>
          <w:rFonts w:asciiTheme="minorHAnsi" w:hAnsiTheme="minorHAnsi" w:cstheme="minorHAnsi"/>
        </w:rPr>
        <w:t>: Exchange CREATE Container for AssignNIINAndRegisterUser action - Central Validation failed - Return Code E-XXXX-03</w:t>
      </w:r>
    </w:p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3140"/>
        <w:gridCol w:w="3631"/>
        <w:gridCol w:w="1675"/>
      </w:tblGrid>
      <w:tr w:rsidR="009F5102" w:rsidTr="009F5102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 a message containing a Assign NIIN and Register User container from @Source to @Destination having a Central issue on a Data Element (@DataElement) having an invalid value (@OriginalDataElementValue)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 message containing an Error container having data element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RETURN_CODE_8713 set to @ErrorReturnCode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DATA_ELEMENT_8714 set to @DataElement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ORIGINAL_DATA_ELEMENT_VALUE_8715 set to @OriginalDataElementValue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having a COMMENT_8703 value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should be available in source (@Source) NCB_XXX_MSG mailbox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760"/>
        <w:gridCol w:w="1202"/>
        <w:gridCol w:w="2252"/>
        <w:gridCol w:w="2677"/>
        <w:gridCol w:w="1749"/>
      </w:tblGrid>
      <w:tr w:rsidR="009F5102" w:rsidTr="009F5102">
        <w:trPr>
          <w:gridAfter w:val="4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OriginalDataElementValue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ErrorReturnCode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PRIORITY_CODE_2867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E-2867-03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cstheme="minorBidi"/>
                <w:sz w:val="20"/>
                <w:szCs w:val="20"/>
              </w:rPr>
            </w:pPr>
          </w:p>
        </w:tc>
      </w:tr>
    </w:tbl>
    <w:p w:rsidR="009F5102" w:rsidRPr="009F5102" w:rsidRDefault="009F5102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9F5102">
        <w:rPr>
          <w:rFonts w:asciiTheme="minorHAnsi" w:hAnsiTheme="minorHAnsi" w:cstheme="minorHAnsi"/>
        </w:rPr>
        <w:t xml:space="preserve">Test case </w:t>
      </w:r>
      <w:hyperlink r:id="rId74" w:tgtFrame="_blank" w:history="1">
        <w:r w:rsidRPr="009F5102">
          <w:rPr>
            <w:rFonts w:asciiTheme="minorHAnsi" w:hAnsiTheme="minorHAnsi" w:cstheme="minorHAnsi"/>
          </w:rPr>
          <w:t>694</w:t>
        </w:r>
      </w:hyperlink>
      <w:r w:rsidRPr="009F5102">
        <w:rPr>
          <w:rFonts w:asciiTheme="minorHAnsi" w:hAnsiTheme="minorHAnsi" w:cstheme="minorHAnsi"/>
        </w:rPr>
        <w:t>: Exchange CREATE Container for AssignNIINAndRegisterUser action - Central Validation failed - Return Code E-XXXX-18</w:t>
      </w:r>
    </w:p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9F5102" w:rsidTr="009F5102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Upload a zip file containing a message containing a Assign NIIN and Register User container from @Source to @Destination having a Central issue on a Data Element (@DataElement) having a missing value (@OriginalDataElementValue) for a specific condition </w:t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(@DataElementCondition, @DataElementConditionValue)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A message containing an ERROR container having data element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RETURN_CODE_8713 set to @ErrorReturnCode</w:t>
            </w:r>
            <w:r>
              <w:rPr>
                <w:rFonts w:ascii="Segoe UI" w:hAnsi="Segoe UI" w:cs="Segoe UI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- having 1 node DATA_ELEMENT_INFO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with children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   - DATA_ELEMENT_8714 set to @DataElement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ORIGINAL_DATA_ELEMENT_VALUE_8715 set to @OriginalDataElementValue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having a COMMENT_8703 value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should be available in source (@Source) NCB_XXX_MSG mailbox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427"/>
        <w:gridCol w:w="649"/>
        <w:gridCol w:w="1477"/>
        <w:gridCol w:w="1412"/>
        <w:gridCol w:w="2226"/>
        <w:gridCol w:w="1510"/>
        <w:gridCol w:w="939"/>
      </w:tblGrid>
      <w:tr w:rsidR="009F5102" w:rsidTr="009F5102">
        <w:trPr>
          <w:gridAfter w:val="6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OriginalDataElementValue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DataElementCondition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DataElementConditionValue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ErrorReturnCode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CODED_REPLY_3465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not present or empty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MODE_CODE_4735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E-3465-18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CODED_REPLY_3465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not present or empty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MODE_CODE_4735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H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E-3465-18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CODED_REPLY_3465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not present or empty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MODE_CODE_4735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J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E-3465-18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CODED_REPLY_3465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not present or empty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MODE_CODE_4735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L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E-3465-18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CLEAR_REPLY_4128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not present or empty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MODE_CODE_4735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E-4128-18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CLEAR_REPLY_4128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not present or empty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MODE_CODE_4735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E-4128-18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CLEAR_REPLY_4128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not present or empty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MODE_CODE_4735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E-4128-18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CLEAR_REPLY_4128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not present or empty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MODE_CODE_4735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E-4128-18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CLEAR_REPLY_4128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not present or empty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MODE_CODE_4735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G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E-4128-18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CLEAR_REPLY_4128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not present or empty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MODE_CODE_4735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J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E-4128-18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ATTACHMENT_NAME_8707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not present or empty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PRIORITY_CODE_2867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E-XXXX-18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ATTACHMENT_NAME_8707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not present or empty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PRIORITY_CODE_2867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E-XXXX-18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COMMENT_8703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not present or empty and no </w:t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attachment provided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 w:rsidP="0050793C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CODIFICATION_CONTRACT_CLAUSE_</w:t>
            </w:r>
            <w:r w:rsidR="0050793C">
              <w:rPr>
                <w:rFonts w:ascii="Segoe UI" w:hAnsi="Segoe UI" w:cs="Segoe UI"/>
                <w:sz w:val="20"/>
                <w:szCs w:val="20"/>
              </w:rPr>
              <w:t>8702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E-XXXX-18</w:t>
            </w:r>
          </w:p>
        </w:tc>
      </w:tr>
    </w:tbl>
    <w:p w:rsidR="009F5102" w:rsidRPr="009F5102" w:rsidRDefault="009F5102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9F5102">
        <w:rPr>
          <w:rFonts w:asciiTheme="minorHAnsi" w:hAnsiTheme="minorHAnsi" w:cstheme="minorHAnsi"/>
        </w:rPr>
        <w:t xml:space="preserve">Test case </w:t>
      </w:r>
      <w:hyperlink r:id="rId75" w:tgtFrame="_blank" w:history="1">
        <w:r w:rsidRPr="009F5102">
          <w:rPr>
            <w:rFonts w:asciiTheme="minorHAnsi" w:hAnsiTheme="minorHAnsi" w:cstheme="minorHAnsi"/>
          </w:rPr>
          <w:t>695</w:t>
        </w:r>
      </w:hyperlink>
      <w:r w:rsidRPr="009F5102">
        <w:rPr>
          <w:rFonts w:asciiTheme="minorHAnsi" w:hAnsiTheme="minorHAnsi" w:cstheme="minorHAnsi"/>
        </w:rPr>
        <w:t>: Exchange CREATE Container for AssignNIINAndRegisterUser action - Central Validation failed - Return Code E-4780-26</w:t>
      </w:r>
    </w:p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9F5102" w:rsidTr="009F5102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 a message containing a Assign NIIN and Register User container from @Source to @Destination having a Central issue on a Data Element (@DataElement) having a missing value (@OriginalDataElementValue) for a specific condition (@DataElementCondition, @DataElementConditionValue)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 message containing an ERROR container having data element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RETURN_CODE_8713 set to E-4780-26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 having 1 node DATA_ELEMENT_INFO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with children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   - DATA_ELEMENT_8714 set to @DataElement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ORIGINAL_DATA_ELEMENT_VALUE_8715 set to @OriginalDataElementValue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having a COMMENT_8703 value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should be available in source (@Source) NCB_XXX_MSG mailbox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59"/>
        <w:gridCol w:w="533"/>
        <w:gridCol w:w="1988"/>
        <w:gridCol w:w="1146"/>
        <w:gridCol w:w="1193"/>
        <w:gridCol w:w="3421"/>
      </w:tblGrid>
      <w:tr w:rsidR="009F5102" w:rsidTr="009F5102">
        <w:trPr>
          <w:gridAfter w:val="5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OriginalDataElementValue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DataElementCondition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DataElementConditionValue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REFERENCE_NUMBER_VARIATION_CODE_4780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REFERENCE_NUMBER_8733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LENSPLAN0X1506BC71MMD1ALENSPLAN0X1506BC71MMD1ALENSPLAN0X150-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REFERENCE_NUMBER_VARIATION_CODE_4780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REFERENCE_NUMBER_8733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LENSPLAN0X1506BC71MMD1ALENSPLAN0X1506BC71MMD1ALENSPLAN0X150-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REFERENCE_NUMBER_VARIATION_CODE_4780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REFERENCE_NUMBER_8733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ENSPLAN0X1506BC71MMD1ALENSPLAN0X1506BC71MMD1ALENSPLAN0X150-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REFERENCE_NUMBER_VARIATION_CODE_4780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REFERENCE_NUMBER_8733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LENSPLAN0X1506BC71MMD1ALENSPLAN0X1506BC71MMD1ALENSPLAN0X150-</w:t>
            </w:r>
          </w:p>
        </w:tc>
      </w:tr>
    </w:tbl>
    <w:p w:rsidR="009F5102" w:rsidRPr="009F5102" w:rsidRDefault="009F5102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9F5102">
        <w:rPr>
          <w:rFonts w:asciiTheme="minorHAnsi" w:hAnsiTheme="minorHAnsi" w:cstheme="minorHAnsi"/>
        </w:rPr>
        <w:t xml:space="preserve">Test case </w:t>
      </w:r>
      <w:hyperlink r:id="rId76" w:tgtFrame="_blank" w:history="1">
        <w:r w:rsidRPr="009F5102">
          <w:rPr>
            <w:rFonts w:asciiTheme="minorHAnsi" w:hAnsiTheme="minorHAnsi" w:cstheme="minorHAnsi"/>
          </w:rPr>
          <w:t>659</w:t>
        </w:r>
      </w:hyperlink>
      <w:r w:rsidRPr="009F5102">
        <w:rPr>
          <w:rFonts w:asciiTheme="minorHAnsi" w:hAnsiTheme="minorHAnsi" w:cstheme="minorHAnsi"/>
        </w:rPr>
        <w:t>: Exchange CREATE Container for AssignNIINAndRegisterUser action - Central Validation failed - Return Code E-8754-31 (REFERENCE_NUMBER_CATEGORY_CODE_2910 &lt;&gt; 6)</w:t>
      </w:r>
    </w:p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2"/>
        <w:gridCol w:w="3038"/>
        <w:gridCol w:w="4235"/>
        <w:gridCol w:w="1175"/>
      </w:tblGrid>
      <w:tr w:rsidR="009F5102" w:rsidTr="009F5102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 a message containing a Assign NIIN and Register User container from @Source to @Destination having a Central issue "</w:t>
            </w:r>
            <w:r>
              <w:rPr>
                <w:rFonts w:ascii="Segoe UI" w:hAnsi="Segoe UI" w:cs="Segoe UI"/>
                <w:sz w:val="22"/>
                <w:szCs w:val="22"/>
              </w:rPr>
              <w:t>All submitted References (@DataElementNCAGE, (@DataElementNCAGEValue, @DataElementReference, @DataElementReferenceValue) with RNCC (@DataElementRNCC, @DataElementRNCCValue) other than 6 matched to a reference registered on another NSN(s) in NTIR"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b/>
                <w:bCs/>
                <w:i/>
                <w:iCs/>
                <w:strike/>
                <w:sz w:val="20"/>
                <w:szCs w:val="20"/>
                <w:u w:val="single"/>
                <w:vertAlign w:val="superscript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 containing an Error container  having data element RETURN_CODE_8713 set to "E-0846-31", 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- DATA_ELEMENT_INFO 1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-&gt; DATA_ELEMENT_8714 set to "NCAGE_CODE_4140",     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-&gt; ORIGINAL_DATA_ELEMENT_VALUE_8715 set with the value of @DataElementNCAGEValue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DATA_ELEMENT_INFO 2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     -&gt; DATA_ELEMENT_8714 set to "REFERENCE_NUMBER_8733",     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   -&gt; ORIGINAL_DATA_ELEMENT_VALUE_8715 set with the value of @</w:t>
            </w:r>
            <w:r>
              <w:rPr>
                <w:rFonts w:ascii="Calibri" w:hAnsi="Calibri" w:cs="Calibri"/>
              </w:rPr>
              <w:t>DataElementReferenceValue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DATA_ELEMENT_INFO 3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     -&gt; DATA_ELEMENT_8714 set to "REFERENCE_NUMBER_CATEGORY_CODE_2910"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   -&gt; ORIGINAL_DATA_ELEMENT_VALUE_8715 set with the value of @</w:t>
            </w:r>
            <w:r>
              <w:rPr>
                <w:rFonts w:ascii="Calibri" w:hAnsi="Calibri" w:cs="Calibri"/>
              </w:rPr>
              <w:t>DataElementRNCCValue</w:t>
            </w:r>
            <w:r>
              <w:rPr>
                <w:rFonts w:ascii="Calibri" w:hAnsi="Calibri" w:cs="Calibri"/>
              </w:rPr>
              <w:br/>
              <w:t>- having a COMMENT_8703 value</w:t>
            </w:r>
            <w:r>
              <w:rPr>
                <w:rFonts w:ascii="Segoe UI" w:hAnsi="Segoe UI" w:cs="Segoe UI"/>
                <w:b/>
                <w:bCs/>
                <w:i/>
                <w:iCs/>
                <w:strike/>
                <w:sz w:val="20"/>
                <w:szCs w:val="20"/>
                <w:u w:val="single"/>
                <w:vertAlign w:val="superscript"/>
              </w:rPr>
              <w:br/>
            </w:r>
            <w:r>
              <w:rPr>
                <w:rFonts w:ascii="Calibri" w:hAnsi="Calibri" w:cs="Calibri"/>
                <w:b/>
                <w:bCs/>
                <w:i/>
                <w:iCs/>
                <w:strike/>
                <w:u w:val="single"/>
                <w:vertAlign w:val="superscript"/>
              </w:rPr>
              <w:t> </w:t>
            </w:r>
            <w:r>
              <w:rPr>
                <w:rFonts w:ascii="Segoe UI" w:hAnsi="Segoe UI" w:cs="Segoe UI"/>
                <w:b/>
                <w:bCs/>
                <w:i/>
                <w:iCs/>
                <w:strike/>
                <w:sz w:val="20"/>
                <w:szCs w:val="20"/>
                <w:u w:val="single"/>
                <w:vertAlign w:val="superscript"/>
              </w:rPr>
              <w:br/>
              <w:t> should be available in Source (@Source) mailbox (NCB_XXX_MSG)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b/>
                <w:bCs/>
                <w:i/>
                <w:iCs/>
                <w:strike/>
                <w:sz w:val="20"/>
                <w:szCs w:val="20"/>
                <w:u w:val="single"/>
                <w:vertAlign w:val="superscript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68"/>
        <w:gridCol w:w="549"/>
        <w:gridCol w:w="917"/>
        <w:gridCol w:w="1232"/>
        <w:gridCol w:w="2038"/>
        <w:gridCol w:w="1156"/>
        <w:gridCol w:w="1270"/>
        <w:gridCol w:w="1110"/>
      </w:tblGrid>
      <w:tr w:rsidR="009F5102" w:rsidTr="009F5102">
        <w:trPr>
          <w:gridAfter w:val="7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DataElementNCAGE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DataElementReference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DataElementRNCC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DataElementNCAGEValue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DataElementReferenceValue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DataElementRNCCValue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NCAGE_CODE_4140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REFERENCE_NUMBER_8733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REFERENCE_NUMBER_CATEGORY_CODE_2910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N1600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210-018375.6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</w:tr>
    </w:tbl>
    <w:p w:rsidR="009F5102" w:rsidRPr="009F5102" w:rsidRDefault="009F5102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9F5102">
        <w:rPr>
          <w:rFonts w:asciiTheme="minorHAnsi" w:hAnsiTheme="minorHAnsi" w:cstheme="minorHAnsi"/>
        </w:rPr>
        <w:t xml:space="preserve">Test case </w:t>
      </w:r>
      <w:hyperlink r:id="rId77" w:tgtFrame="_blank" w:history="1">
        <w:r w:rsidRPr="009F5102">
          <w:rPr>
            <w:rFonts w:asciiTheme="minorHAnsi" w:hAnsiTheme="minorHAnsi" w:cstheme="minorHAnsi"/>
          </w:rPr>
          <w:t>660</w:t>
        </w:r>
      </w:hyperlink>
      <w:r w:rsidRPr="009F5102">
        <w:rPr>
          <w:rFonts w:asciiTheme="minorHAnsi" w:hAnsiTheme="minorHAnsi" w:cstheme="minorHAnsi"/>
        </w:rPr>
        <w:t>: Exchange CREATE Container for AssignNIINAndRegisterUser action - Central Validation failed - Return Code E-8754-31 (without REFERENCE_NUMBER_JUSTIFICATION_CODE_2750)</w:t>
      </w:r>
    </w:p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73"/>
        <w:gridCol w:w="4483"/>
        <w:gridCol w:w="2993"/>
        <w:gridCol w:w="991"/>
      </w:tblGrid>
      <w:tr w:rsidR="009F5102" w:rsidTr="009F5102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 a message containing a Assign NIIN and Register User container from @Source to @Destination having a Central issue "</w:t>
            </w:r>
            <w:r>
              <w:rPr>
                <w:rFonts w:ascii="Segoe UI" w:hAnsi="Segoe UI" w:cs="Segoe UI"/>
                <w:sz w:val="22"/>
                <w:szCs w:val="22"/>
              </w:rPr>
              <w:t>All submitted References (@DataElementNCAGE, (@DataElementNCAGEValue,  @DataElementReference, @DataElementReferenceValue) without a RNJC (@DataElementRNJC, @DataElementRNJCValue) matched to a reference registered on another NSN(s) in NTIR"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b/>
                <w:bCs/>
                <w:i/>
                <w:iCs/>
                <w:strike/>
                <w:sz w:val="20"/>
                <w:szCs w:val="20"/>
                <w:u w:val="single"/>
                <w:vertAlign w:val="superscript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 containing an Error container  having data element RETURN_CODE_8713 set to "E-0846-31", 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- DATA_ELEMENT_INFO 1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     -&gt; DATA_ELEMENT_8714 set to "NCAGE_CODE_4140",     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   -&gt; ORIGINAL_DATA_ELEMENT_VALUE_8715 set with the value of @DataElementNCAGEValue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DATA_ELEMENT_INFO 2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     -&gt; DATA_ELEMENT_8714 set to "REFERENCE_NUMBER_8733",     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   -&gt; ORIGINAL_DATA_ELEMENT_VALUE_8715 set with the value of @</w:t>
            </w:r>
            <w:r>
              <w:rPr>
                <w:rFonts w:ascii="Calibri" w:hAnsi="Calibri" w:cs="Calibri"/>
              </w:rPr>
              <w:t>DataElementReferenceValue</w:t>
            </w:r>
            <w:r>
              <w:rPr>
                <w:rFonts w:ascii="Calibri" w:hAnsi="Calibri" w:cs="Calibri"/>
              </w:rPr>
              <w:br/>
              <w:t>- having a COMMENT_8703 value</w:t>
            </w:r>
            <w:r>
              <w:rPr>
                <w:rFonts w:ascii="Segoe UI" w:hAnsi="Segoe UI" w:cs="Segoe UI"/>
                <w:b/>
                <w:bCs/>
                <w:i/>
                <w:iCs/>
                <w:strike/>
                <w:sz w:val="20"/>
                <w:szCs w:val="20"/>
                <w:u w:val="single"/>
                <w:vertAlign w:val="superscript"/>
              </w:rPr>
              <w:br/>
            </w:r>
            <w:r>
              <w:rPr>
                <w:rFonts w:ascii="Calibri" w:hAnsi="Calibri" w:cs="Calibri"/>
                <w:b/>
                <w:bCs/>
                <w:i/>
                <w:iCs/>
                <w:strike/>
                <w:u w:val="single"/>
                <w:vertAlign w:val="superscript"/>
              </w:rPr>
              <w:t> </w:t>
            </w:r>
            <w:r>
              <w:rPr>
                <w:rFonts w:ascii="Segoe UI" w:hAnsi="Segoe UI" w:cs="Segoe UI"/>
                <w:b/>
                <w:bCs/>
                <w:i/>
                <w:iCs/>
                <w:strike/>
                <w:sz w:val="20"/>
                <w:szCs w:val="20"/>
                <w:u w:val="single"/>
                <w:vertAlign w:val="superscript"/>
              </w:rPr>
              <w:br/>
              <w:t> should be available in Source (@Source) mailbox (NCB_XXX_MSG)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b/>
                <w:bCs/>
                <w:i/>
                <w:iCs/>
                <w:strike/>
                <w:sz w:val="20"/>
                <w:szCs w:val="20"/>
                <w:u w:val="single"/>
                <w:vertAlign w:val="superscript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63"/>
        <w:gridCol w:w="541"/>
        <w:gridCol w:w="901"/>
        <w:gridCol w:w="1136"/>
        <w:gridCol w:w="1211"/>
        <w:gridCol w:w="1248"/>
        <w:gridCol w:w="2173"/>
        <w:gridCol w:w="1067"/>
      </w:tblGrid>
      <w:tr w:rsidR="009F5102" w:rsidTr="009F5102">
        <w:trPr>
          <w:gridAfter w:val="7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DataElementNCAGE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DataElementNCAGEValue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DataElementReference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DataElementReferenceValue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DataElementRNJC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DataElementRNJCValue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NCAGE_CODE_4140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N1600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REFERENCE_NUMBER_8733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210-018375.6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REFERENCE_NUMBER_JUSTIFICATION_CODE_2750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 element missing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cstheme="minorBidi"/>
                <w:sz w:val="20"/>
                <w:szCs w:val="20"/>
              </w:rPr>
            </w:pPr>
          </w:p>
        </w:tc>
      </w:tr>
    </w:tbl>
    <w:p w:rsidR="009F5102" w:rsidRPr="009F5102" w:rsidRDefault="009F5102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9F5102">
        <w:rPr>
          <w:rFonts w:asciiTheme="minorHAnsi" w:hAnsiTheme="minorHAnsi" w:cstheme="minorHAnsi"/>
        </w:rPr>
        <w:t xml:space="preserve">Test case </w:t>
      </w:r>
      <w:hyperlink r:id="rId78" w:tgtFrame="_blank" w:history="1">
        <w:r w:rsidRPr="009F5102">
          <w:rPr>
            <w:rFonts w:asciiTheme="minorHAnsi" w:hAnsiTheme="minorHAnsi" w:cstheme="minorHAnsi"/>
          </w:rPr>
          <w:t>1210</w:t>
        </w:r>
      </w:hyperlink>
      <w:r w:rsidRPr="009F5102">
        <w:rPr>
          <w:rFonts w:asciiTheme="minorHAnsi" w:hAnsiTheme="minorHAnsi" w:cstheme="minorHAnsi"/>
        </w:rPr>
        <w:t>: Exchange CREATE Container for AssignNIINAndRegisterUser action - Central Validation failed - Return Code E-4140-35</w:t>
      </w:r>
    </w:p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9F5102" w:rsidTr="009F5102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 a message containing a Assign NIIN and Register User container from @Source to @Destination having a Central issue on a Data Element (@DataElement) having a missing value (@OriginalDataElementValue) for a specific condition (@DataElementCondition, @DataElementConditionValue)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 message containing an ERROR container having data element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RETURN_CODE_8713 set to @ErrorReturnCode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 having 1 node DATA_ELEMENT_INFO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with children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   - DATA_ELEMENT_8714 set to @DataElement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ORIGINAL_DATA_ELEMENT_VALUE_8715 set to @OriginalDataElementValue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having a COMMENT_8703 value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should be available in source (@Source) NCB_XXX_MSG mailbox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500"/>
        <w:gridCol w:w="770"/>
        <w:gridCol w:w="1295"/>
        <w:gridCol w:w="1690"/>
        <w:gridCol w:w="1461"/>
        <w:gridCol w:w="1808"/>
        <w:gridCol w:w="1116"/>
      </w:tblGrid>
      <w:tr w:rsidR="009F5102" w:rsidTr="009F5102">
        <w:trPr>
          <w:gridAfter w:val="6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OriginalDataElementValue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DataElementCondition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DataElementConditionValue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ErrorReturnCode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NCAGE_CODE_4140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N8700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E-4140-35</w:t>
            </w:r>
          </w:p>
        </w:tc>
      </w:tr>
    </w:tbl>
    <w:p w:rsidR="009F5102" w:rsidRPr="009F5102" w:rsidRDefault="009F5102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9F5102">
        <w:rPr>
          <w:rFonts w:asciiTheme="minorHAnsi" w:hAnsiTheme="minorHAnsi" w:cstheme="minorHAnsi"/>
        </w:rPr>
        <w:lastRenderedPageBreak/>
        <w:t xml:space="preserve">Test case </w:t>
      </w:r>
      <w:hyperlink r:id="rId79" w:tgtFrame="_blank" w:history="1">
        <w:r w:rsidRPr="009F5102">
          <w:rPr>
            <w:rFonts w:asciiTheme="minorHAnsi" w:hAnsiTheme="minorHAnsi" w:cstheme="minorHAnsi"/>
          </w:rPr>
          <w:t>1218</w:t>
        </w:r>
      </w:hyperlink>
      <w:r w:rsidRPr="009F5102">
        <w:rPr>
          <w:rFonts w:asciiTheme="minorHAnsi" w:hAnsiTheme="minorHAnsi" w:cstheme="minorHAnsi"/>
        </w:rPr>
        <w:t>: Exchange CREATE Container for AssignNIINAndRegisterUser action - Central Validation failed - Return Code E-8754-14 (with REFERENCE_NUMBER_JUSTIFICATION_CODE_2750)</w:t>
      </w:r>
    </w:p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73"/>
        <w:gridCol w:w="4483"/>
        <w:gridCol w:w="2993"/>
        <w:gridCol w:w="991"/>
      </w:tblGrid>
      <w:tr w:rsidR="009F5102" w:rsidTr="009F5102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 a message containing a Assign NIIN and Register User container from @Source to @Destination having a Central issue "</w:t>
            </w:r>
            <w:r>
              <w:rPr>
                <w:rFonts w:ascii="Segoe UI" w:hAnsi="Segoe UI" w:cs="Segoe UI"/>
                <w:sz w:val="22"/>
                <w:szCs w:val="22"/>
              </w:rPr>
              <w:t>All submitted References (@DataElementNCAGE, (@DataElementNCAGEValue,  @DataElementReference, @DataElementReferenceValue) without a RNJC (@DataElementRNJC, @DataElementRNJCValue) matched to a reference registered on another NSN(s) in NTIR"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b/>
                <w:bCs/>
                <w:i/>
                <w:iCs/>
                <w:strike/>
                <w:sz w:val="20"/>
                <w:szCs w:val="20"/>
                <w:u w:val="single"/>
                <w:vertAlign w:val="superscript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 containing an Error container  having data element RETURN_CODE_8713 set to "E-0846-14", 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- DATA_ELEMENT_INFO 1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     -&gt; DATA_ELEMENT_8714 set to "NCAGE_CODE_4140",     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   -&gt; ORIGINAL_DATA_ELEMENT_VALUE_8715 set with the value of @DataElementNCAGEValue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DATA_ELEMENT_INFO 2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     -&gt; DATA_ELEMENT_8714 set to "REFERENCE_NUMBER_8733",     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   -&gt; ORIGINAL_DATA_ELEMENT_VALUE_8715 set with the value of @</w:t>
            </w:r>
            <w:r>
              <w:rPr>
                <w:rFonts w:ascii="Calibri" w:hAnsi="Calibri" w:cs="Calibri"/>
              </w:rPr>
              <w:t>DataElementReferenceValue</w:t>
            </w:r>
            <w:r>
              <w:rPr>
                <w:rFonts w:ascii="Calibri" w:hAnsi="Calibri" w:cs="Calibri"/>
              </w:rPr>
              <w:br/>
              <w:t>- having a COMMENT_8703 value</w:t>
            </w:r>
            <w:r>
              <w:rPr>
                <w:rFonts w:ascii="Segoe UI" w:hAnsi="Segoe UI" w:cs="Segoe UI"/>
                <w:b/>
                <w:bCs/>
                <w:i/>
                <w:iCs/>
                <w:strike/>
                <w:sz w:val="20"/>
                <w:szCs w:val="20"/>
                <w:u w:val="single"/>
                <w:vertAlign w:val="superscript"/>
              </w:rPr>
              <w:br/>
            </w:r>
            <w:r>
              <w:rPr>
                <w:rFonts w:ascii="Calibri" w:hAnsi="Calibri" w:cs="Calibri"/>
                <w:b/>
                <w:bCs/>
                <w:i/>
                <w:iCs/>
                <w:strike/>
                <w:u w:val="single"/>
                <w:vertAlign w:val="superscript"/>
              </w:rPr>
              <w:t> </w:t>
            </w:r>
            <w:r>
              <w:rPr>
                <w:rFonts w:ascii="Segoe UI" w:hAnsi="Segoe UI" w:cs="Segoe UI"/>
                <w:b/>
                <w:bCs/>
                <w:i/>
                <w:iCs/>
                <w:strike/>
                <w:sz w:val="20"/>
                <w:szCs w:val="20"/>
                <w:u w:val="single"/>
                <w:vertAlign w:val="superscript"/>
              </w:rPr>
              <w:br/>
              <w:t> should be available in Source (@Source) mailbox (NCB_XXX_MSG)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b/>
                <w:bCs/>
                <w:i/>
                <w:iCs/>
                <w:strike/>
                <w:sz w:val="20"/>
                <w:szCs w:val="20"/>
                <w:u w:val="single"/>
                <w:vertAlign w:val="superscript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63"/>
        <w:gridCol w:w="541"/>
        <w:gridCol w:w="901"/>
        <w:gridCol w:w="1136"/>
        <w:gridCol w:w="1211"/>
        <w:gridCol w:w="1248"/>
        <w:gridCol w:w="2173"/>
        <w:gridCol w:w="1067"/>
      </w:tblGrid>
      <w:tr w:rsidR="009F5102" w:rsidTr="009F5102">
        <w:trPr>
          <w:gridAfter w:val="7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DataElementNCAGE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DataElementNCAGEValue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DataElementReference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DataElementReferenceValue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DataElementRNJC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DataElementRNJCValue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NCAGE_CODE_4140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F4702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REFERENCE_NUMBER_8733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--KH--45LE-170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REFERENCE_NUMBER_JUSTIFICATION_CODE_2750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</w:t>
            </w:r>
          </w:p>
        </w:tc>
      </w:tr>
    </w:tbl>
    <w:p w:rsidR="009F5102" w:rsidRPr="009F5102" w:rsidRDefault="009F5102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9F5102">
        <w:rPr>
          <w:rFonts w:asciiTheme="minorHAnsi" w:hAnsiTheme="minorHAnsi" w:cstheme="minorHAnsi"/>
        </w:rPr>
        <w:t xml:space="preserve">Test case </w:t>
      </w:r>
      <w:hyperlink r:id="rId80" w:tgtFrame="_blank" w:history="1">
        <w:r w:rsidRPr="009F5102">
          <w:rPr>
            <w:rFonts w:asciiTheme="minorHAnsi" w:hAnsiTheme="minorHAnsi" w:cstheme="minorHAnsi"/>
          </w:rPr>
          <w:t>671</w:t>
        </w:r>
      </w:hyperlink>
      <w:r w:rsidRPr="009F5102">
        <w:rPr>
          <w:rFonts w:asciiTheme="minorHAnsi" w:hAnsiTheme="minorHAnsi" w:cstheme="minorHAnsi"/>
        </w:rPr>
        <w:t>: Exchange Notification Container</w:t>
      </w:r>
    </w:p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469"/>
        <w:gridCol w:w="3850"/>
        <w:gridCol w:w="2153"/>
        <w:gridCol w:w="2168"/>
      </w:tblGrid>
      <w:tr w:rsidR="009F5102" w:rsidTr="009F5102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 a message (@Source @Destination) containing an NOTIFICATION container in response to a Inbound message (@InboundMessageID should be stored in NACOMS)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The message pasts Schema and Central Validation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 message containing a NOTIFICATION Container should be available in Destination (@Destination) NCB_XXX_MSG Mailbox.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This message should be an exact copy of the message received from @source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MessageID and Notification Serial Number should be stored in NACOMS Database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72"/>
        <w:gridCol w:w="1383"/>
        <w:gridCol w:w="6385"/>
      </w:tblGrid>
      <w:tr w:rsidR="009F5102" w:rsidTr="009F5102">
        <w:trPr>
          <w:gridAfter w:val="2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InboundMessageID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Existing (in NACOMS DB) MessageID from FRA to NOR</w:t>
            </w:r>
          </w:p>
        </w:tc>
      </w:tr>
    </w:tbl>
    <w:p w:rsidR="009F5102" w:rsidRPr="009F5102" w:rsidRDefault="009F5102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9F5102">
        <w:rPr>
          <w:rFonts w:asciiTheme="minorHAnsi" w:hAnsiTheme="minorHAnsi" w:cstheme="minorHAnsi"/>
        </w:rPr>
        <w:t xml:space="preserve">Test case </w:t>
      </w:r>
      <w:hyperlink r:id="rId81" w:tgtFrame="_blank" w:history="1">
        <w:r w:rsidRPr="009F5102">
          <w:rPr>
            <w:rFonts w:asciiTheme="minorHAnsi" w:hAnsiTheme="minorHAnsi" w:cstheme="minorHAnsi"/>
          </w:rPr>
          <w:t>672</w:t>
        </w:r>
      </w:hyperlink>
      <w:r w:rsidRPr="009F5102">
        <w:rPr>
          <w:rFonts w:asciiTheme="minorHAnsi" w:hAnsiTheme="minorHAnsi" w:cstheme="minorHAnsi"/>
        </w:rPr>
        <w:t>: Exchange Notification Container - Central Validation failed - Return Code E-XXXX-30</w:t>
      </w:r>
    </w:p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80"/>
        <w:gridCol w:w="3702"/>
        <w:gridCol w:w="3689"/>
        <w:gridCol w:w="1069"/>
      </w:tblGrid>
      <w:tr w:rsidR="009F5102" w:rsidTr="009F5102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Upload a zip file containing a message (@Source @Destination) containing an NOTIFICATION container in response to a Inbound message/Container/Action (@RequestMessageID / @RequestContainerSN / </w:t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@RequestActionSN) NOT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REQUEST_MESSAGE_ID_8720 or REQUEST_CONTAINER_SERIAL_NUMBER_8723 or REQUEST_ACTION_SERIAL_NUMBER_8728  are not stored in NACOMS database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 message containing an ERROR container having data element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- RETURN_CODE_8713 set to </w:t>
            </w:r>
            <w:r>
              <w:rPr>
                <w:rFonts w:ascii="Segoe UI" w:hAnsi="Segoe UI" w:cs="Segoe UI"/>
                <w:sz w:val="22"/>
                <w:szCs w:val="22"/>
              </w:rPr>
              <w:t>@ReturnCode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having a COMMENT_8703 value</w:t>
            </w:r>
            <w:r>
              <w:rPr>
                <w:rFonts w:ascii="Segoe UI" w:hAnsi="Segoe UI" w:cs="Segoe UI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should be available in source (@Source) NCB_XXX_MSG mailbox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680"/>
        <w:gridCol w:w="1068"/>
        <w:gridCol w:w="1994"/>
        <w:gridCol w:w="2018"/>
        <w:gridCol w:w="1753"/>
        <w:gridCol w:w="1127"/>
      </w:tblGrid>
      <w:tr w:rsidR="009F5102" w:rsidTr="009F5102">
        <w:trPr>
          <w:gridAfter w:val="5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RequestMessageID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RequestContainerSN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RequestActionSN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ReturnCode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FRANOR2019-07-30_2 (must exist in NACOMS DB)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100 (Must NOT exist in NACOMS DB)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E-8720-30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FRANOR2019-07-30_2 (must exist in NACOMS DB)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 (Must exist in NACOMS DB)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100 (Must NOT exist in NACOMS DB)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E-8723-30</w:t>
            </w:r>
          </w:p>
        </w:tc>
      </w:tr>
    </w:tbl>
    <w:p w:rsidR="009F5102" w:rsidRPr="009F5102" w:rsidRDefault="009F5102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9F5102">
        <w:rPr>
          <w:rFonts w:asciiTheme="minorHAnsi" w:hAnsiTheme="minorHAnsi" w:cstheme="minorHAnsi"/>
        </w:rPr>
        <w:t xml:space="preserve">Test case </w:t>
      </w:r>
      <w:hyperlink r:id="rId82" w:tgtFrame="_blank" w:history="1">
        <w:r w:rsidRPr="009F5102">
          <w:rPr>
            <w:rFonts w:asciiTheme="minorHAnsi" w:hAnsiTheme="minorHAnsi" w:cstheme="minorHAnsi"/>
          </w:rPr>
          <w:t>673</w:t>
        </w:r>
      </w:hyperlink>
      <w:r w:rsidRPr="009F5102">
        <w:rPr>
          <w:rFonts w:asciiTheme="minorHAnsi" w:hAnsiTheme="minorHAnsi" w:cstheme="minorHAnsi"/>
        </w:rPr>
        <w:t>: Exchange Notification Container - Central Validation failed - Return Code E-8713-13</w:t>
      </w:r>
    </w:p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9F5102" w:rsidTr="009F5102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 a message containing a NOTIFICATION container from @Source to @Destination having a Central issue on a Data Element (@DataElement) having an invalid value (@OriginalDataElementValue)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 message containing an ERROR container having data element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- REQUEST_ACTION_SERIAL_NUMBER_8728 </w:t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RETURN_CODE_8713 set to E-8713-13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- DATA_ELEMENT_8714 set to RETURN_CODE_8713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ORIGINAL_DATA_ELEMENT_VALUE_8715 set to @OriginalDataElementValue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having a COMMENT_8703 value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should be available in source (@Source) NCB_XXX_MSG mailbox.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</w:p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959"/>
        <w:gridCol w:w="1525"/>
        <w:gridCol w:w="2733"/>
        <w:gridCol w:w="3423"/>
      </w:tblGrid>
      <w:tr w:rsidR="009F5102" w:rsidTr="009F5102">
        <w:trPr>
          <w:gridAfter w:val="3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OriginalDataElementValue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RETURN_CODE_8713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OOOO</w:t>
            </w:r>
          </w:p>
        </w:tc>
      </w:tr>
    </w:tbl>
    <w:p w:rsidR="009F5102" w:rsidRPr="009F5102" w:rsidRDefault="009F5102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9F5102">
        <w:rPr>
          <w:rFonts w:asciiTheme="minorHAnsi" w:hAnsiTheme="minorHAnsi" w:cstheme="minorHAnsi"/>
        </w:rPr>
        <w:t xml:space="preserve">Test case </w:t>
      </w:r>
      <w:hyperlink r:id="rId83" w:tgtFrame="_blank" w:history="1">
        <w:r w:rsidRPr="009F5102">
          <w:rPr>
            <w:rFonts w:asciiTheme="minorHAnsi" w:hAnsiTheme="minorHAnsi" w:cstheme="minorHAnsi"/>
          </w:rPr>
          <w:t>1190</w:t>
        </w:r>
      </w:hyperlink>
      <w:r w:rsidRPr="009F5102">
        <w:rPr>
          <w:rFonts w:asciiTheme="minorHAnsi" w:hAnsiTheme="minorHAnsi" w:cstheme="minorHAnsi"/>
        </w:rPr>
        <w:t>: Exchange Notification Container - Central Validation failed - Return Code E-8703-18</w:t>
      </w:r>
    </w:p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9F5102" w:rsidTr="009F5102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 a message containing a NOTIFICATION container from @Source to @Destination having a Central issue on a Data Element (@DataElement) having an invalid value (@OriginalDataElementValue)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 message containing an ERROR container having data element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RETURN_CODE_8713 set to E-XXXX-18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- DATA_ELEMENT_8714 set to COMMENT_8703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ORIGINAL_DATA_ELEMENT_VALUE_8715 set to @OriginalDataElementValue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having a COMMENT_8703 value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should be available in source (@Source) NCB_XXX_MSG mailbox.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</w:p>
          <w:p w:rsidR="009F5102" w:rsidRDefault="009F5102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No message should be distributed to Destination(@Destination)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9F5102" w:rsidRDefault="009F5102" w:rsidP="009F5102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014"/>
        <w:gridCol w:w="1618"/>
        <w:gridCol w:w="2376"/>
        <w:gridCol w:w="3632"/>
      </w:tblGrid>
      <w:tr w:rsidR="009F5102" w:rsidTr="009F5102">
        <w:trPr>
          <w:gridAfter w:val="3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OriginalDataElementValue</w:t>
            </w:r>
          </w:p>
        </w:tc>
      </w:tr>
      <w:tr w:rsidR="009F5102" w:rsidTr="009F5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COMMENT_8703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102" w:rsidRDefault="009F5102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R-0000-01</w:t>
            </w:r>
          </w:p>
        </w:tc>
      </w:tr>
    </w:tbl>
    <w:p w:rsidR="009F5102" w:rsidRDefault="009F5102" w:rsidP="009F5102"/>
    <w:p w:rsidR="00D33142" w:rsidRPr="00D33142" w:rsidRDefault="00D33142" w:rsidP="000477EE">
      <w:pPr>
        <w:pStyle w:val="Heading1"/>
        <w:numPr>
          <w:ilvl w:val="0"/>
          <w:numId w:val="1"/>
        </w:numPr>
        <w:rPr>
          <w:rFonts w:asciiTheme="minorHAnsi" w:hAnsiTheme="minorHAnsi" w:cstheme="minorHAnsi"/>
        </w:rPr>
      </w:pPr>
      <w:r w:rsidRPr="00D33142">
        <w:rPr>
          <w:rFonts w:asciiTheme="minorHAnsi" w:hAnsiTheme="minorHAnsi" w:cstheme="minorHAnsi"/>
        </w:rPr>
        <w:t xml:space="preserve">Test suite </w:t>
      </w:r>
      <w:hyperlink r:id="rId84" w:anchor="planId=511&amp;suiteId=661" w:tgtFrame="_blank" w:history="1">
        <w:r w:rsidRPr="00D33142">
          <w:rPr>
            <w:rFonts w:asciiTheme="minorHAnsi" w:hAnsiTheme="minorHAnsi" w:cstheme="minorHAnsi"/>
          </w:rPr>
          <w:t>661</w:t>
        </w:r>
      </w:hyperlink>
      <w:r w:rsidRPr="00D33142">
        <w:rPr>
          <w:rFonts w:asciiTheme="minorHAnsi" w:hAnsiTheme="minorHAnsi" w:cstheme="minorHAnsi"/>
        </w:rPr>
        <w:t>: Stage 3 - Update NSN Data</w:t>
      </w:r>
    </w:p>
    <w:p w:rsidR="00D33142" w:rsidRPr="00D33142" w:rsidRDefault="00D33142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D33142">
        <w:rPr>
          <w:rFonts w:asciiTheme="minorHAnsi" w:hAnsiTheme="minorHAnsi" w:cstheme="minorHAnsi"/>
        </w:rPr>
        <w:t xml:space="preserve">Test case </w:t>
      </w:r>
      <w:hyperlink r:id="rId85" w:tgtFrame="_blank" w:history="1">
        <w:r w:rsidRPr="00D33142">
          <w:rPr>
            <w:rFonts w:asciiTheme="minorHAnsi" w:hAnsiTheme="minorHAnsi" w:cstheme="minorHAnsi"/>
          </w:rPr>
          <w:t>674</w:t>
        </w:r>
      </w:hyperlink>
      <w:r w:rsidRPr="00D33142">
        <w:rPr>
          <w:rFonts w:asciiTheme="minorHAnsi" w:hAnsiTheme="minorHAnsi" w:cstheme="minorHAnsi"/>
        </w:rPr>
        <w:t xml:space="preserve">: Exchange Maintain Container for action Change NSC/INC </w:t>
      </w:r>
    </w:p>
    <w:p w:rsidR="00D33142" w:rsidRDefault="00D33142" w:rsidP="00D33142">
      <w:pPr>
        <w:rPr>
          <w:rFonts w:ascii="Times New Roman" w:hAnsi="Times New Roman"/>
        </w:rPr>
      </w:pPr>
    </w:p>
    <w:p w:rsidR="00F45AAA" w:rsidRDefault="00F45AAA" w:rsidP="00F45AAA">
      <w:pPr>
        <w:rPr>
          <w:rFonts w:ascii="Segoe UI" w:hAnsi="Segoe UI" w:cs="Segoe UI"/>
          <w:b/>
          <w:bCs/>
          <w:sz w:val="17"/>
          <w:szCs w:val="17"/>
          <w:lang w:eastAsia="en-US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91"/>
        <w:gridCol w:w="3772"/>
        <w:gridCol w:w="2387"/>
        <w:gridCol w:w="2090"/>
      </w:tblGrid>
      <w:tr w:rsidR="00F45AAA" w:rsidTr="00F45AAA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CHANGE_NSC_INC container for a NSN (@NIIN)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The message pasts Schema and Central Validation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@NIIN, @INC, @NAIN, @NSC, @PIC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 message containing a container MAINTAIN with an action CHANGE_NSC_INC should be available in Destination (@Destination) NCB_XXX_MSG Mailbox.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This message should be an exact copy of the message received from @source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MessageID, Container Serial Number and Action Serial Number should be stored in NACOMS Database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 message should be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F45AAA" w:rsidRDefault="00F45AAA" w:rsidP="00F45AAA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141"/>
        <w:gridCol w:w="1824"/>
        <w:gridCol w:w="1760"/>
        <w:gridCol w:w="1015"/>
        <w:gridCol w:w="829"/>
        <w:gridCol w:w="583"/>
        <w:gridCol w:w="1488"/>
      </w:tblGrid>
      <w:tr w:rsidR="00F45AAA" w:rsidTr="00F45AAA">
        <w:trPr>
          <w:gridAfter w:val="6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INC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NSC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NAIN</w:t>
            </w: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NZL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145898419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50282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5841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NZL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145898415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42848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5825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NZL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144927698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77777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1945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BEARING</w:t>
            </w:r>
          </w:p>
        </w:tc>
      </w:tr>
    </w:tbl>
    <w:p w:rsidR="00F45AAA" w:rsidRPr="00F45AAA" w:rsidRDefault="00F45AAA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F45AAA">
        <w:rPr>
          <w:rFonts w:asciiTheme="minorHAnsi" w:hAnsiTheme="minorHAnsi" w:cstheme="minorHAnsi"/>
        </w:rPr>
        <w:lastRenderedPageBreak/>
        <w:t xml:space="preserve">Test case </w:t>
      </w:r>
      <w:hyperlink r:id="rId86" w:tgtFrame="_blank" w:history="1">
        <w:r w:rsidRPr="00F45AAA">
          <w:rPr>
            <w:rFonts w:asciiTheme="minorHAnsi" w:hAnsiTheme="minorHAnsi" w:cstheme="minorHAnsi"/>
          </w:rPr>
          <w:t>683</w:t>
        </w:r>
      </w:hyperlink>
      <w:r w:rsidRPr="00F45AAA">
        <w:rPr>
          <w:rFonts w:asciiTheme="minorHAnsi" w:hAnsiTheme="minorHAnsi" w:cstheme="minorHAnsi"/>
        </w:rPr>
        <w:t>: Exchange Maintain Container for action Change NSC/INC - Central Validation Failed - Return Code E-XXXX-21</w:t>
      </w:r>
    </w:p>
    <w:p w:rsidR="00F45AAA" w:rsidRDefault="00F45AAA" w:rsidP="00F45AAA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F45AAA" w:rsidTr="00F45AAA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an CHANGE_NSC_INC container for data @NIIN, @INC, @NAIN, @NSC, @PIC and @Comment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b/>
                <w:bCs/>
                <w:i/>
                <w:iCs/>
                <w:strike/>
                <w:sz w:val="20"/>
                <w:szCs w:val="20"/>
                <w:u w:val="single"/>
                <w:vertAlign w:val="superscript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Central Validation failed on data element @DataElementInError </w:t>
            </w:r>
            <w:r>
              <w:rPr>
                <w:rFonts w:ascii="Segoe UI" w:hAnsi="Segoe UI" w:cs="Segoe UI"/>
                <w:sz w:val="20"/>
                <w:szCs w:val="20"/>
                <w:shd w:val="clear" w:color="auto" w:fill="FCF6EF"/>
              </w:rPr>
              <w:t>with error code @ErrorCode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- RETURN_CODE_8713 set to @ErrorCode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DATA_ELEMENT_8714 set to @DataElementInError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ORIGINAL_DATA_ELEMENT_VALUE_8715 set to with @DataElementInError Value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should be available in 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F45AAA" w:rsidRDefault="00F45AAA" w:rsidP="00F45AAA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569"/>
        <w:gridCol w:w="885"/>
        <w:gridCol w:w="855"/>
        <w:gridCol w:w="2680"/>
        <w:gridCol w:w="502"/>
        <w:gridCol w:w="860"/>
        <w:gridCol w:w="414"/>
        <w:gridCol w:w="297"/>
        <w:gridCol w:w="774"/>
        <w:gridCol w:w="804"/>
      </w:tblGrid>
      <w:tr w:rsidR="00F45AAA" w:rsidTr="00F45AAA">
        <w:trPr>
          <w:gridAfter w:val="9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DataElementInError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INC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NAIN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NSC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Comment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ErrorCode</w:t>
            </w: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NZL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143630044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NON_APPROVED_ITEM_NAME_5020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77777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DISPOSITIF ¥ DE BLOCA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1240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Change NAIN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E-5020-21</w:t>
            </w: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cstheme="minorBidi"/>
                <w:sz w:val="20"/>
                <w:szCs w:val="20"/>
              </w:rPr>
            </w:pPr>
          </w:p>
        </w:tc>
      </w:tr>
    </w:tbl>
    <w:p w:rsidR="00F45AAA" w:rsidRPr="00F45AAA" w:rsidRDefault="00F45AAA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F45AAA">
        <w:rPr>
          <w:rFonts w:asciiTheme="minorHAnsi" w:hAnsiTheme="minorHAnsi" w:cstheme="minorHAnsi"/>
        </w:rPr>
        <w:lastRenderedPageBreak/>
        <w:t xml:space="preserve">Test case </w:t>
      </w:r>
      <w:hyperlink r:id="rId87" w:tgtFrame="_blank" w:history="1">
        <w:r w:rsidRPr="00F45AAA">
          <w:rPr>
            <w:rFonts w:asciiTheme="minorHAnsi" w:hAnsiTheme="minorHAnsi" w:cstheme="minorHAnsi"/>
          </w:rPr>
          <w:t>680</w:t>
        </w:r>
      </w:hyperlink>
      <w:r w:rsidRPr="00F45AAA">
        <w:rPr>
          <w:rFonts w:asciiTheme="minorHAnsi" w:hAnsiTheme="minorHAnsi" w:cstheme="minorHAnsi"/>
        </w:rPr>
        <w:t>: Exchange Maintain Container for action Change NSC/INC - Central Validation Failed - Return Code E-XXXX-02</w:t>
      </w:r>
    </w:p>
    <w:p w:rsidR="00F45AAA" w:rsidRDefault="00F45AAA" w:rsidP="00F45AAA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F45AAA" w:rsidTr="00F45AAA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an CHANGE_NSC_INC container for a NSN (@NIIN) having INC (@INC)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Central Validation failed on data element @DataElement (@DataElementValue)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- RETURN_CODE_8713 set to @ErrorReturnCode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- DATA_ELEMENT_8714 set to @DataElement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ORIGINAL_DATA_ELEMENT_VALUE_8715 set to with @DataElementValue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should be available in 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F45AAA" w:rsidRDefault="00F45AAA" w:rsidP="00F45AAA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601"/>
        <w:gridCol w:w="936"/>
        <w:gridCol w:w="2843"/>
        <w:gridCol w:w="1465"/>
        <w:gridCol w:w="904"/>
        <w:gridCol w:w="530"/>
        <w:gridCol w:w="1361"/>
      </w:tblGrid>
      <w:tr w:rsidR="00F45AAA" w:rsidTr="00F45AAA">
        <w:trPr>
          <w:gridAfter w:val="6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DataElementValue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INC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ErrorReturnCode</w:t>
            </w: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NZL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NSC_3990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6810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145898419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50205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E-3990-02</w:t>
            </w: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NZL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NON_APPROVED_ITEM_NAME_5020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must have a value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145881553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77777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E-5020-02</w:t>
            </w: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NZL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NON_APPROVED_ITEM_NAME_5020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must not be present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145898415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39376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E-5020-02</w:t>
            </w:r>
          </w:p>
        </w:tc>
      </w:tr>
    </w:tbl>
    <w:p w:rsidR="00F45AAA" w:rsidRPr="00F45AAA" w:rsidRDefault="00F45AAA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F45AAA">
        <w:rPr>
          <w:rFonts w:asciiTheme="minorHAnsi" w:hAnsiTheme="minorHAnsi" w:cstheme="minorHAnsi"/>
        </w:rPr>
        <w:lastRenderedPageBreak/>
        <w:t xml:space="preserve">Test case </w:t>
      </w:r>
      <w:hyperlink r:id="rId88" w:tgtFrame="_blank" w:history="1">
        <w:r w:rsidRPr="00F45AAA">
          <w:rPr>
            <w:rFonts w:asciiTheme="minorHAnsi" w:hAnsiTheme="minorHAnsi" w:cstheme="minorHAnsi"/>
          </w:rPr>
          <w:t>675</w:t>
        </w:r>
      </w:hyperlink>
      <w:r w:rsidRPr="00F45AAA">
        <w:rPr>
          <w:rFonts w:asciiTheme="minorHAnsi" w:hAnsiTheme="minorHAnsi" w:cstheme="minorHAnsi"/>
        </w:rPr>
        <w:t>: Exchange Maintain Container for action Change NSC/INC - Central Validation Failed - Return Code E-2867-03</w:t>
      </w:r>
    </w:p>
    <w:p w:rsidR="00F45AAA" w:rsidRDefault="00F45AAA" w:rsidP="00F45AAA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F45AAA" w:rsidTr="00F45AAA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 a message (@Source @Destination) containing an CHANGE_NSC_INC container for a NSNS (@NIIN)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Central Validation failed on data element PRIORITY_CODE_2867 (@PICValue)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- RETURN_CODE_8713 set to E-2867-03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DATA_ELEMENT_8714 set to PRIORITY_CODE_2867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ORIGINAL_DATA_ELEMENT_VALUE_8715 set to @PICValue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should be available in 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F45AAA" w:rsidRDefault="00F45AAA" w:rsidP="00F45AAA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589"/>
        <w:gridCol w:w="2559"/>
        <w:gridCol w:w="2008"/>
        <w:gridCol w:w="2484"/>
      </w:tblGrid>
      <w:tr w:rsidR="00F45AAA" w:rsidTr="00F45AAA">
        <w:trPr>
          <w:gridAfter w:val="3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PICValue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NZL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145898419</w:t>
            </w:r>
          </w:p>
        </w:tc>
      </w:tr>
    </w:tbl>
    <w:p w:rsidR="00F45AAA" w:rsidRPr="00F45AAA" w:rsidRDefault="00F45AAA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F45AAA">
        <w:rPr>
          <w:rFonts w:asciiTheme="minorHAnsi" w:hAnsiTheme="minorHAnsi" w:cstheme="minorHAnsi"/>
        </w:rPr>
        <w:t xml:space="preserve">Test case </w:t>
      </w:r>
      <w:hyperlink r:id="rId89" w:tgtFrame="_blank" w:history="1">
        <w:r w:rsidRPr="00F45AAA">
          <w:rPr>
            <w:rFonts w:asciiTheme="minorHAnsi" w:hAnsiTheme="minorHAnsi" w:cstheme="minorHAnsi"/>
          </w:rPr>
          <w:t>697</w:t>
        </w:r>
      </w:hyperlink>
      <w:r w:rsidRPr="00F45AAA">
        <w:rPr>
          <w:rFonts w:asciiTheme="minorHAnsi" w:hAnsiTheme="minorHAnsi" w:cstheme="minorHAnsi"/>
        </w:rPr>
        <w:t>: Exchange Maintain Container for action Change NSC/INC - Central Validation failed - Return Code E-XXXX-13 &amp; E-XXXX-02</w:t>
      </w:r>
    </w:p>
    <w:p w:rsidR="00F45AAA" w:rsidRDefault="00F45AAA" w:rsidP="00F45AAA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F45AAA" w:rsidTr="00F45AAA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Upload a zip file containing a message (@Source @Destination ) containing a </w:t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Change NSC/INC Container (@NIIN) having a Central issue on a Data Element (@DataElement) having an invalid value (@OriginalDataElementValue)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- REQUEST_MESSAGE_ID_8720 set with </w:t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Containing 2 Error nodes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Error 1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  - RETURN_CODE_8713 set to @ErrorReturnCode1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 - DATA_ELEMENT_8714 set to @DataElement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ORIGINAL_DATA_ELEMENT_VALUE_8715 set to @OriginalDataElementValue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having a COMMENT_8703 value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 Error 2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  - RETURN_CODE_8713 set to @ErrorReturnCode2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   - DATA_ELEMENT_8714 set to @DataElement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ORIGINAL_DATA_ELEMENT_VALUE_8715 set to @OriginalDataElementValue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having a COMMENT_8703 value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should be available in source (@Source) NCB_XXX_MSG mailbox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F45AAA" w:rsidRDefault="00F45AAA" w:rsidP="00F45AAA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556"/>
        <w:gridCol w:w="864"/>
        <w:gridCol w:w="1811"/>
        <w:gridCol w:w="1907"/>
        <w:gridCol w:w="835"/>
        <w:gridCol w:w="1326"/>
        <w:gridCol w:w="1341"/>
      </w:tblGrid>
      <w:tr w:rsidR="00F45AAA" w:rsidTr="00F45AAA">
        <w:trPr>
          <w:gridAfter w:val="6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OriginalDataElementValue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ErrorReturnCode1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ErrorReturnCode2</w:t>
            </w: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NZL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ITEM_NAME_CODE_4080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00002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145898419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E-4080-13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E-4080-02</w:t>
            </w: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NZL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NSC_3990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1001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145881553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E-3990-13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E-3990-02</w:t>
            </w:r>
          </w:p>
        </w:tc>
      </w:tr>
    </w:tbl>
    <w:p w:rsidR="00F45AAA" w:rsidRPr="00F45AAA" w:rsidRDefault="00F45AAA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F45AAA">
        <w:rPr>
          <w:rFonts w:asciiTheme="minorHAnsi" w:hAnsiTheme="minorHAnsi" w:cstheme="minorHAnsi"/>
        </w:rPr>
        <w:t xml:space="preserve">Test case </w:t>
      </w:r>
      <w:hyperlink r:id="rId90" w:tgtFrame="_blank" w:history="1">
        <w:r w:rsidRPr="00F45AAA">
          <w:rPr>
            <w:rFonts w:asciiTheme="minorHAnsi" w:hAnsiTheme="minorHAnsi" w:cstheme="minorHAnsi"/>
          </w:rPr>
          <w:t>678</w:t>
        </w:r>
      </w:hyperlink>
      <w:r w:rsidRPr="00F45AAA">
        <w:rPr>
          <w:rFonts w:asciiTheme="minorHAnsi" w:hAnsiTheme="minorHAnsi" w:cstheme="minorHAnsi"/>
        </w:rPr>
        <w:t>: Exchange Maintain Container for action Change NSC/INC - Central Validation Failed - Return Code E-4000-08</w:t>
      </w:r>
    </w:p>
    <w:p w:rsidR="00F45AAA" w:rsidRDefault="00F45AAA" w:rsidP="00F45AAA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F45AAA" w:rsidTr="00F45AAA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 a message (@Source @Destination) containing an CHANGE_NSC_INC container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Central Validation failed on data element NIIN_4000 (@NIIN)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- RETURN_CODE_8713 set to E-4000-08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DATA_ELEMENT_8714 set to NIIN_4000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ORIGINAL_DATA_ELEMENT_VALUE_8715 set to @NIIN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should be available in source (@Source) NCB_XXX_MSG mailbox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F45AAA" w:rsidRDefault="00F45AAA" w:rsidP="00F45AAA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2065"/>
        <w:gridCol w:w="3339"/>
        <w:gridCol w:w="3236"/>
      </w:tblGrid>
      <w:tr w:rsidR="00F45AAA" w:rsidTr="00F45AAA">
        <w:trPr>
          <w:gridAfter w:val="2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NZL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140000010</w:t>
            </w:r>
          </w:p>
        </w:tc>
      </w:tr>
    </w:tbl>
    <w:p w:rsidR="00F45AAA" w:rsidRDefault="00F45AAA" w:rsidP="00D33142">
      <w:pPr>
        <w:rPr>
          <w:rFonts w:ascii="Times New Roman" w:hAnsi="Times New Roman"/>
        </w:rPr>
      </w:pPr>
    </w:p>
    <w:p w:rsidR="00C83EBE" w:rsidRDefault="00C83EBE" w:rsidP="00D33142">
      <w:pPr>
        <w:rPr>
          <w:rFonts w:ascii="Times New Roman" w:hAnsi="Times New Roman"/>
        </w:rPr>
      </w:pPr>
    </w:p>
    <w:p w:rsidR="00F45AAA" w:rsidRDefault="00F45AAA">
      <w:pPr>
        <w:rPr>
          <w:rFonts w:eastAsiaTheme="majorEastAsia" w:cstheme="minorHAnsi"/>
          <w:color w:val="2E74B5" w:themeColor="accent1" w:themeShade="BF"/>
          <w:sz w:val="32"/>
          <w:szCs w:val="32"/>
        </w:rPr>
      </w:pPr>
      <w:r>
        <w:rPr>
          <w:rFonts w:cstheme="minorHAnsi"/>
        </w:rPr>
        <w:br w:type="page"/>
      </w:r>
    </w:p>
    <w:p w:rsidR="00DC360D" w:rsidRPr="00DC360D" w:rsidRDefault="00DC360D" w:rsidP="000477EE">
      <w:pPr>
        <w:pStyle w:val="Heading1"/>
        <w:numPr>
          <w:ilvl w:val="0"/>
          <w:numId w:val="1"/>
        </w:numPr>
        <w:rPr>
          <w:rFonts w:asciiTheme="minorHAnsi" w:hAnsiTheme="minorHAnsi" w:cstheme="minorHAnsi"/>
        </w:rPr>
      </w:pPr>
      <w:r w:rsidRPr="00DC360D">
        <w:rPr>
          <w:rFonts w:asciiTheme="minorHAnsi" w:hAnsiTheme="minorHAnsi" w:cstheme="minorHAnsi"/>
        </w:rPr>
        <w:lastRenderedPageBreak/>
        <w:t xml:space="preserve">Test suite </w:t>
      </w:r>
      <w:hyperlink r:id="rId91" w:anchor="planId=511&amp;suiteId=662" w:tgtFrame="_blank" w:history="1">
        <w:r w:rsidRPr="00DC360D">
          <w:rPr>
            <w:rFonts w:asciiTheme="minorHAnsi" w:hAnsiTheme="minorHAnsi" w:cstheme="minorHAnsi"/>
          </w:rPr>
          <w:t>662</w:t>
        </w:r>
      </w:hyperlink>
      <w:r w:rsidRPr="00DC360D">
        <w:rPr>
          <w:rFonts w:asciiTheme="minorHAnsi" w:hAnsiTheme="minorHAnsi" w:cstheme="minorHAnsi"/>
        </w:rPr>
        <w:t>: Stage 4 - Manage User</w:t>
      </w:r>
    </w:p>
    <w:p w:rsidR="00DC360D" w:rsidRPr="00DC360D" w:rsidRDefault="00DC360D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DC360D">
        <w:rPr>
          <w:rFonts w:asciiTheme="minorHAnsi" w:hAnsiTheme="minorHAnsi" w:cstheme="minorHAnsi"/>
        </w:rPr>
        <w:t xml:space="preserve">Test case </w:t>
      </w:r>
      <w:hyperlink r:id="rId92" w:tgtFrame="_blank" w:history="1">
        <w:r w:rsidRPr="00DC360D">
          <w:rPr>
            <w:rFonts w:asciiTheme="minorHAnsi" w:hAnsiTheme="minorHAnsi" w:cstheme="minorHAnsi"/>
          </w:rPr>
          <w:t>700</w:t>
        </w:r>
      </w:hyperlink>
      <w:r w:rsidRPr="00DC360D">
        <w:rPr>
          <w:rFonts w:asciiTheme="minorHAnsi" w:hAnsiTheme="minorHAnsi" w:cstheme="minorHAnsi"/>
        </w:rPr>
        <w:t>: Exchange Maintain Container for action Add User</w:t>
      </w:r>
    </w:p>
    <w:p w:rsidR="00DC360D" w:rsidRDefault="00DC360D" w:rsidP="00DC360D">
      <w:pPr>
        <w:rPr>
          <w:rFonts w:ascii="Times New Roman" w:hAnsi="Times New Roman"/>
        </w:rPr>
      </w:pPr>
    </w:p>
    <w:p w:rsidR="00F45AAA" w:rsidRDefault="00F45AAA" w:rsidP="00F45AAA">
      <w:pPr>
        <w:rPr>
          <w:rFonts w:ascii="Segoe UI" w:hAnsi="Segoe UI" w:cs="Segoe UI"/>
          <w:b/>
          <w:bCs/>
          <w:sz w:val="17"/>
          <w:szCs w:val="17"/>
          <w:lang w:eastAsia="en-US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469"/>
        <w:gridCol w:w="3850"/>
        <w:gridCol w:w="2153"/>
        <w:gridCol w:w="2168"/>
      </w:tblGrid>
      <w:tr w:rsidR="00F45AAA" w:rsidTr="00F45AAA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ADD_USER for a NSN (@NIIN)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The message pasts Schema and Central Validation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@NIIN, @PIC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 message containing a container MAINTAIN with an action ADD_USER should be available in Destination (@Destination) NCB_XXX_MSG Mailbox.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This message should be an exact copy of the message received from @source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MessageID, Container Serial Number and Action Serial Number should be stored in NACOMS Database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cstheme="minorBidi"/>
                <w:sz w:val="20"/>
                <w:szCs w:val="20"/>
              </w:rPr>
            </w:pPr>
          </w:p>
        </w:tc>
      </w:tr>
    </w:tbl>
    <w:p w:rsidR="00F45AAA" w:rsidRDefault="00F45AAA" w:rsidP="00F45AAA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844"/>
        <w:gridCol w:w="2974"/>
        <w:gridCol w:w="2869"/>
        <w:gridCol w:w="953"/>
      </w:tblGrid>
      <w:tr w:rsidR="00F45AAA" w:rsidTr="00F45AAA">
        <w:trPr>
          <w:gridAfter w:val="3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NZL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145881908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</w:tr>
    </w:tbl>
    <w:p w:rsidR="00F45AAA" w:rsidRPr="00F45AAA" w:rsidRDefault="00F45AAA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F45AAA">
        <w:rPr>
          <w:rFonts w:asciiTheme="minorHAnsi" w:hAnsiTheme="minorHAnsi" w:cstheme="minorHAnsi"/>
        </w:rPr>
        <w:t xml:space="preserve">Test case </w:t>
      </w:r>
      <w:hyperlink r:id="rId93" w:tgtFrame="_blank" w:history="1">
        <w:r w:rsidRPr="00F45AAA">
          <w:rPr>
            <w:rFonts w:asciiTheme="minorHAnsi" w:hAnsiTheme="minorHAnsi" w:cstheme="minorHAnsi"/>
          </w:rPr>
          <w:t>702</w:t>
        </w:r>
      </w:hyperlink>
      <w:r w:rsidRPr="00F45AAA">
        <w:rPr>
          <w:rFonts w:asciiTheme="minorHAnsi" w:hAnsiTheme="minorHAnsi" w:cstheme="minorHAnsi"/>
        </w:rPr>
        <w:t>: Exchange Maintain Container for action Add User - Central Validation Failed - Return Code E-2867-04</w:t>
      </w:r>
    </w:p>
    <w:p w:rsidR="00F45AAA" w:rsidRDefault="00F45AAA" w:rsidP="00F45AAA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F45AAA" w:rsidTr="00F45AAA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Upload a zip file containing a message (@Source @Destination) containing a </w:t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MAINTAIN container with action ADD_USER for a NSN (@NIIN)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Central Validation failed on data element @DataElement for @DataElementValue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- RETURN_CODE_8713 set to E-2867-04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DATA_ELEMENT_8714 set to @DataElement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ORIGINAL_DATA_ELEMENT_VALUE_8715 set to with @DataElementValue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should be available in 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F45AAA" w:rsidRDefault="00F45AAA" w:rsidP="00F45AAA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025"/>
        <w:gridCol w:w="1635"/>
        <w:gridCol w:w="1577"/>
        <w:gridCol w:w="1814"/>
        <w:gridCol w:w="2589"/>
      </w:tblGrid>
      <w:tr w:rsidR="00F45AAA" w:rsidTr="00F45AAA">
        <w:trPr>
          <w:gridAfter w:val="4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DataElementValue</w:t>
            </w: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NZL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145772746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NZL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145772746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</w:tr>
    </w:tbl>
    <w:p w:rsidR="00F45AAA" w:rsidRPr="00F45AAA" w:rsidRDefault="00F45AAA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F45AAA">
        <w:rPr>
          <w:rFonts w:asciiTheme="minorHAnsi" w:hAnsiTheme="minorHAnsi" w:cstheme="minorHAnsi"/>
        </w:rPr>
        <w:t xml:space="preserve">Test case </w:t>
      </w:r>
      <w:hyperlink r:id="rId94" w:tgtFrame="_blank" w:history="1">
        <w:r w:rsidRPr="00F45AAA">
          <w:rPr>
            <w:rFonts w:asciiTheme="minorHAnsi" w:hAnsiTheme="minorHAnsi" w:cstheme="minorHAnsi"/>
          </w:rPr>
          <w:t>703</w:t>
        </w:r>
      </w:hyperlink>
      <w:r w:rsidRPr="00F45AAA">
        <w:rPr>
          <w:rFonts w:asciiTheme="minorHAnsi" w:hAnsiTheme="minorHAnsi" w:cstheme="minorHAnsi"/>
        </w:rPr>
        <w:t>: Exchange Maintain Container for action Add User - Central Validation Failed - Return Code E-4000-08</w:t>
      </w:r>
    </w:p>
    <w:p w:rsidR="00F45AAA" w:rsidRDefault="00F45AAA" w:rsidP="00F45AAA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F45AAA" w:rsidTr="00F45AAA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ADD_USER for a NSN (@NIIN)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Central Validation failed on @NIIN; @NIIN not present in NTIR database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- </w:t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- RETURN_CODE_8713 set to E-4000-08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DATA_ELEMENT_8714 set to "NIIN_4000"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ORIGINAL_DATA_ELEMENT_VALUE_8715 set to with @NIIN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should be available in 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F45AAA" w:rsidRDefault="00F45AAA" w:rsidP="00F45AAA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2065"/>
        <w:gridCol w:w="3339"/>
        <w:gridCol w:w="3236"/>
      </w:tblGrid>
      <w:tr w:rsidR="00F45AAA" w:rsidTr="00F45AAA">
        <w:trPr>
          <w:gridAfter w:val="2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NZL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145953628</w:t>
            </w:r>
          </w:p>
        </w:tc>
      </w:tr>
    </w:tbl>
    <w:p w:rsidR="00F45AAA" w:rsidRPr="00F45AAA" w:rsidRDefault="00F45AAA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F45AAA">
        <w:rPr>
          <w:rFonts w:asciiTheme="minorHAnsi" w:hAnsiTheme="minorHAnsi" w:cstheme="minorHAnsi"/>
        </w:rPr>
        <w:t xml:space="preserve">Test case </w:t>
      </w:r>
      <w:hyperlink r:id="rId95" w:tgtFrame="_blank" w:history="1">
        <w:r w:rsidRPr="00F45AAA">
          <w:rPr>
            <w:rFonts w:asciiTheme="minorHAnsi" w:hAnsiTheme="minorHAnsi" w:cstheme="minorHAnsi"/>
          </w:rPr>
          <w:t>704</w:t>
        </w:r>
      </w:hyperlink>
      <w:r w:rsidRPr="00F45AAA">
        <w:rPr>
          <w:rFonts w:asciiTheme="minorHAnsi" w:hAnsiTheme="minorHAnsi" w:cstheme="minorHAnsi"/>
        </w:rPr>
        <w:t>: Exchange Maintain Container for action Add User - Central Validation Failed - Return Code E-4000-01</w:t>
      </w:r>
    </w:p>
    <w:p w:rsidR="00F45AAA" w:rsidRDefault="00F45AAA" w:rsidP="00F45AAA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F45AAA" w:rsidTr="00F45AAA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ADD_USER for a NSN (@NIIN)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Central Validation failed on @NIIN; @NIIN is not owned by @Destination. @PIC is 0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RETURN_CODE_8713 set to E-4000-01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DATA_ELEMENT_8714 set to "NIIN_4000"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ORIGINAL_DATA_ELEMENT_VALUE_8715 set to with @NIIN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should be available in 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F45AAA" w:rsidRDefault="00F45AAA" w:rsidP="00F45AAA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844"/>
        <w:gridCol w:w="2974"/>
        <w:gridCol w:w="2869"/>
        <w:gridCol w:w="953"/>
      </w:tblGrid>
      <w:tr w:rsidR="00F45AAA" w:rsidTr="00F45AAA">
        <w:trPr>
          <w:gridAfter w:val="3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NZL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129500230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</w:tr>
    </w:tbl>
    <w:p w:rsidR="00F45AAA" w:rsidRPr="00F45AAA" w:rsidRDefault="00F45AAA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F45AAA">
        <w:rPr>
          <w:rFonts w:asciiTheme="minorHAnsi" w:hAnsiTheme="minorHAnsi" w:cstheme="minorHAnsi"/>
        </w:rPr>
        <w:t xml:space="preserve">Test case </w:t>
      </w:r>
      <w:hyperlink r:id="rId96" w:tgtFrame="_blank" w:history="1">
        <w:r w:rsidRPr="00F45AAA">
          <w:rPr>
            <w:rFonts w:asciiTheme="minorHAnsi" w:hAnsiTheme="minorHAnsi" w:cstheme="minorHAnsi"/>
          </w:rPr>
          <w:t>705</w:t>
        </w:r>
      </w:hyperlink>
      <w:r w:rsidRPr="00F45AAA">
        <w:rPr>
          <w:rFonts w:asciiTheme="minorHAnsi" w:hAnsiTheme="minorHAnsi" w:cstheme="minorHAnsi"/>
        </w:rPr>
        <w:t>: Exchange Maintain Container for action Add User - Central Validation Failed - Return Code E-8721-29</w:t>
      </w:r>
      <w:r w:rsidR="00915635">
        <w:rPr>
          <w:rFonts w:asciiTheme="minorHAnsi" w:hAnsiTheme="minorHAnsi" w:cstheme="minorHAnsi"/>
        </w:rPr>
        <w:t xml:space="preserve"> </w:t>
      </w:r>
      <w:r w:rsidR="00915635" w:rsidRPr="004C403E">
        <w:rPr>
          <w:rFonts w:asciiTheme="minorHAnsi" w:hAnsiTheme="minorHAnsi" w:cstheme="minorHAnsi"/>
          <w:color w:val="FF0000"/>
        </w:rPr>
        <w:t>– NOT READY</w:t>
      </w:r>
    </w:p>
    <w:p w:rsidR="00F45AAA" w:rsidRDefault="00F45AAA" w:rsidP="00F45AAA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F45AAA" w:rsidTr="00F45AAA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ADD_USER for a NSN (@NIIN)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Central Validation failed on @CollaborationID; @CollaborationID is not in Collaboration Tracking Table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RETURN_CODE_8713 set to </w:t>
            </w:r>
            <w:r>
              <w:rPr>
                <w:rFonts w:ascii="Segoe UI" w:hAnsi="Segoe UI" w:cs="Segoe UI"/>
                <w:sz w:val="22"/>
                <w:szCs w:val="22"/>
              </w:rPr>
              <w:t>E-8721-29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DATA_ELEMENT_8714 set to "COLLABORATION_ID_8721"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ORIGINAL_DATA_ELEMENT_VALUE_8715 set to with @CollaborationID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should be available in 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F45AAA" w:rsidRDefault="00F45AAA" w:rsidP="00F45AAA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573"/>
        <w:gridCol w:w="2531"/>
        <w:gridCol w:w="1080"/>
        <w:gridCol w:w="3456"/>
      </w:tblGrid>
      <w:tr w:rsidR="00F45AAA" w:rsidTr="00F45AAA">
        <w:trPr>
          <w:gridAfter w:val="3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CollaborationID</w:t>
            </w:r>
          </w:p>
        </w:tc>
      </w:tr>
    </w:tbl>
    <w:p w:rsidR="00F45AAA" w:rsidRPr="00F45AAA" w:rsidRDefault="00F45AAA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F45AAA">
        <w:rPr>
          <w:rFonts w:asciiTheme="minorHAnsi" w:hAnsiTheme="minorHAnsi" w:cstheme="minorHAnsi"/>
        </w:rPr>
        <w:lastRenderedPageBreak/>
        <w:t xml:space="preserve">Test case </w:t>
      </w:r>
      <w:hyperlink r:id="rId97" w:tgtFrame="_blank" w:history="1">
        <w:r w:rsidRPr="00F45AAA">
          <w:rPr>
            <w:rFonts w:asciiTheme="minorHAnsi" w:hAnsiTheme="minorHAnsi" w:cstheme="minorHAnsi"/>
          </w:rPr>
          <w:t>706</w:t>
        </w:r>
      </w:hyperlink>
      <w:r w:rsidRPr="00F45AAA">
        <w:rPr>
          <w:rFonts w:asciiTheme="minorHAnsi" w:hAnsiTheme="minorHAnsi" w:cstheme="minorHAnsi"/>
        </w:rPr>
        <w:t>: Exchange Maintain Container for action Delete User</w:t>
      </w:r>
    </w:p>
    <w:p w:rsidR="00F45AAA" w:rsidRDefault="00F45AAA" w:rsidP="00F45AAA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91"/>
        <w:gridCol w:w="3772"/>
        <w:gridCol w:w="2387"/>
        <w:gridCol w:w="2090"/>
      </w:tblGrid>
      <w:tr w:rsidR="00F45AAA" w:rsidTr="00F45AAA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DELETE_USER for a NSN (@NIIN)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The message pasts Schema and Central Validation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@NIIN, @PIC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 message containing a container MAINTAIN with an action DELETE_USER should be available in Destination (@Destination) NCB_XXX_MSG Mailbox.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This message should be an exact copy of the message received from @source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MessageID, Container Serial Number and Action Serial Number should be stored in NACOMS Database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 message should be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F45AAA" w:rsidRDefault="00F45AAA" w:rsidP="00F45AAA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844"/>
        <w:gridCol w:w="2974"/>
        <w:gridCol w:w="2869"/>
        <w:gridCol w:w="953"/>
      </w:tblGrid>
      <w:tr w:rsidR="00F45AAA" w:rsidTr="00F45AAA">
        <w:trPr>
          <w:gridAfter w:val="3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NZL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145953511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</w:tr>
    </w:tbl>
    <w:p w:rsidR="00F45AAA" w:rsidRPr="00F45AAA" w:rsidRDefault="00F45AAA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F45AAA">
        <w:rPr>
          <w:rFonts w:asciiTheme="minorHAnsi" w:hAnsiTheme="minorHAnsi" w:cstheme="minorHAnsi"/>
        </w:rPr>
        <w:t xml:space="preserve">Test case </w:t>
      </w:r>
      <w:hyperlink r:id="rId98" w:tgtFrame="_blank" w:history="1">
        <w:r w:rsidRPr="00F45AAA">
          <w:rPr>
            <w:rFonts w:asciiTheme="minorHAnsi" w:hAnsiTheme="minorHAnsi" w:cstheme="minorHAnsi"/>
          </w:rPr>
          <w:t>707</w:t>
        </w:r>
      </w:hyperlink>
      <w:r w:rsidRPr="00F45AAA">
        <w:rPr>
          <w:rFonts w:asciiTheme="minorHAnsi" w:hAnsiTheme="minorHAnsi" w:cstheme="minorHAnsi"/>
        </w:rPr>
        <w:t>: Exchange Maintain Container for action Delete User - Central Validation Failed - Return Code E-2867-04</w:t>
      </w:r>
    </w:p>
    <w:p w:rsidR="00F45AAA" w:rsidRDefault="00F45AAA" w:rsidP="00F45AAA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F45AAA" w:rsidTr="00F45AAA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DELETE_USER for a NSN (@NIIN)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Central Validation failed on data element @DataElement for @DataElementValue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- RETURN_CODE_8713 set to E-2867-04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DATA_ELEMENT_8714 set to @DataElement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ORIGINAL_DATA_ELEMENT_VALUE_8715 set to with @DataElementValue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should be available in 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F45AAA" w:rsidRDefault="00F45AAA" w:rsidP="00F45AAA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025"/>
        <w:gridCol w:w="1635"/>
        <w:gridCol w:w="1577"/>
        <w:gridCol w:w="1814"/>
        <w:gridCol w:w="2589"/>
      </w:tblGrid>
      <w:tr w:rsidR="00F45AAA" w:rsidTr="00F45AAA">
        <w:trPr>
          <w:gridAfter w:val="4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DataElementValue</w:t>
            </w: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NZL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145953516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NZL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145953516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</w:tr>
    </w:tbl>
    <w:p w:rsidR="00F45AAA" w:rsidRPr="00F45AAA" w:rsidRDefault="00F45AAA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F45AAA">
        <w:rPr>
          <w:rFonts w:asciiTheme="minorHAnsi" w:hAnsiTheme="minorHAnsi" w:cstheme="minorHAnsi"/>
        </w:rPr>
        <w:t xml:space="preserve">Test case </w:t>
      </w:r>
      <w:hyperlink r:id="rId99" w:tgtFrame="_blank" w:history="1">
        <w:r w:rsidRPr="00F45AAA">
          <w:rPr>
            <w:rFonts w:asciiTheme="minorHAnsi" w:hAnsiTheme="minorHAnsi" w:cstheme="minorHAnsi"/>
          </w:rPr>
          <w:t>708</w:t>
        </w:r>
      </w:hyperlink>
      <w:r w:rsidRPr="00F45AAA">
        <w:rPr>
          <w:rFonts w:asciiTheme="minorHAnsi" w:hAnsiTheme="minorHAnsi" w:cstheme="minorHAnsi"/>
        </w:rPr>
        <w:t>: Exchange Maintain Container for action Delete User - Central Validation Failed - Return Code E-4000-08</w:t>
      </w:r>
    </w:p>
    <w:p w:rsidR="00F45AAA" w:rsidRDefault="00F45AAA" w:rsidP="00F45AAA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F45AAA" w:rsidTr="00F45AAA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DELETE_USER for a NSN (@NIIN)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Central Validation failed on @NIIN; @NIIN not present in NTIR database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- RETURN_CODE_8713 set to E-4000-08 </w:t>
            </w:r>
            <w:r>
              <w:rPr>
                <w:rFonts w:ascii="Segoe UI" w:hAnsi="Segoe UI" w:cs="Segoe UI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- DATA_ELEMENT_8714 set to "NIIN_4000"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ORIGINAL_DATA_ELEMENT_VALUE_8715 set to with @NIIN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should be available in 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F45AAA" w:rsidRDefault="00F45AAA" w:rsidP="00F45AAA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2065"/>
        <w:gridCol w:w="3339"/>
        <w:gridCol w:w="3236"/>
      </w:tblGrid>
      <w:tr w:rsidR="00F45AAA" w:rsidTr="00F45AAA">
        <w:trPr>
          <w:gridAfter w:val="2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NZL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140000006</w:t>
            </w:r>
          </w:p>
        </w:tc>
      </w:tr>
    </w:tbl>
    <w:p w:rsidR="00F45AAA" w:rsidRPr="00F45AAA" w:rsidRDefault="00F45AAA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F45AAA">
        <w:rPr>
          <w:rFonts w:asciiTheme="minorHAnsi" w:hAnsiTheme="minorHAnsi" w:cstheme="minorHAnsi"/>
        </w:rPr>
        <w:t xml:space="preserve">Test case </w:t>
      </w:r>
      <w:hyperlink r:id="rId100" w:tgtFrame="_blank" w:history="1">
        <w:r w:rsidRPr="00F45AAA">
          <w:rPr>
            <w:rFonts w:asciiTheme="minorHAnsi" w:hAnsiTheme="minorHAnsi" w:cstheme="minorHAnsi"/>
          </w:rPr>
          <w:t>709</w:t>
        </w:r>
      </w:hyperlink>
      <w:r w:rsidRPr="00F45AAA">
        <w:rPr>
          <w:rFonts w:asciiTheme="minorHAnsi" w:hAnsiTheme="minorHAnsi" w:cstheme="minorHAnsi"/>
        </w:rPr>
        <w:t>: Exchange Maintain Container for action Delete User - Central Validation Failed - Return Code E-4000-01</w:t>
      </w:r>
    </w:p>
    <w:p w:rsidR="00F45AAA" w:rsidRDefault="00F45AAA" w:rsidP="00F45AAA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F45AAA" w:rsidTr="00F45AAA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DELETE_USER for a NSN (@NIIN)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Central Validation failed on @NIIN; @NIIN is not owned by @Destination. @PIC is 0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RETURN_CODE_8713 set to E-4000-01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DATA_ELEMENT_8714 set to "NIIN_4000"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ORIGINAL_DATA_ELEMENT_VALUE_8715 set to with @NIIN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should be available in 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F45AAA" w:rsidRDefault="00F45AAA" w:rsidP="00F45AAA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844"/>
        <w:gridCol w:w="2974"/>
        <w:gridCol w:w="2869"/>
        <w:gridCol w:w="953"/>
      </w:tblGrid>
      <w:tr w:rsidR="00F45AAA" w:rsidTr="00F45AAA">
        <w:trPr>
          <w:gridAfter w:val="3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NZL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124093844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</w:tr>
    </w:tbl>
    <w:p w:rsidR="00F45AAA" w:rsidRPr="00F45AAA" w:rsidRDefault="00F45AAA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F45AAA">
        <w:rPr>
          <w:rFonts w:asciiTheme="minorHAnsi" w:hAnsiTheme="minorHAnsi" w:cstheme="minorHAnsi"/>
        </w:rPr>
        <w:t xml:space="preserve">Test case </w:t>
      </w:r>
      <w:hyperlink r:id="rId101" w:tgtFrame="_blank" w:history="1">
        <w:r w:rsidRPr="00F45AAA">
          <w:rPr>
            <w:rFonts w:asciiTheme="minorHAnsi" w:hAnsiTheme="minorHAnsi" w:cstheme="minorHAnsi"/>
          </w:rPr>
          <w:t>710</w:t>
        </w:r>
      </w:hyperlink>
      <w:r w:rsidRPr="00F45AAA">
        <w:rPr>
          <w:rFonts w:asciiTheme="minorHAnsi" w:hAnsiTheme="minorHAnsi" w:cstheme="minorHAnsi"/>
        </w:rPr>
        <w:t>: Exchange Maintain Container for action Delete User - Central Validation Failed - Return Code E-8721-29</w:t>
      </w:r>
      <w:r w:rsidR="00915635">
        <w:rPr>
          <w:rFonts w:asciiTheme="minorHAnsi" w:hAnsiTheme="minorHAnsi" w:cstheme="minorHAnsi"/>
        </w:rPr>
        <w:t xml:space="preserve"> </w:t>
      </w:r>
      <w:r w:rsidR="00915635" w:rsidRPr="004C403E">
        <w:rPr>
          <w:rFonts w:asciiTheme="minorHAnsi" w:hAnsiTheme="minorHAnsi" w:cstheme="minorHAnsi"/>
          <w:color w:val="FF0000"/>
        </w:rPr>
        <w:t>– NOT READY</w:t>
      </w:r>
    </w:p>
    <w:p w:rsidR="00F45AAA" w:rsidRDefault="00F45AAA" w:rsidP="00F45AAA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F45AAA" w:rsidTr="00F45AAA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DELETE_USER for a NSN (@NIIN)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Central Validation failed on @CollaborationID; @CollaborationID is not in Collaboration Tracking Table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RETURN_CODE_8713 set to </w:t>
            </w:r>
            <w:r>
              <w:rPr>
                <w:rFonts w:ascii="Segoe UI" w:hAnsi="Segoe UI" w:cs="Segoe UI"/>
                <w:sz w:val="22"/>
                <w:szCs w:val="22"/>
              </w:rPr>
              <w:t>E-8721-29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DATA_ELEMENT_8714 set to "COLLABORATION_ID_8721"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ORIGINAL_DATA_ELEMENT_VALUE_8715 set to with @CollaborationID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should be available in 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F45AAA" w:rsidRDefault="00F45AAA" w:rsidP="00F45AAA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573"/>
        <w:gridCol w:w="2531"/>
        <w:gridCol w:w="1080"/>
        <w:gridCol w:w="3456"/>
      </w:tblGrid>
      <w:tr w:rsidR="00F45AAA" w:rsidTr="00F45AAA">
        <w:trPr>
          <w:gridAfter w:val="3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F45AAA" w:rsidTr="00F45AA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5AAA" w:rsidRDefault="00F45AA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CollaborationID</w:t>
            </w:r>
          </w:p>
        </w:tc>
      </w:tr>
    </w:tbl>
    <w:p w:rsidR="00F45AAA" w:rsidRDefault="00F45AAA" w:rsidP="00DC360D">
      <w:pPr>
        <w:rPr>
          <w:rFonts w:ascii="Times New Roman" w:hAnsi="Times New Roman"/>
        </w:rPr>
      </w:pPr>
    </w:p>
    <w:p w:rsidR="00F45AAA" w:rsidRDefault="00F45AAA" w:rsidP="00DC360D">
      <w:pPr>
        <w:rPr>
          <w:rFonts w:ascii="Times New Roman" w:hAnsi="Times New Roman"/>
        </w:rPr>
      </w:pPr>
    </w:p>
    <w:p w:rsidR="007E446A" w:rsidRPr="007E446A" w:rsidRDefault="007E446A" w:rsidP="000477EE">
      <w:pPr>
        <w:pStyle w:val="Heading1"/>
        <w:numPr>
          <w:ilvl w:val="0"/>
          <w:numId w:val="1"/>
        </w:numPr>
        <w:rPr>
          <w:rFonts w:asciiTheme="minorHAnsi" w:hAnsiTheme="minorHAnsi" w:cstheme="minorHAnsi"/>
        </w:rPr>
      </w:pPr>
      <w:r w:rsidRPr="007E446A">
        <w:rPr>
          <w:rFonts w:asciiTheme="minorHAnsi" w:hAnsiTheme="minorHAnsi" w:cstheme="minorHAnsi"/>
        </w:rPr>
        <w:lastRenderedPageBreak/>
        <w:t xml:space="preserve">Test suite </w:t>
      </w:r>
      <w:hyperlink r:id="rId102" w:anchor="planId=511&amp;suiteId=663" w:tgtFrame="_blank" w:history="1">
        <w:r w:rsidRPr="007E446A">
          <w:rPr>
            <w:rFonts w:asciiTheme="minorHAnsi" w:hAnsiTheme="minorHAnsi" w:cstheme="minorHAnsi"/>
          </w:rPr>
          <w:t>663</w:t>
        </w:r>
      </w:hyperlink>
      <w:r w:rsidRPr="007E446A">
        <w:rPr>
          <w:rFonts w:asciiTheme="minorHAnsi" w:hAnsiTheme="minorHAnsi" w:cstheme="minorHAnsi"/>
        </w:rPr>
        <w:t>: Stage 5 - Manage Reference</w:t>
      </w:r>
    </w:p>
    <w:p w:rsidR="007E446A" w:rsidRPr="007E446A" w:rsidRDefault="007E446A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7E446A">
        <w:rPr>
          <w:rFonts w:asciiTheme="minorHAnsi" w:hAnsiTheme="minorHAnsi" w:cstheme="minorHAnsi"/>
        </w:rPr>
        <w:t xml:space="preserve">Test case </w:t>
      </w:r>
      <w:hyperlink r:id="rId103" w:tgtFrame="_blank" w:history="1">
        <w:r w:rsidRPr="007E446A">
          <w:rPr>
            <w:rFonts w:asciiTheme="minorHAnsi" w:hAnsiTheme="minorHAnsi" w:cstheme="minorHAnsi"/>
          </w:rPr>
          <w:t>769</w:t>
        </w:r>
      </w:hyperlink>
      <w:r w:rsidRPr="007E446A">
        <w:rPr>
          <w:rFonts w:asciiTheme="minorHAnsi" w:hAnsiTheme="minorHAnsi" w:cstheme="minorHAnsi"/>
        </w:rPr>
        <w:t>: Exchange Maintain Container for action Add Reference</w:t>
      </w:r>
    </w:p>
    <w:p w:rsidR="00F45AAA" w:rsidRDefault="00F45AAA" w:rsidP="00E207FD">
      <w:pPr>
        <w:rPr>
          <w:rFonts w:ascii="Times New Roman" w:hAnsi="Times New Roman"/>
        </w:rPr>
      </w:pPr>
    </w:p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  <w:lang w:eastAsia="en-US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465"/>
        <w:gridCol w:w="3847"/>
        <w:gridCol w:w="2164"/>
        <w:gridCol w:w="2164"/>
      </w:tblGrid>
      <w:tr w:rsidR="008377A3" w:rsidTr="008377A3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ADD_REFERENCE for a NSN (@NIIN)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The message pasts Schema and Central Validation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@NIIN, @PIC, @NCAGE, @RefNumber, @RNCC, @RNVC, @RNSC, @RNFC (@DAC)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 message containing a container MAINTAIN with an action ADD_REFERENCE should be available in Destination (@Destination) NCB_XXX_MSG Mailbox.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This message should be an exact copy of the message received from @source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MessageID, Container Serial Number and Action Serial Number should be stored in NACOMS Database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730"/>
        <w:gridCol w:w="1152"/>
        <w:gridCol w:w="1112"/>
        <w:gridCol w:w="376"/>
        <w:gridCol w:w="755"/>
        <w:gridCol w:w="1573"/>
        <w:gridCol w:w="621"/>
        <w:gridCol w:w="622"/>
        <w:gridCol w:w="603"/>
        <w:gridCol w:w="593"/>
        <w:gridCol w:w="503"/>
      </w:tblGrid>
      <w:tr w:rsidR="008377A3" w:rsidTr="008377A3">
        <w:trPr>
          <w:gridAfter w:val="1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NCAGE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RefNumber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RNCC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RNVC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RNSC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RNFC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DAC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145825958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F0010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NSPA-TEST-001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145825958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F0010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NSPA-TEST-002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</w:t>
            </w:r>
          </w:p>
        </w:tc>
      </w:tr>
    </w:tbl>
    <w:p w:rsidR="008377A3" w:rsidRPr="008377A3" w:rsidRDefault="008377A3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8377A3">
        <w:rPr>
          <w:rFonts w:asciiTheme="minorHAnsi" w:hAnsiTheme="minorHAnsi" w:cstheme="minorHAnsi"/>
        </w:rPr>
        <w:t xml:space="preserve">Test case </w:t>
      </w:r>
      <w:hyperlink r:id="rId104" w:tgtFrame="_blank" w:history="1">
        <w:r w:rsidRPr="008377A3">
          <w:rPr>
            <w:rFonts w:asciiTheme="minorHAnsi" w:hAnsiTheme="minorHAnsi" w:cstheme="minorHAnsi"/>
          </w:rPr>
          <w:t>870</w:t>
        </w:r>
      </w:hyperlink>
      <w:r w:rsidRPr="008377A3">
        <w:rPr>
          <w:rFonts w:asciiTheme="minorHAnsi" w:hAnsiTheme="minorHAnsi" w:cstheme="minorHAnsi"/>
        </w:rPr>
        <w:t>: Exchange Maintain Container for action Add Reference - Central Validation failed on Character Set - Return Code E-8733-21</w:t>
      </w:r>
    </w:p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91"/>
        <w:gridCol w:w="3772"/>
        <w:gridCol w:w="2387"/>
        <w:gridCol w:w="2090"/>
      </w:tblGrid>
      <w:tr w:rsidR="008377A3" w:rsidTr="008377A3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Upload a zip file containing a message (@Source @Destination) containing a MAINTAIN container with action </w:t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ADD_REFERENCE for a NSN (@NIIN) for data @PIC, @NCAGE, @REFERENCE_NUMBER, @RNCC, @RNVC, @RNSC, @RNFC, @RNJC, @DAC, @GTIN and @Comment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RETURN_CODE_8713 set to @ErrorCode should be available in source (@Source) NCB_XXX_MSG mailbox.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</w:p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Central Validation failed on data element @DataElementInError </w:t>
            </w:r>
          </w:p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with error code @ErrorCode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is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433"/>
        <w:gridCol w:w="657"/>
        <w:gridCol w:w="587"/>
        <w:gridCol w:w="635"/>
        <w:gridCol w:w="232"/>
        <w:gridCol w:w="439"/>
        <w:gridCol w:w="1185"/>
        <w:gridCol w:w="366"/>
        <w:gridCol w:w="367"/>
        <w:gridCol w:w="356"/>
        <w:gridCol w:w="351"/>
        <w:gridCol w:w="335"/>
        <w:gridCol w:w="293"/>
        <w:gridCol w:w="323"/>
        <w:gridCol w:w="576"/>
        <w:gridCol w:w="1505"/>
      </w:tblGrid>
      <w:tr w:rsidR="008377A3" w:rsidTr="008377A3">
        <w:trPr>
          <w:gridAfter w:val="15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ErrorCode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NCAGE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RNCC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RNVC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RNSC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RNFC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RNJC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GTIN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Comment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DataElementInError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E-8733-21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145920607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F0002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CG-TEST CASE 792 - ¥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My commnet with an illegal character ¥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REFERENCE_NUMBER_8733</w:t>
            </w:r>
          </w:p>
        </w:tc>
      </w:tr>
    </w:tbl>
    <w:p w:rsidR="008377A3" w:rsidRPr="008377A3" w:rsidRDefault="008377A3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8377A3">
        <w:rPr>
          <w:rFonts w:asciiTheme="minorHAnsi" w:hAnsiTheme="minorHAnsi" w:cstheme="minorHAnsi"/>
        </w:rPr>
        <w:t xml:space="preserve">Test case </w:t>
      </w:r>
      <w:hyperlink r:id="rId105" w:tgtFrame="_blank" w:history="1">
        <w:r w:rsidRPr="008377A3">
          <w:rPr>
            <w:rFonts w:asciiTheme="minorHAnsi" w:hAnsiTheme="minorHAnsi" w:cstheme="minorHAnsi"/>
          </w:rPr>
          <w:t>774</w:t>
        </w:r>
      </w:hyperlink>
      <w:r w:rsidRPr="008377A3">
        <w:rPr>
          <w:rFonts w:asciiTheme="minorHAnsi" w:hAnsiTheme="minorHAnsi" w:cstheme="minorHAnsi"/>
        </w:rPr>
        <w:t>: Exchange Maintain Container for action Add Reference - Central Validation Failed - Return Code E-8754-31</w:t>
      </w:r>
    </w:p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8377A3" w:rsidTr="008377A3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Upload a zip file containing a message (@Source @Destination) containing a MAINTAIN container with action ADD_REFERENCE for a NSN (@NIIN @PIC)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Central Validation failed on Reference (0846) @NCAGE &amp; @ReferenceNumber, @RNCC, @RNVC, @RNSC, @RNFC, @RNJC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RETURN_CODE_8713 set to E-8754-31</w:t>
            </w:r>
            <w:r>
              <w:rPr>
                <w:rFonts w:ascii="Segoe UI" w:hAnsi="Segoe UI" w:cs="Segoe UI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- 2 DATA_ELEMENT_INFO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DATA_ELEMENT_8714 set to          NCAGE_CODE_4140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     - ORIGINAL_DATA_ELEMENT_VALUE_8715 set to with @NCAGE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     - DATA_ELEMENT_8714 set to REFERENCE_NUMBER_8733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     - ORIGINAL_DATA_ELEMENT_VALUE_8715 set to with @ReferenceNumber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- COMMENT_8703 set to @Comment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should be available in 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627"/>
        <w:gridCol w:w="982"/>
        <w:gridCol w:w="949"/>
        <w:gridCol w:w="647"/>
        <w:gridCol w:w="1527"/>
        <w:gridCol w:w="533"/>
        <w:gridCol w:w="534"/>
        <w:gridCol w:w="518"/>
        <w:gridCol w:w="486"/>
        <w:gridCol w:w="988"/>
        <w:gridCol w:w="325"/>
        <w:gridCol w:w="524"/>
      </w:tblGrid>
      <w:tr w:rsidR="008377A3" w:rsidTr="008377A3">
        <w:trPr>
          <w:gridAfter w:val="11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NCAGE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ReferenceNumber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RNCC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RNVC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RNSC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RNJC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Comment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RNFC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145825940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FA9C5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'ERG BREARD SANDY DESERT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Match NIIN(s): 142013094, 142013095, 142013096, 142013097, 142013098, 142013099, 142013100, 142013101, 142013102, 142013103, 142013104, </w:t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142013105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</w:tr>
    </w:tbl>
    <w:p w:rsidR="008377A3" w:rsidRPr="008377A3" w:rsidRDefault="008377A3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8377A3">
        <w:rPr>
          <w:rFonts w:asciiTheme="minorHAnsi" w:hAnsiTheme="minorHAnsi" w:cstheme="minorHAnsi"/>
        </w:rPr>
        <w:t xml:space="preserve">Test case </w:t>
      </w:r>
      <w:hyperlink r:id="rId106" w:tgtFrame="_blank" w:history="1">
        <w:r w:rsidRPr="008377A3">
          <w:rPr>
            <w:rFonts w:asciiTheme="minorHAnsi" w:hAnsiTheme="minorHAnsi" w:cstheme="minorHAnsi"/>
          </w:rPr>
          <w:t>790</w:t>
        </w:r>
      </w:hyperlink>
      <w:r w:rsidRPr="008377A3">
        <w:rPr>
          <w:rFonts w:asciiTheme="minorHAnsi" w:hAnsiTheme="minorHAnsi" w:cstheme="minorHAnsi"/>
        </w:rPr>
        <w:t>: Exchange Maintain Container for action Add Reference - Central Validation Failed - Return Code E-8754-03</w:t>
      </w:r>
    </w:p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8377A3" w:rsidTr="008377A3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ADD_REFERENCE for a NSN (@NIIN)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Central Validation failed (@CV-Tested) on Reference (0846) @NCAGE &amp; @ReferenceNumber, @PIC, @RNCC, @RNVC, @RNSC,@RNFC, @Dac, @AttachmentName, 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RETURN_CODE_8713 set to E-8754-03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- 2 DATA_ELEMENT_INFO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DATA_ELEMENT_8714 set to          NCAGE_CODE_4140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     - ORIGINAL_DATA_ELEMENT_VALUE_8715 set to with @NCAGE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     - DATA_ELEMENT_8714 set to REFERENCE_NUMBER_8733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     - ORIGINAL_DATA_ELEMENT_VALUE_8715 set to with @ReferenceNumber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- COMMENT_8703 set to @Comment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should be available in 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510"/>
        <w:gridCol w:w="786"/>
        <w:gridCol w:w="760"/>
        <w:gridCol w:w="522"/>
        <w:gridCol w:w="1215"/>
        <w:gridCol w:w="269"/>
        <w:gridCol w:w="433"/>
        <w:gridCol w:w="433"/>
        <w:gridCol w:w="420"/>
        <w:gridCol w:w="688"/>
        <w:gridCol w:w="691"/>
        <w:gridCol w:w="414"/>
        <w:gridCol w:w="1183"/>
        <w:gridCol w:w="316"/>
      </w:tblGrid>
      <w:tr w:rsidR="008377A3" w:rsidTr="008377A3">
        <w:trPr>
          <w:gridAfter w:val="13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NCAGE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ReferenceNumber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RNCC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RNVC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RNSC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Comment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CV-Tested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RNFC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AttachmentName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Dac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145844521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F0002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CG-TEST CASE 790 - 1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 (0846) 2.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NORFRA2019-MM-DD_1_1_1_1.pdf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145756783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F0002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CG-TEST CASE 790 - 2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 (0846) 3.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NORFRA2019-MM-DD_1_1_1_1.pdf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145676654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F0002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CG-TEST CASE 790 - 3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 (0846) 4.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NORFRA2019-MM-DD_1_1_1_1.pdf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145756783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F0002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CG-TEST CASE 790 - 5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 (0846) 5.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NORFRA2019-MM-DD_1_1_1_1.pdf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</w:tr>
    </w:tbl>
    <w:p w:rsidR="008377A3" w:rsidRPr="008377A3" w:rsidRDefault="008377A3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8377A3">
        <w:rPr>
          <w:rFonts w:asciiTheme="minorHAnsi" w:hAnsiTheme="minorHAnsi" w:cstheme="minorHAnsi"/>
        </w:rPr>
        <w:t xml:space="preserve">Test case </w:t>
      </w:r>
      <w:hyperlink r:id="rId107" w:tgtFrame="_blank" w:history="1">
        <w:r w:rsidRPr="008377A3">
          <w:rPr>
            <w:rFonts w:asciiTheme="minorHAnsi" w:hAnsiTheme="minorHAnsi" w:cstheme="minorHAnsi"/>
          </w:rPr>
          <w:t>791</w:t>
        </w:r>
      </w:hyperlink>
      <w:r w:rsidRPr="008377A3">
        <w:rPr>
          <w:rFonts w:asciiTheme="minorHAnsi" w:hAnsiTheme="minorHAnsi" w:cstheme="minorHAnsi"/>
        </w:rPr>
        <w:t>: Exchange Maintain Container for action Add Reference - Central Validation Failed - Return Code E-8754-02</w:t>
      </w:r>
    </w:p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8377A3" w:rsidTr="008377A3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ADD_REFERENCE for a NSN (@NIIN)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Central Validation failed on Reference (0846) for a combination error on wrong combination having @NCAGE &amp; @ReferenceNumber, @PIC, @RNCC, @RNVC, @RNSC, @RNFC, @DAC, @AttachmentName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RETURN_CODE_8713 set to E-8754-02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- 2 DATA_ELEMENT_INFO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DATA_ELEMENT_8714 set to          NCAGE_CODE_4140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       - ORIGINAL_DATA_ELEMENT_VALUE_8715 set </w:t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to with @NCAGE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     - DATA_ELEMENT_8714 set to REFERENCE_NUMBER_8733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     - ORIGINAL_DATA_ELEMENT_VALUE_8715 set to with @ReferenceNumber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- COMMENT_8703 set to @Comment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should be available in 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548"/>
        <w:gridCol w:w="852"/>
        <w:gridCol w:w="823"/>
        <w:gridCol w:w="564"/>
        <w:gridCol w:w="1319"/>
        <w:gridCol w:w="288"/>
        <w:gridCol w:w="466"/>
        <w:gridCol w:w="467"/>
        <w:gridCol w:w="453"/>
        <w:gridCol w:w="370"/>
        <w:gridCol w:w="745"/>
        <w:gridCol w:w="1284"/>
        <w:gridCol w:w="461"/>
      </w:tblGrid>
      <w:tr w:rsidR="008377A3" w:rsidTr="008377A3">
        <w:trPr>
          <w:gridAfter w:val="12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NCAGE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ReferenceNumber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RNCC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RNVC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RNSC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Comment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AttachmentName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RNFC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145920607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F0002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CG-TEST CASE 791 - 1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NORFRA2019-MM-DD_1_1_1_1.pdf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145920607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F0002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CG-TEST CASE 791 - 2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NORFRA2019-MM-DD_1_1_1_1.pdf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</w:tr>
    </w:tbl>
    <w:p w:rsidR="008377A3" w:rsidRPr="008377A3" w:rsidRDefault="008377A3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8377A3">
        <w:rPr>
          <w:rFonts w:asciiTheme="minorHAnsi" w:hAnsiTheme="minorHAnsi" w:cstheme="minorHAnsi"/>
        </w:rPr>
        <w:t xml:space="preserve">Test case </w:t>
      </w:r>
      <w:hyperlink r:id="rId108" w:tgtFrame="_blank" w:history="1">
        <w:r w:rsidRPr="008377A3">
          <w:rPr>
            <w:rFonts w:asciiTheme="minorHAnsi" w:hAnsiTheme="minorHAnsi" w:cstheme="minorHAnsi"/>
          </w:rPr>
          <w:t>792</w:t>
        </w:r>
      </w:hyperlink>
      <w:r w:rsidRPr="008377A3">
        <w:rPr>
          <w:rFonts w:asciiTheme="minorHAnsi" w:hAnsiTheme="minorHAnsi" w:cstheme="minorHAnsi"/>
        </w:rPr>
        <w:t>: Exchange Maintain Container for action Add Reference - Central Validation Failed - Return Code E-XXXX-13</w:t>
      </w:r>
    </w:p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8377A3" w:rsidTr="008377A3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ADD_REFERENCE for a NSN (@NIIN) for data @PIC, @NCAGE, @REFERENCE_NUMBER, @RNCC, @RNVC, @RNSC, @RNFC, @RNJC, @DAC, @GTIN and @Comment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Central Validation failed on data element @DataElementInError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- REQUEST_MESSAGE_ID_8720 set with </w:t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- RETURN_CODE_8713 set to @ErrorCode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DATA_ELEMENT_8714 set to @DataElementInError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ORIGINAL_DATA_ELEMENT_VALUE_8715 set to with @DataElementInError Value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should be available in 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452"/>
        <w:gridCol w:w="691"/>
        <w:gridCol w:w="668"/>
        <w:gridCol w:w="1134"/>
        <w:gridCol w:w="241"/>
        <w:gridCol w:w="606"/>
        <w:gridCol w:w="461"/>
        <w:gridCol w:w="1250"/>
        <w:gridCol w:w="384"/>
        <w:gridCol w:w="373"/>
        <w:gridCol w:w="367"/>
        <w:gridCol w:w="384"/>
        <w:gridCol w:w="351"/>
        <w:gridCol w:w="307"/>
        <w:gridCol w:w="338"/>
        <w:gridCol w:w="633"/>
      </w:tblGrid>
      <w:tr w:rsidR="008377A3" w:rsidTr="008377A3">
        <w:trPr>
          <w:gridAfter w:val="15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DataElementInError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Comment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NCAGE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RNVC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RNSC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RNFC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RNCC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RNJC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GTIN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ErrorCode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145920607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F0002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CG-TEST CASE 792 - 1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E-2867-13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145920607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RNCC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F0002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CG-TEST CASE 792 - 2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E-2910-13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145920607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RNFC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F0002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CG-TEST CASE 792 - 3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E-2920-13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145920607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RNFC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F0002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CG-TEST CASE 792 - 4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E-2920-13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145920607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RNSC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F0002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CG-TEST CASE 792 - 5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E-2923-13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145920607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NCAGE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F000A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CG-TEST CASE 792 - 6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E-4140-13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145920607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RNFC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F0002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CG-TEST CASE 792 - 7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E-2920-13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145920607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DAC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F0002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CG-TEST CASE 792 - 8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E-2640-13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145920607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RNJC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F0002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CG-TEST CASE 792 - 9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E-2750-13</w:t>
            </w:r>
          </w:p>
        </w:tc>
      </w:tr>
    </w:tbl>
    <w:p w:rsidR="008377A3" w:rsidRPr="008377A3" w:rsidRDefault="008377A3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8377A3">
        <w:rPr>
          <w:rFonts w:asciiTheme="minorHAnsi" w:hAnsiTheme="minorHAnsi" w:cstheme="minorHAnsi"/>
        </w:rPr>
        <w:t xml:space="preserve">Test case </w:t>
      </w:r>
      <w:hyperlink r:id="rId109" w:tgtFrame="_blank" w:history="1">
        <w:r w:rsidRPr="008377A3">
          <w:rPr>
            <w:rFonts w:asciiTheme="minorHAnsi" w:hAnsiTheme="minorHAnsi" w:cstheme="minorHAnsi"/>
          </w:rPr>
          <w:t>793</w:t>
        </w:r>
      </w:hyperlink>
      <w:r w:rsidRPr="008377A3">
        <w:rPr>
          <w:rFonts w:asciiTheme="minorHAnsi" w:hAnsiTheme="minorHAnsi" w:cstheme="minorHAnsi"/>
        </w:rPr>
        <w:t>: Exchange Maintain Container for action Add Reference - Central Validation Failed - Return Code E-2910-03</w:t>
      </w:r>
    </w:p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5"/>
        <w:gridCol w:w="4134"/>
        <w:gridCol w:w="1507"/>
      </w:tblGrid>
      <w:tr w:rsidR="008377A3" w:rsidTr="008377A3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ADD_REFERENCE for a NSN (@NIIN) for data @PIC, @NCAGE, @REFERENCE_NUMBER, @RNCC, @RNVC, @RNSC, @RNFC, @DAC,@AttachmentName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Central Validation failed on data element @RNCC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- RETURN_CODE_8713 set to E-2910-03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DATA_ELEMENT_8714 set to REFERENCE_NUMBER_CATEGORY_CODE_2910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- ORIGINAL_DATA_ELEMENT_VALUE_8715 set to @RNCC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should be available in 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582"/>
        <w:gridCol w:w="907"/>
        <w:gridCol w:w="876"/>
        <w:gridCol w:w="304"/>
        <w:gridCol w:w="598"/>
        <w:gridCol w:w="1657"/>
        <w:gridCol w:w="494"/>
        <w:gridCol w:w="495"/>
        <w:gridCol w:w="480"/>
        <w:gridCol w:w="472"/>
        <w:gridCol w:w="1369"/>
        <w:gridCol w:w="406"/>
      </w:tblGrid>
      <w:tr w:rsidR="008377A3" w:rsidTr="008377A3">
        <w:trPr>
          <w:gridAfter w:val="11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NCAGE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RNCC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RNVC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RNSC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RNFC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AttachmentName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DAC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145920607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F0002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CG-TEST CASE 793 - 1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NORFRA2019-MM-DD_1_1_1_1.pdf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</w:tr>
    </w:tbl>
    <w:p w:rsidR="008377A3" w:rsidRPr="008377A3" w:rsidRDefault="008377A3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8377A3">
        <w:rPr>
          <w:rFonts w:asciiTheme="minorHAnsi" w:hAnsiTheme="minorHAnsi" w:cstheme="minorHAnsi"/>
        </w:rPr>
        <w:t xml:space="preserve">Test case </w:t>
      </w:r>
      <w:hyperlink r:id="rId110" w:tgtFrame="_blank" w:history="1">
        <w:r w:rsidRPr="008377A3">
          <w:rPr>
            <w:rFonts w:asciiTheme="minorHAnsi" w:hAnsiTheme="minorHAnsi" w:cstheme="minorHAnsi"/>
          </w:rPr>
          <w:t>794</w:t>
        </w:r>
      </w:hyperlink>
      <w:r w:rsidRPr="008377A3">
        <w:rPr>
          <w:rFonts w:asciiTheme="minorHAnsi" w:hAnsiTheme="minorHAnsi" w:cstheme="minorHAnsi"/>
        </w:rPr>
        <w:t>: Exchange Maintain Container for action Add Reference - Central Validation Failed - Return Code E-4000-08</w:t>
      </w:r>
    </w:p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8377A3" w:rsidTr="008377A3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ADD_REFERENCE for a NSN (@NIIN) for data @PIC, @NCAGE, @REFERENCE_NUMBER, @RNCC, @RNVC, @RNSC, @RNFC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Central Validation failed on data element @NIIN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RETURN_CODE_8713 set to E-4000-08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DATA_ELEMENT_8714 set to NIIN_4000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ORIGINAL_DATA_ELEMENT_VALUE_8715 set to @NIIN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should be available in 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722"/>
        <w:gridCol w:w="1137"/>
        <w:gridCol w:w="1098"/>
        <w:gridCol w:w="371"/>
        <w:gridCol w:w="746"/>
        <w:gridCol w:w="2141"/>
        <w:gridCol w:w="614"/>
        <w:gridCol w:w="615"/>
        <w:gridCol w:w="595"/>
        <w:gridCol w:w="601"/>
      </w:tblGrid>
      <w:tr w:rsidR="008377A3" w:rsidTr="008377A3">
        <w:trPr>
          <w:gridAfter w:val="9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NCAGE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RNCC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RNVC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RNSC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RNFC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146920607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F0002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CG-TEST CASE 794 - 1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</w:tr>
    </w:tbl>
    <w:p w:rsidR="008377A3" w:rsidRPr="008377A3" w:rsidRDefault="008377A3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8377A3">
        <w:rPr>
          <w:rFonts w:asciiTheme="minorHAnsi" w:hAnsiTheme="minorHAnsi" w:cstheme="minorHAnsi"/>
        </w:rPr>
        <w:t xml:space="preserve">Test case </w:t>
      </w:r>
      <w:hyperlink r:id="rId111" w:tgtFrame="_blank" w:history="1">
        <w:r w:rsidRPr="008377A3">
          <w:rPr>
            <w:rFonts w:asciiTheme="minorHAnsi" w:hAnsiTheme="minorHAnsi" w:cstheme="minorHAnsi"/>
          </w:rPr>
          <w:t>795</w:t>
        </w:r>
      </w:hyperlink>
      <w:r w:rsidRPr="008377A3">
        <w:rPr>
          <w:rFonts w:asciiTheme="minorHAnsi" w:hAnsiTheme="minorHAnsi" w:cstheme="minorHAnsi"/>
        </w:rPr>
        <w:t>: Exchange Maintain Container for action Add Reference - Central Validation Failed - Return Code E-4000-01</w:t>
      </w:r>
    </w:p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8377A3" w:rsidTr="008377A3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ADD_REFERENCE for a NSN (@NIIN) for data @PIC, @NCAGE, @REFERENCE_NUMBER, @RNCC, @RNVC, @RNSC, @RNFC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Central Validation failed on data element @NIIN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RETURN_CODE_8713 set to E-4000-01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DATA_ELEMENT_8714 set to NIIN_4000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ORIGINAL_DATA_ELEMENT_VALUE_8715 set to @NIIN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should be available in 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722"/>
        <w:gridCol w:w="1137"/>
        <w:gridCol w:w="1098"/>
        <w:gridCol w:w="371"/>
        <w:gridCol w:w="746"/>
        <w:gridCol w:w="2141"/>
        <w:gridCol w:w="614"/>
        <w:gridCol w:w="615"/>
        <w:gridCol w:w="595"/>
        <w:gridCol w:w="601"/>
      </w:tblGrid>
      <w:tr w:rsidR="008377A3" w:rsidTr="008377A3">
        <w:trPr>
          <w:gridAfter w:val="9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NCAGE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RNCC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RNVC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RNSC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RNFC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997984994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F0002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CG-TEST CASE 795 - 1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</w:tr>
    </w:tbl>
    <w:p w:rsidR="008377A3" w:rsidRPr="008377A3" w:rsidRDefault="008377A3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8377A3">
        <w:rPr>
          <w:rFonts w:asciiTheme="minorHAnsi" w:hAnsiTheme="minorHAnsi" w:cstheme="minorHAnsi"/>
        </w:rPr>
        <w:lastRenderedPageBreak/>
        <w:t xml:space="preserve">Test case </w:t>
      </w:r>
      <w:hyperlink r:id="rId112" w:tgtFrame="_blank" w:history="1">
        <w:r w:rsidRPr="008377A3">
          <w:rPr>
            <w:rFonts w:asciiTheme="minorHAnsi" w:hAnsiTheme="minorHAnsi" w:cstheme="minorHAnsi"/>
          </w:rPr>
          <w:t>796</w:t>
        </w:r>
      </w:hyperlink>
      <w:r w:rsidRPr="008377A3">
        <w:rPr>
          <w:rFonts w:asciiTheme="minorHAnsi" w:hAnsiTheme="minorHAnsi" w:cstheme="minorHAnsi"/>
        </w:rPr>
        <w:t>: Exchange Maintain Container for action Add Reference - Central Validation Failed - Return Code E-4140-24</w:t>
      </w:r>
    </w:p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8377A3" w:rsidTr="008377A3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ADD_REFERENCE for a NSN (@NIIN) for data @PIC, @NCAGE, @REFERENCE_NUMBER, @RNCC, @RNVC, @RNSC, @RNFC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Central Validation failed on data element @NCAGE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RETURN_CODE_8713 set to E-4140-24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DATA_ELEMENT_8714 set to NCAGE_CODE_4140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ORIGINAL_DATA_ELEMENT_VALUE_8715 set to @NCAGE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should be available in 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718"/>
        <w:gridCol w:w="1131"/>
        <w:gridCol w:w="1092"/>
        <w:gridCol w:w="370"/>
        <w:gridCol w:w="742"/>
        <w:gridCol w:w="2175"/>
        <w:gridCol w:w="610"/>
        <w:gridCol w:w="612"/>
        <w:gridCol w:w="592"/>
        <w:gridCol w:w="598"/>
      </w:tblGrid>
      <w:tr w:rsidR="008377A3" w:rsidTr="008377A3">
        <w:trPr>
          <w:gridAfter w:val="9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NCAGE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RNCC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RNVC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RNSC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RNFC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145920607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F0003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CG-TEST CASE 796 - 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145920607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F4777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CG-TEST CASE 796 - F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145920607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F2584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CG-TEST CASE 796 - H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145920607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F0008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CG-TEST CASE 796 - N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251621085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N1659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CG-TEST CASE 796 - P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</w:tr>
    </w:tbl>
    <w:p w:rsidR="008377A3" w:rsidRPr="008377A3" w:rsidRDefault="008377A3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8377A3">
        <w:rPr>
          <w:rFonts w:asciiTheme="minorHAnsi" w:hAnsiTheme="minorHAnsi" w:cstheme="minorHAnsi"/>
        </w:rPr>
        <w:lastRenderedPageBreak/>
        <w:t xml:space="preserve">Test case </w:t>
      </w:r>
      <w:hyperlink r:id="rId113" w:tgtFrame="_blank" w:history="1">
        <w:r w:rsidRPr="008377A3">
          <w:rPr>
            <w:rFonts w:asciiTheme="minorHAnsi" w:hAnsiTheme="minorHAnsi" w:cstheme="minorHAnsi"/>
          </w:rPr>
          <w:t>797</w:t>
        </w:r>
      </w:hyperlink>
      <w:r w:rsidRPr="008377A3">
        <w:rPr>
          <w:rFonts w:asciiTheme="minorHAnsi" w:hAnsiTheme="minorHAnsi" w:cstheme="minorHAnsi"/>
        </w:rPr>
        <w:t>: Exchange Maintain Container for action Add Reference - Central Validation Failed - Return Code E-4780-26</w:t>
      </w:r>
    </w:p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781"/>
        <w:gridCol w:w="4170"/>
        <w:gridCol w:w="1495"/>
      </w:tblGrid>
      <w:tr w:rsidR="008377A3" w:rsidTr="008377A3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ADD_REFERENCE for a NSN (@NIIN) for data @PIC, @NCAGE, @REFERENCE_NUMBER, @RNCC, @RNVC, @RNSC, @RNFC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Central Validation failed on data element @RNVC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RETURN_CODE_8713 set to E-4780-26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DATA_ELEMENT_8714 set to REFERENCE_NUMBER_VARIATION_CODE_4780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ORIGINAL_DATA_ELEMENT_VALUE_8715 set to @RNVC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should be available in 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505"/>
        <w:gridCol w:w="779"/>
        <w:gridCol w:w="752"/>
        <w:gridCol w:w="267"/>
        <w:gridCol w:w="517"/>
        <w:gridCol w:w="4121"/>
        <w:gridCol w:w="429"/>
        <w:gridCol w:w="429"/>
        <w:gridCol w:w="416"/>
        <w:gridCol w:w="425"/>
      </w:tblGrid>
      <w:tr w:rsidR="008377A3" w:rsidTr="008377A3">
        <w:trPr>
          <w:gridAfter w:val="9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NCAGE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RNCC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RNVC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RNSC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RNFC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145920607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F0002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ExtralongreferencenumberinerrorExtralongreferencenumberiner-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145920607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F0002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ExtralongreferencenumberinerrorExtralongreferencenumberiner-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145920607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F0002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ExtralongreferencenumberinerrorExtralongreferencenumberiner-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145920607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F0002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ExtralongreferencenumberinerrorExtralongreferencenumberiner-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145920607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F0002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ExtralongreferencenumberinerrorExtralongreferencenumberiner-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145920607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F0002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ExtralongreferencenumberinerrorExtralongreferencenumberiner-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</w:tr>
    </w:tbl>
    <w:p w:rsidR="008377A3" w:rsidRPr="008377A3" w:rsidRDefault="008377A3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8377A3">
        <w:rPr>
          <w:rFonts w:asciiTheme="minorHAnsi" w:hAnsiTheme="minorHAnsi" w:cstheme="minorHAnsi"/>
        </w:rPr>
        <w:t xml:space="preserve">Test case </w:t>
      </w:r>
      <w:hyperlink r:id="rId114" w:tgtFrame="_blank" w:history="1">
        <w:r w:rsidRPr="008377A3">
          <w:rPr>
            <w:rFonts w:asciiTheme="minorHAnsi" w:hAnsiTheme="minorHAnsi" w:cstheme="minorHAnsi"/>
          </w:rPr>
          <w:t>798</w:t>
        </w:r>
      </w:hyperlink>
      <w:r w:rsidRPr="008377A3">
        <w:rPr>
          <w:rFonts w:asciiTheme="minorHAnsi" w:hAnsiTheme="minorHAnsi" w:cstheme="minorHAnsi"/>
        </w:rPr>
        <w:t>: Exchange Maintain Container for action Add Reference - Central Validation Failed - Return Code E-8707-18</w:t>
      </w:r>
    </w:p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8377A3" w:rsidTr="008377A3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ADD_REFERENCE for a NSN (@NIIN) for data @PIC, @NCAGE, @REFERENCE_NUMBER, @RNCC, @RNVC, @RNSC, @RNFC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Central Validation failed on data element @AttachmentName when @PIC &lt;&gt; 0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RETURN_CODE_8713 set to E-8707-18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DATA_ELEMENT_8714 set to ATTACHMENT_NAME_8707</w:t>
            </w:r>
            <w:r>
              <w:rPr>
                <w:rFonts w:ascii="Segoe UI" w:hAnsi="Segoe UI" w:cs="Segoe UI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should be available in 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609"/>
        <w:gridCol w:w="950"/>
        <w:gridCol w:w="918"/>
        <w:gridCol w:w="316"/>
        <w:gridCol w:w="626"/>
        <w:gridCol w:w="1739"/>
        <w:gridCol w:w="517"/>
        <w:gridCol w:w="518"/>
        <w:gridCol w:w="502"/>
        <w:gridCol w:w="494"/>
        <w:gridCol w:w="1451"/>
      </w:tblGrid>
      <w:tr w:rsidR="008377A3" w:rsidTr="008377A3">
        <w:trPr>
          <w:gridAfter w:val="1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NCAGE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RNCC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RNVC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RNSC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RNFC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AttachmentName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145920607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F0002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CG-TEST CASE 798 - 1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Pr="008377A3" w:rsidRDefault="008377A3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8377A3">
        <w:rPr>
          <w:rFonts w:asciiTheme="minorHAnsi" w:hAnsiTheme="minorHAnsi" w:cstheme="minorHAnsi"/>
        </w:rPr>
        <w:t xml:space="preserve">Test case </w:t>
      </w:r>
      <w:hyperlink r:id="rId115" w:tgtFrame="_blank" w:history="1">
        <w:r w:rsidRPr="008377A3">
          <w:rPr>
            <w:rFonts w:asciiTheme="minorHAnsi" w:hAnsiTheme="minorHAnsi" w:cstheme="minorHAnsi"/>
          </w:rPr>
          <w:t>866</w:t>
        </w:r>
      </w:hyperlink>
      <w:r w:rsidRPr="008377A3">
        <w:rPr>
          <w:rFonts w:asciiTheme="minorHAnsi" w:hAnsiTheme="minorHAnsi" w:cstheme="minorHAnsi"/>
        </w:rPr>
        <w:t>: Exchange Maintain Container for action Add Reference - Central Validation Failed - 2 actions - 1 valid 1 invalid</w:t>
      </w:r>
    </w:p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8377A3" w:rsidTr="008377A3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Upload a zip file containing a message (@Source @Destination) containing a MAINTAIN container with action ADD_REFERENCE for a NSN (@NIIN @PIC)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Central Validation failed on one of the actions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RETURN_CODE_8713 set to E-0846-05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DATA_ELEMENT_INFO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DATA_ELEMENT_8714 set to          REFERENCE_NUMBER_8733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     - ORIGINAL_DATA_ELEMENT_VALUE_8715 set to with @ReferenceNumber     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- COMMENT_8703 set to @Comment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should be available in 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012"/>
        <w:gridCol w:w="1613"/>
        <w:gridCol w:w="1556"/>
        <w:gridCol w:w="518"/>
        <w:gridCol w:w="2520"/>
        <w:gridCol w:w="1421"/>
      </w:tblGrid>
      <w:tr w:rsidR="008377A3" w:rsidTr="008377A3">
        <w:trPr>
          <w:gridAfter w:val="5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ReferenceNumber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Comment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145825958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2132132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Pr="008377A3" w:rsidRDefault="008377A3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8377A3">
        <w:rPr>
          <w:rFonts w:asciiTheme="minorHAnsi" w:hAnsiTheme="minorHAnsi" w:cstheme="minorHAnsi"/>
        </w:rPr>
        <w:lastRenderedPageBreak/>
        <w:t xml:space="preserve">Test case </w:t>
      </w:r>
      <w:hyperlink r:id="rId116" w:tgtFrame="_blank" w:history="1">
        <w:r w:rsidRPr="008377A3">
          <w:rPr>
            <w:rFonts w:asciiTheme="minorHAnsi" w:hAnsiTheme="minorHAnsi" w:cstheme="minorHAnsi"/>
          </w:rPr>
          <w:t>1222</w:t>
        </w:r>
      </w:hyperlink>
      <w:r w:rsidRPr="008377A3">
        <w:rPr>
          <w:rFonts w:asciiTheme="minorHAnsi" w:hAnsiTheme="minorHAnsi" w:cstheme="minorHAnsi"/>
        </w:rPr>
        <w:t>: Exchange Maintain Container for action Add Reference - Central Validation Failed - Return Code E-8754-14</w:t>
      </w:r>
    </w:p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8377A3" w:rsidTr="008377A3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Upload a zip file containing a message (@Source @Destination) containing a MAINTAIN container with action ADD_REFERENCE for a NSN (@NIIN @PIC)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Central Validation failed on Reference (0846) @NCAGE &amp; @ReferenceNumber, @RNCC, @RNVC, @RNSC, @RNFC, @RNJC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RETURN_CODE_8713 set to E-8754-14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- 2 DATA_ELEMENT_INFO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DATA_ELEMENT_8714 set to          NCAGE_CODE_4140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     - ORIGINAL_DATA_ELEMENT_VALUE_8715 set to with @NCAGE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     - DATA_ELEMENT_8714 set to REFERENCE_NUMBER_8733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     - ORIGINAL_DATA_ELEMENT_VALUE_8715 set to with @ReferenceNumber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- COMMENT_8703 set to @Comment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should be available in 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638"/>
        <w:gridCol w:w="998"/>
        <w:gridCol w:w="963"/>
        <w:gridCol w:w="330"/>
        <w:gridCol w:w="656"/>
        <w:gridCol w:w="1551"/>
        <w:gridCol w:w="541"/>
        <w:gridCol w:w="542"/>
        <w:gridCol w:w="525"/>
        <w:gridCol w:w="517"/>
        <w:gridCol w:w="493"/>
        <w:gridCol w:w="886"/>
      </w:tblGrid>
      <w:tr w:rsidR="008377A3" w:rsidTr="008377A3">
        <w:trPr>
          <w:gridAfter w:val="11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NCAGE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ReferenceNumber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RNCC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RNVC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RNSC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RNFC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RNJC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Comment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145825940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FA9C3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'ERG BREARD SANDY DESERT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Pr="008377A3" w:rsidRDefault="008377A3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8377A3">
        <w:rPr>
          <w:rFonts w:asciiTheme="minorHAnsi" w:hAnsiTheme="minorHAnsi" w:cstheme="minorHAnsi"/>
        </w:rPr>
        <w:lastRenderedPageBreak/>
        <w:t xml:space="preserve">Test case </w:t>
      </w:r>
      <w:hyperlink r:id="rId117" w:tgtFrame="_blank" w:history="1">
        <w:r w:rsidRPr="008377A3">
          <w:rPr>
            <w:rFonts w:asciiTheme="minorHAnsi" w:hAnsiTheme="minorHAnsi" w:cstheme="minorHAnsi"/>
          </w:rPr>
          <w:t>799</w:t>
        </w:r>
      </w:hyperlink>
      <w:r w:rsidRPr="008377A3">
        <w:rPr>
          <w:rFonts w:asciiTheme="minorHAnsi" w:hAnsiTheme="minorHAnsi" w:cstheme="minorHAnsi"/>
        </w:rPr>
        <w:t>: Exchange Maintain Container for action Change Reference Related Codes</w:t>
      </w:r>
    </w:p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2"/>
        <w:gridCol w:w="3348"/>
        <w:gridCol w:w="3932"/>
        <w:gridCol w:w="1168"/>
      </w:tblGrid>
      <w:tr w:rsidR="008377A3" w:rsidTr="008377A3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CHANGE_REFERENCE_RELATED_CODE for a NSN (@NIIN)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The message pasts Schema and Central Validation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@NIIN, @PIC, @NCAGE, @RefNumber, @RNCC, @RNVC, @RNSC, @RNFC, @RNJC, @DAC, @AttachmentName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 message containing a container MAINTAIN with an action CHANGE_REFERENCE_RELATED_CODE should be available in Destination (@Destination) NCB_XXX_MSG Mailbox.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This message should be an exact copy of the message received from @source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MessageID, Container Serial Number and Action Serial Number should be stored in NACOMS Database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602"/>
        <w:gridCol w:w="940"/>
        <w:gridCol w:w="908"/>
        <w:gridCol w:w="313"/>
        <w:gridCol w:w="619"/>
        <w:gridCol w:w="945"/>
        <w:gridCol w:w="511"/>
        <w:gridCol w:w="512"/>
        <w:gridCol w:w="496"/>
        <w:gridCol w:w="489"/>
        <w:gridCol w:w="466"/>
        <w:gridCol w:w="404"/>
        <w:gridCol w:w="1435"/>
      </w:tblGrid>
      <w:tr w:rsidR="008377A3" w:rsidTr="008377A3">
        <w:trPr>
          <w:gridAfter w:val="12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NCAGE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RefNumber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RNCC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RNVC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RNSC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RNFC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RNJC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AttachmentName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145788934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F4702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--KH--45LE-170--S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NORFRA2019-MM-DD_1_1_1_1.pdf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145788934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F4702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--KH--45LE-170--S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NORFRA2019-MM-DD_1_1_1_1.pdf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145788934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F4702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--KH--45LE-170--S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NORFRA2019-MM-DD_1_1_1_1.pdf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145788934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F4702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--KH--45LE-170--S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NORFRA2019-MM-DD_1_1_1_1.pdf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145788934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F4702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--KH--45LE-170--S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NORFRA2019-MM-DD_1_1_1_1.pdf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145788934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F4702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--KH--45LE-170--S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NORFRA2019-MM-DD_1_1_1_1.pdf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145788934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F4702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--KH--45LE-170--S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NORFRA2019-MM-DD_1_1_1_1.pdf</w:t>
            </w:r>
          </w:p>
        </w:tc>
      </w:tr>
    </w:tbl>
    <w:p w:rsidR="008377A3" w:rsidRPr="008377A3" w:rsidRDefault="008377A3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8377A3">
        <w:rPr>
          <w:rFonts w:asciiTheme="minorHAnsi" w:hAnsiTheme="minorHAnsi" w:cstheme="minorHAnsi"/>
        </w:rPr>
        <w:t xml:space="preserve">Test case </w:t>
      </w:r>
      <w:hyperlink r:id="rId118" w:tgtFrame="_blank" w:history="1">
        <w:r w:rsidRPr="008377A3">
          <w:rPr>
            <w:rFonts w:asciiTheme="minorHAnsi" w:hAnsiTheme="minorHAnsi" w:cstheme="minorHAnsi"/>
          </w:rPr>
          <w:t>871</w:t>
        </w:r>
      </w:hyperlink>
      <w:r w:rsidRPr="008377A3">
        <w:rPr>
          <w:rFonts w:asciiTheme="minorHAnsi" w:hAnsiTheme="minorHAnsi" w:cstheme="minorHAnsi"/>
        </w:rPr>
        <w:t>: Exchange Maintain Container for action Change Reference - Central Validation failed on Character Set - Return Code E-8733-21</w:t>
      </w:r>
    </w:p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91"/>
        <w:gridCol w:w="3772"/>
        <w:gridCol w:w="2387"/>
        <w:gridCol w:w="2090"/>
      </w:tblGrid>
      <w:tr w:rsidR="008377A3" w:rsidTr="008377A3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 a message containing from @Source to @Destination MAINTAIN container with action CHANGE_REFERENCE_RELATED_CODE for a NSN (@NIIN) for data @PIC, @NCAGE, @REFERENCE_NUMBER, @RNCC, @RNVC, @RNSC, @RNFC, @RNJC, @DAC, @GTIN and @Comment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 message containing an error container having data element RETURN_CODE_8713 set to @ErrorCode should be available in source (@Source) NCB_XXX_MSG mailbox.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Central Validation failed either on data element @DataElementInError with error code @ErrorCode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is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433"/>
        <w:gridCol w:w="657"/>
        <w:gridCol w:w="587"/>
        <w:gridCol w:w="635"/>
        <w:gridCol w:w="232"/>
        <w:gridCol w:w="439"/>
        <w:gridCol w:w="1185"/>
        <w:gridCol w:w="366"/>
        <w:gridCol w:w="367"/>
        <w:gridCol w:w="356"/>
        <w:gridCol w:w="351"/>
        <w:gridCol w:w="335"/>
        <w:gridCol w:w="293"/>
        <w:gridCol w:w="323"/>
        <w:gridCol w:w="576"/>
        <w:gridCol w:w="1505"/>
      </w:tblGrid>
      <w:tr w:rsidR="008377A3" w:rsidTr="008377A3">
        <w:trPr>
          <w:gridAfter w:val="15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ErrorCode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NCAGE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RNCC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RNVC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RNSC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RNFC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RNJC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GTIN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Comment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DataElementInError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E-8733-21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145920607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F2281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0319391¥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REFERENCE_NUMBER_8733</w:t>
            </w:r>
          </w:p>
        </w:tc>
      </w:tr>
    </w:tbl>
    <w:p w:rsidR="008377A3" w:rsidRPr="008377A3" w:rsidRDefault="008377A3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8377A3">
        <w:rPr>
          <w:rFonts w:asciiTheme="minorHAnsi" w:hAnsiTheme="minorHAnsi" w:cstheme="minorHAnsi"/>
        </w:rPr>
        <w:t xml:space="preserve">Test case </w:t>
      </w:r>
      <w:hyperlink r:id="rId119" w:tgtFrame="_blank" w:history="1">
        <w:r w:rsidRPr="008377A3">
          <w:rPr>
            <w:rFonts w:asciiTheme="minorHAnsi" w:hAnsiTheme="minorHAnsi" w:cstheme="minorHAnsi"/>
          </w:rPr>
          <w:t>800</w:t>
        </w:r>
      </w:hyperlink>
      <w:r w:rsidRPr="008377A3">
        <w:rPr>
          <w:rFonts w:asciiTheme="minorHAnsi" w:hAnsiTheme="minorHAnsi" w:cstheme="minorHAnsi"/>
        </w:rPr>
        <w:t>: Exchange Maintain Container for action Change Reference Related Codes - Central Validation Failed - Return Code E-XXXX-13</w:t>
      </w:r>
    </w:p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89"/>
        <w:gridCol w:w="3302"/>
        <w:gridCol w:w="3996"/>
        <w:gridCol w:w="1153"/>
      </w:tblGrid>
      <w:tr w:rsidR="008377A3" w:rsidTr="008377A3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Upload a zip file containing a message (@Source @Destination) containing a MAINTAIN container </w:t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with action CHANGE_REFERENCE_RELATED_CODE for a NSN (@NIIN) for data @PIC, @NCAGE, @REFERENCE_NUMBER, @RNCC, @RNVC, @RNSC, @RNFC, @RNJC, @DAC, @GTIN and @Comment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Central Validation failed on data element @DataElementInError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- RETURN_CODE_8713 set to @ErrorCode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DATA_ELEMENT_8714 set to @DataElementInError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ORIGINAL_DATA_ELEMENT_VALUE_8715 set to with @DataElementInError Value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should be available in 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85"/>
        <w:gridCol w:w="577"/>
        <w:gridCol w:w="557"/>
        <w:gridCol w:w="208"/>
        <w:gridCol w:w="388"/>
        <w:gridCol w:w="1033"/>
        <w:gridCol w:w="325"/>
        <w:gridCol w:w="325"/>
        <w:gridCol w:w="316"/>
        <w:gridCol w:w="311"/>
        <w:gridCol w:w="298"/>
        <w:gridCol w:w="262"/>
        <w:gridCol w:w="288"/>
        <w:gridCol w:w="507"/>
        <w:gridCol w:w="2329"/>
        <w:gridCol w:w="531"/>
      </w:tblGrid>
      <w:tr w:rsidR="008377A3" w:rsidTr="008377A3">
        <w:trPr>
          <w:gridAfter w:val="15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NCAGE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RNCC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RNVC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RNSC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RNFC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RNJC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GTIN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Comment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DataElementInError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ErrorCode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145920607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F2281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0319391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PRIORITY_CODE_2867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E-2867-13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145920607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F228I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0319391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NCAGE_CODE_4140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E-4140-13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145920607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F2281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0319391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DAC_2640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E-2640-13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145920607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F2281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0319391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REFERENCE_NUMBER_JUSTIFICATION_CODE_2750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E-2750-13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145920607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F2281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0319391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REFERENCE_NUMBER_CATEGORY_CODE_2910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E-2910-13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145920607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F2281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0319391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REFERENCE_NUMBER_FORMAT_CODE_2920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E-2920-13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145920607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F2281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0319391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REFERENCE_NUMBER_FORMAT_CODE_2920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E-2920-13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145920607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F2281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0319391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REFERENCE_NUMBER_STATUS_CODE_2923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E-2923-13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145920607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F2281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0319391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REFERENCE_NUMBER_VARIATION_CODE_4780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E-4780-13</w:t>
            </w:r>
          </w:p>
        </w:tc>
      </w:tr>
    </w:tbl>
    <w:p w:rsidR="008377A3" w:rsidRPr="008377A3" w:rsidRDefault="008377A3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8377A3">
        <w:rPr>
          <w:rFonts w:asciiTheme="minorHAnsi" w:hAnsiTheme="minorHAnsi" w:cstheme="minorHAnsi"/>
        </w:rPr>
        <w:t xml:space="preserve">Test case </w:t>
      </w:r>
      <w:hyperlink r:id="rId120" w:tgtFrame="_blank" w:history="1">
        <w:r w:rsidRPr="008377A3">
          <w:rPr>
            <w:rFonts w:asciiTheme="minorHAnsi" w:hAnsiTheme="minorHAnsi" w:cstheme="minorHAnsi"/>
          </w:rPr>
          <w:t>801</w:t>
        </w:r>
      </w:hyperlink>
      <w:r w:rsidRPr="008377A3">
        <w:rPr>
          <w:rFonts w:asciiTheme="minorHAnsi" w:hAnsiTheme="minorHAnsi" w:cstheme="minorHAnsi"/>
        </w:rPr>
        <w:t>: Exchange Maintain Container for action Change Reference Related Codes - Central Validation Failed - Return Code E-4000-08</w:t>
      </w:r>
    </w:p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86"/>
        <w:gridCol w:w="3505"/>
        <w:gridCol w:w="3839"/>
        <w:gridCol w:w="1110"/>
      </w:tblGrid>
      <w:tr w:rsidR="008377A3" w:rsidTr="008377A3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CHANGE_REFERENCE_RELATED_CODE  for a NSN (@NIIN) for data @PIC, @NCAGE, @REFERENCE_NUMBER, @RNCC, @RNVC, @RNSC, @RNFC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Central Validation failed on data element @NIIN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RETURN_CODE_8713 set to E-4000-08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DATA_ELEMENT_8714 set to NIIN_4000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ORIGINAL_DATA_ELEMENT_VALUE_8715 set to @NIIN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</w:t>
            </w:r>
            <w:r>
              <w:rPr>
                <w:rFonts w:ascii="Segoe UI" w:hAnsi="Segoe UI" w:cs="Segoe UI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should be available in 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726"/>
        <w:gridCol w:w="1144"/>
        <w:gridCol w:w="1105"/>
        <w:gridCol w:w="374"/>
        <w:gridCol w:w="750"/>
        <w:gridCol w:w="2103"/>
        <w:gridCol w:w="617"/>
        <w:gridCol w:w="618"/>
        <w:gridCol w:w="599"/>
        <w:gridCol w:w="604"/>
      </w:tblGrid>
      <w:tr w:rsidR="008377A3" w:rsidTr="008377A3">
        <w:trPr>
          <w:gridAfter w:val="9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NCAGE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RNCC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RNVC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RNSC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RNFC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146920607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F0002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2132132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</w:tr>
    </w:tbl>
    <w:p w:rsidR="008377A3" w:rsidRPr="008377A3" w:rsidRDefault="008377A3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8377A3">
        <w:rPr>
          <w:rFonts w:asciiTheme="minorHAnsi" w:hAnsiTheme="minorHAnsi" w:cstheme="minorHAnsi"/>
        </w:rPr>
        <w:t xml:space="preserve">Test case </w:t>
      </w:r>
      <w:hyperlink r:id="rId121" w:tgtFrame="_blank" w:history="1">
        <w:r w:rsidRPr="008377A3">
          <w:rPr>
            <w:rFonts w:asciiTheme="minorHAnsi" w:hAnsiTheme="minorHAnsi" w:cstheme="minorHAnsi"/>
          </w:rPr>
          <w:t>802</w:t>
        </w:r>
      </w:hyperlink>
      <w:r w:rsidRPr="008377A3">
        <w:rPr>
          <w:rFonts w:asciiTheme="minorHAnsi" w:hAnsiTheme="minorHAnsi" w:cstheme="minorHAnsi"/>
        </w:rPr>
        <w:t>: Exchange Maintain Container for action Change Reference Related Codes - Central Validation Failed - No Related Code is set - Return Code E-XXXX-18</w:t>
      </w:r>
    </w:p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89"/>
        <w:gridCol w:w="3302"/>
        <w:gridCol w:w="3996"/>
        <w:gridCol w:w="1153"/>
      </w:tblGrid>
      <w:tr w:rsidR="008377A3" w:rsidTr="008377A3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CHANGE_REFERENCE_RELATED_CODE for a NSN (@NIIN) for data @PIC, @NCAGE, @REFERENCE_NUMBER, @RNCC, @RNVC, @RNFC,@RNSC, @RNJC, @DAC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Central Validation failed on data element @DataElementInError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RETURN_CODE_8713 set to @ErrorCode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DATA_ELEMENT_8714 set to @DataElementInError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ORIGINAL_DATA_ELEMENT_VALUE_8715 set to @DataElementInError Value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should be available in 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419"/>
        <w:gridCol w:w="633"/>
        <w:gridCol w:w="612"/>
        <w:gridCol w:w="225"/>
        <w:gridCol w:w="424"/>
        <w:gridCol w:w="1141"/>
        <w:gridCol w:w="354"/>
        <w:gridCol w:w="355"/>
        <w:gridCol w:w="344"/>
        <w:gridCol w:w="339"/>
        <w:gridCol w:w="2604"/>
        <w:gridCol w:w="284"/>
        <w:gridCol w:w="324"/>
        <w:gridCol w:w="582"/>
      </w:tblGrid>
      <w:tr w:rsidR="008377A3" w:rsidTr="008377A3">
        <w:trPr>
          <w:gridAfter w:val="13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NCAGE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RNCC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RNVC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RNSC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RNFC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DataElementInError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RNJC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ErrorCode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145920607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F2281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0319391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REFERENCE_NUMBER_JUSTIFICATION_CODE_2750, DAC_2640, REFERENCE_NUMBER_CATEGORY_CODE_2910, REFERENCE_NUMBER_FORMAT_CODE_2920, REFERENCE_NUMBER_STATUS_CODE_2923, REFERENCE_NUMBER_VARIATION_CODE_4780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E-2750-18, E-2640-18, E-2910-18, E-2920-18,E-2923-18, E-4780-18 </w:t>
            </w:r>
          </w:p>
        </w:tc>
      </w:tr>
    </w:tbl>
    <w:p w:rsidR="008377A3" w:rsidRPr="008377A3" w:rsidRDefault="008377A3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8377A3">
        <w:rPr>
          <w:rFonts w:asciiTheme="minorHAnsi" w:hAnsiTheme="minorHAnsi" w:cstheme="minorHAnsi"/>
        </w:rPr>
        <w:t xml:space="preserve">Test case </w:t>
      </w:r>
      <w:hyperlink r:id="rId122" w:tgtFrame="_blank" w:history="1">
        <w:r w:rsidRPr="008377A3">
          <w:rPr>
            <w:rFonts w:asciiTheme="minorHAnsi" w:hAnsiTheme="minorHAnsi" w:cstheme="minorHAnsi"/>
          </w:rPr>
          <w:t>803</w:t>
        </w:r>
      </w:hyperlink>
      <w:r w:rsidRPr="008377A3">
        <w:rPr>
          <w:rFonts w:asciiTheme="minorHAnsi" w:hAnsiTheme="minorHAnsi" w:cstheme="minorHAnsi"/>
        </w:rPr>
        <w:t>: Exchange Maintain Container for action Change Reference Related Codes - Central Validation Failed - Return Code E-8707-18</w:t>
      </w:r>
    </w:p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86"/>
        <w:gridCol w:w="3476"/>
        <w:gridCol w:w="3862"/>
        <w:gridCol w:w="1116"/>
      </w:tblGrid>
      <w:tr w:rsidR="008377A3" w:rsidTr="008377A3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CHANGE_REFERENCE_RELATED_CODE for a NSN (@NIIN) for data @PIC, @NCAGE, @REFERENCE_NUMBER, @RNCC, @RNVC, @RNSC, @RNFC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Central Validation failed on data element @AttachmentName when @PIC &lt;&gt; 0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RETURN_CODE_8713 set to E-XXXX-18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- DATA_ELEMENT_8714 set to ATTACHMENT_NAME_8707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ORIGINAL_DATA_ELEMENT_VALUE_8715 set to @AttachmentName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should be available in 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609"/>
        <w:gridCol w:w="950"/>
        <w:gridCol w:w="918"/>
        <w:gridCol w:w="316"/>
        <w:gridCol w:w="626"/>
        <w:gridCol w:w="1739"/>
        <w:gridCol w:w="517"/>
        <w:gridCol w:w="518"/>
        <w:gridCol w:w="502"/>
        <w:gridCol w:w="494"/>
        <w:gridCol w:w="1451"/>
      </w:tblGrid>
      <w:tr w:rsidR="008377A3" w:rsidTr="008377A3">
        <w:trPr>
          <w:gridAfter w:val="1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NCAGE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RNCC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RNVC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RNSC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RNFC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AttachmentName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145920607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F2281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0319391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</w:tr>
    </w:tbl>
    <w:p w:rsidR="008377A3" w:rsidRPr="008377A3" w:rsidRDefault="008377A3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8377A3">
        <w:rPr>
          <w:rFonts w:asciiTheme="minorHAnsi" w:hAnsiTheme="minorHAnsi" w:cstheme="minorHAnsi"/>
        </w:rPr>
        <w:t xml:space="preserve">Test case </w:t>
      </w:r>
      <w:hyperlink r:id="rId123" w:tgtFrame="_blank" w:history="1">
        <w:r w:rsidRPr="008377A3">
          <w:rPr>
            <w:rFonts w:asciiTheme="minorHAnsi" w:hAnsiTheme="minorHAnsi" w:cstheme="minorHAnsi"/>
          </w:rPr>
          <w:t>804</w:t>
        </w:r>
      </w:hyperlink>
      <w:r w:rsidRPr="008377A3">
        <w:rPr>
          <w:rFonts w:asciiTheme="minorHAnsi" w:hAnsiTheme="minorHAnsi" w:cstheme="minorHAnsi"/>
        </w:rPr>
        <w:t>: Exchange Maintain Container for action Change Reference Related Codes - Central Validation Failed - Return Code E-2750-31</w:t>
      </w:r>
    </w:p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73"/>
        <w:gridCol w:w="3734"/>
        <w:gridCol w:w="3734"/>
        <w:gridCol w:w="999"/>
      </w:tblGrid>
      <w:tr w:rsidR="008377A3" w:rsidTr="008377A3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CHANGE_REFERENCE_RELATED_CODE for a NSN (@NIIN) for data @PIC, @NCAGE, @REFERENCE_NUMBER, @RNCC, @RNVC, @RNSC, @RNFC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Central Validation failed on data element REFERENCE_NUMBER_JUSTIFICATION_CODE_2750 (@RNJC)</w:t>
            </w:r>
            <w:r>
              <w:rPr>
                <w:rFonts w:ascii="Segoe UI" w:hAnsi="Segoe UI" w:cs="Segoe UI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sz w:val="20"/>
                <w:szCs w:val="20"/>
              </w:rPr>
              <w:br/>
              <w:t>See attachment for full example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</w:t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RETURN_CODE_8713 set to E-2750-31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DATA_ELEMENT_8714 set to REFERENCE_NUMBER_JUSTIFICATION_CODE_2750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ORIGINAL_DATA_ELEMENT_VALUE_8715 set to @RNJC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should be available in 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679"/>
        <w:gridCol w:w="1068"/>
        <w:gridCol w:w="1031"/>
        <w:gridCol w:w="350"/>
        <w:gridCol w:w="701"/>
        <w:gridCol w:w="2005"/>
        <w:gridCol w:w="577"/>
        <w:gridCol w:w="578"/>
        <w:gridCol w:w="560"/>
        <w:gridCol w:w="551"/>
        <w:gridCol w:w="540"/>
      </w:tblGrid>
      <w:tr w:rsidR="008377A3" w:rsidTr="008377A3">
        <w:trPr>
          <w:gridAfter w:val="1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NCAGE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RNCC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RNVC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RNSC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RNFC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RNJC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145929790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FA9C5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'ERG BREARD SANDY DESERT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</w:tr>
    </w:tbl>
    <w:p w:rsidR="008377A3" w:rsidRPr="008377A3" w:rsidRDefault="008377A3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8377A3">
        <w:rPr>
          <w:rFonts w:asciiTheme="minorHAnsi" w:hAnsiTheme="minorHAnsi" w:cstheme="minorHAnsi"/>
        </w:rPr>
        <w:t xml:space="preserve">Test case </w:t>
      </w:r>
      <w:hyperlink r:id="rId124" w:tgtFrame="_blank" w:history="1">
        <w:r w:rsidRPr="008377A3">
          <w:rPr>
            <w:rFonts w:asciiTheme="minorHAnsi" w:hAnsiTheme="minorHAnsi" w:cstheme="minorHAnsi"/>
          </w:rPr>
          <w:t>805</w:t>
        </w:r>
      </w:hyperlink>
      <w:r w:rsidRPr="008377A3">
        <w:rPr>
          <w:rFonts w:asciiTheme="minorHAnsi" w:hAnsiTheme="minorHAnsi" w:cstheme="minorHAnsi"/>
        </w:rPr>
        <w:t>: Exchange Maintain Container for action Change Reference Related Codes - Central Validation Failed - Return Code E-XXXX-03</w:t>
      </w:r>
    </w:p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86"/>
        <w:gridCol w:w="3476"/>
        <w:gridCol w:w="3862"/>
        <w:gridCol w:w="1116"/>
      </w:tblGrid>
      <w:tr w:rsidR="008377A3" w:rsidTr="008377A3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CHANGE_REFERENCE_RELATED_CODE for a NSN (@NIIN) for data @PIC, @NCAGE, @REFERENCE_NUMBER, @RNJC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Central Validation failed on data element @DATA_ELEMENT (@RNJC or @PIC)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- REQUEST_CONTAINER_SERIAL_NUMBER_8723 set with original container Serial </w:t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RETURN_CODE_8713 set to @RETURN_CODE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DATA_ELEMENT_8714 set to @DATA_ELEMENT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ORIGINAL_DATA_ELEMENT_VALUE_8715 set to (@RNJC/@PIC)</w:t>
            </w:r>
            <w:r>
              <w:rPr>
                <w:rFonts w:ascii="Segoe UI" w:hAnsi="Segoe UI" w:cs="Segoe UI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sz w:val="20"/>
                <w:szCs w:val="20"/>
              </w:rPr>
              <w:br/>
              <w:t>should be available in 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493"/>
        <w:gridCol w:w="759"/>
        <w:gridCol w:w="733"/>
        <w:gridCol w:w="261"/>
        <w:gridCol w:w="504"/>
        <w:gridCol w:w="1378"/>
        <w:gridCol w:w="382"/>
        <w:gridCol w:w="3132"/>
        <w:gridCol w:w="998"/>
      </w:tblGrid>
      <w:tr w:rsidR="008377A3" w:rsidTr="008377A3">
        <w:trPr>
          <w:gridAfter w:val="8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NCAGE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RNJC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DATA_ELEMENT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RETURN_CODE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145920607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F2281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0319391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REFERENCE_NUMBER_JUSTIFICATION_CODE_2750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E-2750-03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145920607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F2281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0319391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PRIORITY_CODE_2867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E-2867-03</w:t>
            </w:r>
          </w:p>
        </w:tc>
      </w:tr>
    </w:tbl>
    <w:p w:rsidR="008377A3" w:rsidRPr="008377A3" w:rsidRDefault="008377A3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8377A3">
        <w:rPr>
          <w:rFonts w:asciiTheme="minorHAnsi" w:hAnsiTheme="minorHAnsi" w:cstheme="minorHAnsi"/>
        </w:rPr>
        <w:t xml:space="preserve">Test case </w:t>
      </w:r>
      <w:hyperlink r:id="rId125" w:tgtFrame="_blank" w:history="1">
        <w:r w:rsidRPr="008377A3">
          <w:rPr>
            <w:rFonts w:asciiTheme="minorHAnsi" w:hAnsiTheme="minorHAnsi" w:cstheme="minorHAnsi"/>
          </w:rPr>
          <w:t>806</w:t>
        </w:r>
      </w:hyperlink>
      <w:r w:rsidRPr="008377A3">
        <w:rPr>
          <w:rFonts w:asciiTheme="minorHAnsi" w:hAnsiTheme="minorHAnsi" w:cstheme="minorHAnsi"/>
        </w:rPr>
        <w:t>: Exchange Maintain Container for action Change Reference Related Codes - Central Validation Failed - Return Code E-4780-26</w:t>
      </w:r>
    </w:p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71"/>
        <w:gridCol w:w="4103"/>
        <w:gridCol w:w="3388"/>
        <w:gridCol w:w="978"/>
      </w:tblGrid>
      <w:tr w:rsidR="008377A3" w:rsidTr="008377A3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CHANGE_REFERENCE_RELATED_CODE for a NSN (@NIIN) for data @PIC, @NCAGE, @REFERENCE_NUMBER, @RNVC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Central Validation failed on data element REFERENCE_NUMBER_VARIATION_CODE_4780 (@RNVC)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- REQUEST_CONTAINER_SERIAL_NUMBER_8723 set with original container </w:t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RETURN_CODE_8713 set to E-4780-26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DATA_ELEMENT_8714 set to REFERENCE_NUMBER_VARIATION_CODE_4780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ORIGINAL_DATA_ELEMENT_VALUE_8715 set to @RNVC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should be available in 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583"/>
        <w:gridCol w:w="909"/>
        <w:gridCol w:w="877"/>
        <w:gridCol w:w="304"/>
        <w:gridCol w:w="600"/>
        <w:gridCol w:w="4856"/>
        <w:gridCol w:w="511"/>
      </w:tblGrid>
      <w:tr w:rsidR="008377A3" w:rsidTr="008377A3">
        <w:trPr>
          <w:gridAfter w:val="6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NCAGE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RNVC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145920607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F0004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ExtralongreferencenumberinerrorExtralongreferencenumberiner-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</w:tr>
    </w:tbl>
    <w:p w:rsidR="008377A3" w:rsidRPr="008377A3" w:rsidRDefault="008377A3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8377A3">
        <w:rPr>
          <w:rFonts w:asciiTheme="minorHAnsi" w:hAnsiTheme="minorHAnsi" w:cstheme="minorHAnsi"/>
        </w:rPr>
        <w:t xml:space="preserve">Test case </w:t>
      </w:r>
      <w:hyperlink r:id="rId126" w:tgtFrame="_blank" w:history="1">
        <w:r w:rsidRPr="008377A3">
          <w:rPr>
            <w:rFonts w:asciiTheme="minorHAnsi" w:hAnsiTheme="minorHAnsi" w:cstheme="minorHAnsi"/>
          </w:rPr>
          <w:t>807</w:t>
        </w:r>
      </w:hyperlink>
      <w:r w:rsidRPr="008377A3">
        <w:rPr>
          <w:rFonts w:asciiTheme="minorHAnsi" w:hAnsiTheme="minorHAnsi" w:cstheme="minorHAnsi"/>
        </w:rPr>
        <w:t>: Exchange Maintain Container for action Change Reference Related Codes - Central Validation Failed - Return Code E-8754-05</w:t>
      </w:r>
    </w:p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86"/>
        <w:gridCol w:w="3476"/>
        <w:gridCol w:w="3862"/>
        <w:gridCol w:w="1116"/>
      </w:tblGrid>
      <w:tr w:rsidR="008377A3" w:rsidTr="008377A3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CHANGE_REFERENCE_RELATED_CODE for a NSN (@NIIN) for data @PIC, @NCAGE, @REFERENCE_NUMBER, @RNCC, @RNVC, @RNSC, @RNFC, @DAC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Central Validation failed on data element NCAGE_CODE_4140 &amp; REFERENCE_NUMBER_3570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RETURN_CODE_8713 set to E-8754-05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- 2 DATA_ELEMENT_INFO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      - DATA_ELEMENT_8714 set to          NCAGE_CODE_4140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     - ORIGINAL_DATA_ELEMENT_VALUE_8715 set to with @NCAGE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     - DATA_ELEMENT_8714 set to REFERENCE_NUMBER_8733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     - ORIGINAL_DATA_ELEMENT_VALUE_8715 set to with @REFERENCE_NUMBER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- COMMENT_8703 set to @CommentReturned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should be available in 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576"/>
        <w:gridCol w:w="896"/>
        <w:gridCol w:w="865"/>
        <w:gridCol w:w="300"/>
        <w:gridCol w:w="591"/>
        <w:gridCol w:w="1636"/>
        <w:gridCol w:w="489"/>
        <w:gridCol w:w="489"/>
        <w:gridCol w:w="475"/>
        <w:gridCol w:w="467"/>
        <w:gridCol w:w="387"/>
        <w:gridCol w:w="1469"/>
      </w:tblGrid>
      <w:tr w:rsidR="008377A3" w:rsidTr="008377A3">
        <w:trPr>
          <w:gridAfter w:val="11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NCAGE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RNVC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RNCC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RNSC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RNFC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CommentReturned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145920607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F2282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0319391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145920607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F2281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0319392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145920607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F2281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0319393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B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145920607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F2281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0319394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145920607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F2283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0319391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</w:tr>
    </w:tbl>
    <w:p w:rsidR="008377A3" w:rsidRPr="008377A3" w:rsidRDefault="008377A3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8377A3">
        <w:rPr>
          <w:rFonts w:asciiTheme="minorHAnsi" w:hAnsiTheme="minorHAnsi" w:cstheme="minorHAnsi"/>
        </w:rPr>
        <w:lastRenderedPageBreak/>
        <w:t xml:space="preserve">Test case </w:t>
      </w:r>
      <w:hyperlink r:id="rId127" w:tgtFrame="_blank" w:history="1">
        <w:r w:rsidRPr="008377A3">
          <w:rPr>
            <w:rFonts w:asciiTheme="minorHAnsi" w:hAnsiTheme="minorHAnsi" w:cstheme="minorHAnsi"/>
          </w:rPr>
          <w:t>1697</w:t>
        </w:r>
      </w:hyperlink>
      <w:r w:rsidRPr="008377A3">
        <w:rPr>
          <w:rFonts w:asciiTheme="minorHAnsi" w:hAnsiTheme="minorHAnsi" w:cstheme="minorHAnsi"/>
        </w:rPr>
        <w:t>: Exchange Maintain Container for action Change Reference - Central Validation Failed - Return Code E-8754-02</w:t>
      </w:r>
    </w:p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8377A3" w:rsidTr="008377A3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CHANGE_REFERENCE for a NSN (@NIIN)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Central Validation failed on Reference (0846) for a combination error on wrong combination having @NCAGE &amp; @ReferenceNumber, @PIC, @RNCC, @RNVC, @RNSC, @RNFC, @DAC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RETURN_CODE_8713 set to E-8754-02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- 2 DATA_ELEMENT_INFO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DATA_ELEMENT_8714 set to          NCAGE_CODE_4140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     - ORIGINAL_DATA_ELEMENT_VALUE_8715 set to with @NCAGE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     - DATA_ELEMENT_8714 set to REFERENCE_NUMBER_8733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     - ORIGINAL_DATA_ELEMENT_VALUE_8715 set to with @ReferenceNumber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- COMMENT_8703 set to @Comment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should be available in 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642"/>
        <w:gridCol w:w="1006"/>
        <w:gridCol w:w="971"/>
        <w:gridCol w:w="661"/>
        <w:gridCol w:w="1564"/>
        <w:gridCol w:w="332"/>
        <w:gridCol w:w="545"/>
        <w:gridCol w:w="546"/>
        <w:gridCol w:w="529"/>
        <w:gridCol w:w="521"/>
        <w:gridCol w:w="430"/>
        <w:gridCol w:w="893"/>
      </w:tblGrid>
      <w:tr w:rsidR="008377A3" w:rsidTr="008377A3">
        <w:trPr>
          <w:gridAfter w:val="11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NCAGE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ReferenceNumber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RNCC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RNVC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RNSC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RNFC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Comment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145920607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F0002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CG-TEST CASE 791 - 1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145920607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F0002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CG-TEST CASE 791 - 2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Pr="008377A3" w:rsidRDefault="008377A3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8377A3">
        <w:rPr>
          <w:rFonts w:asciiTheme="minorHAnsi" w:hAnsiTheme="minorHAnsi" w:cstheme="minorHAnsi"/>
        </w:rPr>
        <w:t xml:space="preserve">Test case </w:t>
      </w:r>
      <w:hyperlink r:id="rId128" w:tgtFrame="_blank" w:history="1">
        <w:r w:rsidRPr="008377A3">
          <w:rPr>
            <w:rFonts w:asciiTheme="minorHAnsi" w:hAnsiTheme="minorHAnsi" w:cstheme="minorHAnsi"/>
          </w:rPr>
          <w:t>809</w:t>
        </w:r>
      </w:hyperlink>
      <w:r w:rsidRPr="008377A3">
        <w:rPr>
          <w:rFonts w:asciiTheme="minorHAnsi" w:hAnsiTheme="minorHAnsi" w:cstheme="minorHAnsi"/>
        </w:rPr>
        <w:t>: Exchange Maintain Container for action Delete Reference</w:t>
      </w:r>
    </w:p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88"/>
        <w:gridCol w:w="3769"/>
        <w:gridCol w:w="2397"/>
        <w:gridCol w:w="2086"/>
      </w:tblGrid>
      <w:tr w:rsidR="008377A3" w:rsidTr="008377A3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DELETE_REFERENCE for a NSN (@NIIN)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The message pasts Schema and Central Validation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@NIIN, @PIC, @NCAGE, @RefNumber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 message containing a container MAINTAIN with an action DELETE_REFERENCE should be available in Destination (@Destination) NCB_XXX_MSG Mailbox.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This message should be an exact copy of the message received from @source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MessageID, Container Serial Number and Action Serial Number should be stored in NACOMS Database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033"/>
        <w:gridCol w:w="1648"/>
        <w:gridCol w:w="1590"/>
        <w:gridCol w:w="529"/>
        <w:gridCol w:w="1076"/>
        <w:gridCol w:w="2764"/>
      </w:tblGrid>
      <w:tr w:rsidR="008377A3" w:rsidTr="008377A3">
        <w:trPr>
          <w:gridAfter w:val="5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NCAGE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RefNumber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NZL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145790236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EBM91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ROPIVACAINE KABI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NZL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145930471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F8695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CROLL S</w:t>
            </w:r>
          </w:p>
        </w:tc>
      </w:tr>
    </w:tbl>
    <w:p w:rsidR="008377A3" w:rsidRPr="008377A3" w:rsidRDefault="008377A3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8377A3">
        <w:rPr>
          <w:rFonts w:asciiTheme="minorHAnsi" w:hAnsiTheme="minorHAnsi" w:cstheme="minorHAnsi"/>
        </w:rPr>
        <w:t xml:space="preserve">Test case </w:t>
      </w:r>
      <w:hyperlink r:id="rId129" w:tgtFrame="_blank" w:history="1">
        <w:r w:rsidRPr="008377A3">
          <w:rPr>
            <w:rFonts w:asciiTheme="minorHAnsi" w:hAnsiTheme="minorHAnsi" w:cstheme="minorHAnsi"/>
          </w:rPr>
          <w:t>872</w:t>
        </w:r>
      </w:hyperlink>
      <w:r w:rsidRPr="008377A3">
        <w:rPr>
          <w:rFonts w:asciiTheme="minorHAnsi" w:hAnsiTheme="minorHAnsi" w:cstheme="minorHAnsi"/>
        </w:rPr>
        <w:t>: Exchange Maintain Container for action Delete Reference - Central Validation failed on Character Set - Return Code E-8733-21</w:t>
      </w:r>
    </w:p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91"/>
        <w:gridCol w:w="3772"/>
        <w:gridCol w:w="2387"/>
        <w:gridCol w:w="2090"/>
      </w:tblGrid>
      <w:tr w:rsidR="008377A3" w:rsidTr="008377A3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Upload a zip file containing a message from @Source to @Destination containing a MAINTAIN container with action DELETE_REFERENCE for a NSN (@NIIN) for data @PIC, @NCAGE, </w:t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@REFERENCE_NUMBER, @COMMENT  having a Central issue (Character Set) on a Data Element (@DataElement) having an invalid value (@OriginalDataElementValue)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 xml:space="preserve">A message containing an error container having data element RETURN_CODE_8713 set to @ErrorCode should be </w:t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available in source (@Source) NCB_XXX_MSG mailbox.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Central Validation failed on data element PRIORITY_CODE_2867 (@PIC) with error code @ErrorCode 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is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478"/>
        <w:gridCol w:w="731"/>
        <w:gridCol w:w="1669"/>
        <w:gridCol w:w="1602"/>
        <w:gridCol w:w="653"/>
        <w:gridCol w:w="253"/>
        <w:gridCol w:w="707"/>
        <w:gridCol w:w="487"/>
        <w:gridCol w:w="1326"/>
        <w:gridCol w:w="734"/>
      </w:tblGrid>
      <w:tr w:rsidR="008377A3" w:rsidTr="008377A3">
        <w:trPr>
          <w:gridAfter w:val="9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OriginalDataElementValue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ErrorCode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NCAGE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COMMENT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REFERENCE_NUMBER_8733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CG-TEST CASE 872 - ¥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E-8733-21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145920574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F2281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CG-TEST CASE 872 - ¥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My comment</w:t>
            </w:r>
          </w:p>
        </w:tc>
      </w:tr>
    </w:tbl>
    <w:p w:rsidR="008377A3" w:rsidRPr="008377A3" w:rsidRDefault="008377A3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8377A3">
        <w:rPr>
          <w:rFonts w:asciiTheme="minorHAnsi" w:hAnsiTheme="minorHAnsi" w:cstheme="minorHAnsi"/>
        </w:rPr>
        <w:t xml:space="preserve">Test case </w:t>
      </w:r>
      <w:hyperlink r:id="rId130" w:tgtFrame="_blank" w:history="1">
        <w:r w:rsidRPr="008377A3">
          <w:rPr>
            <w:rFonts w:asciiTheme="minorHAnsi" w:hAnsiTheme="minorHAnsi" w:cstheme="minorHAnsi"/>
          </w:rPr>
          <w:t>810</w:t>
        </w:r>
      </w:hyperlink>
      <w:r w:rsidRPr="008377A3">
        <w:rPr>
          <w:rFonts w:asciiTheme="minorHAnsi" w:hAnsiTheme="minorHAnsi" w:cstheme="minorHAnsi"/>
        </w:rPr>
        <w:t>: Exchange Maintain Container for action Delete Reference - Central Validation Failed - Return Code E-2867-13</w:t>
      </w:r>
    </w:p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8377A3" w:rsidTr="008377A3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DELETE_REFERENCE for a NSN (@NIIN) for data @PIC, @NCAGE, @REFERENCE_NUMBER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Central Validation failed on data element PRIORITY_CODE_2867 (@PIC)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RETURN_CODE_8713 set E-2867-13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DATA_ELEMENT_8714 set to PRIORITY_CODE_2867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ORIGINAL_DATA_ELEMENT_VALUE_8715 set to @PIC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</w:t>
            </w:r>
            <w:r>
              <w:rPr>
                <w:rFonts w:ascii="Segoe UI" w:hAnsi="Segoe UI" w:cs="Segoe UI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should be available in 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001"/>
        <w:gridCol w:w="1594"/>
        <w:gridCol w:w="1538"/>
        <w:gridCol w:w="512"/>
        <w:gridCol w:w="1041"/>
        <w:gridCol w:w="2954"/>
      </w:tblGrid>
      <w:tr w:rsidR="008377A3" w:rsidTr="008377A3">
        <w:trPr>
          <w:gridAfter w:val="5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NCAGE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145920574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F2281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0321899</w:t>
            </w:r>
          </w:p>
        </w:tc>
      </w:tr>
    </w:tbl>
    <w:p w:rsidR="008377A3" w:rsidRPr="008377A3" w:rsidRDefault="008377A3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8377A3">
        <w:rPr>
          <w:rFonts w:asciiTheme="minorHAnsi" w:hAnsiTheme="minorHAnsi" w:cstheme="minorHAnsi"/>
        </w:rPr>
        <w:t xml:space="preserve">Test case </w:t>
      </w:r>
      <w:hyperlink r:id="rId131" w:tgtFrame="_blank" w:history="1">
        <w:r w:rsidRPr="008377A3">
          <w:rPr>
            <w:rFonts w:asciiTheme="minorHAnsi" w:hAnsiTheme="minorHAnsi" w:cstheme="minorHAnsi"/>
          </w:rPr>
          <w:t>811</w:t>
        </w:r>
      </w:hyperlink>
      <w:r w:rsidRPr="008377A3">
        <w:rPr>
          <w:rFonts w:asciiTheme="minorHAnsi" w:hAnsiTheme="minorHAnsi" w:cstheme="minorHAnsi"/>
        </w:rPr>
        <w:t>: Exchange Maintain Container for action Delete Reference - Central Validation Failed - Return Code E-4000-08</w:t>
      </w:r>
    </w:p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8377A3" w:rsidTr="008377A3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DELETE_REFERENCE for a NSN (@NIIN) for data @PIC, @NCAGE, @REFERENCE_NUMBER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Central Validation failed on data element @NIIN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RETURN_CODE_8713 set to E-4000-08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DATA_ELEMENT_8714 set to NIIN_4000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ORIGINAL_DATA_ELEMENT_VALUE_8715 set to @NIIN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should be available in 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001"/>
        <w:gridCol w:w="1594"/>
        <w:gridCol w:w="1538"/>
        <w:gridCol w:w="512"/>
        <w:gridCol w:w="1041"/>
        <w:gridCol w:w="2954"/>
      </w:tblGrid>
      <w:tr w:rsidR="008377A3" w:rsidTr="008377A3">
        <w:trPr>
          <w:gridAfter w:val="5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NCAGE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146920607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F0002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TEST CASE 811 - 1</w:t>
            </w:r>
          </w:p>
        </w:tc>
      </w:tr>
    </w:tbl>
    <w:p w:rsidR="008377A3" w:rsidRPr="008377A3" w:rsidRDefault="008377A3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8377A3">
        <w:rPr>
          <w:rFonts w:asciiTheme="minorHAnsi" w:hAnsiTheme="minorHAnsi" w:cstheme="minorHAnsi"/>
        </w:rPr>
        <w:t xml:space="preserve">Test case </w:t>
      </w:r>
      <w:hyperlink r:id="rId132" w:tgtFrame="_blank" w:history="1">
        <w:r w:rsidRPr="008377A3">
          <w:rPr>
            <w:rFonts w:asciiTheme="minorHAnsi" w:hAnsiTheme="minorHAnsi" w:cstheme="minorHAnsi"/>
          </w:rPr>
          <w:t>812</w:t>
        </w:r>
      </w:hyperlink>
      <w:r w:rsidRPr="008377A3">
        <w:rPr>
          <w:rFonts w:asciiTheme="minorHAnsi" w:hAnsiTheme="minorHAnsi" w:cstheme="minorHAnsi"/>
        </w:rPr>
        <w:t>: Exchange Maintain Container for action Delete Reference - Central Validation Failed - Return Code E-4000-08</w:t>
      </w:r>
    </w:p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8377A3" w:rsidTr="008377A3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DELETE_REFERENCE for a NSN (@NIIN) for data @PIC, @NCAGE, @REFERENCE_NUMBER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Central Validation failed on data element @NIIN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RETURN_CODE_8713 set to E-4000-08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DATA_ELEMENT_8714 set to NIIN_4000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ORIGINAL_DATA_ELEMENT_VALUE_8715 set to @NIIN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should be available in 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001"/>
        <w:gridCol w:w="1594"/>
        <w:gridCol w:w="1538"/>
        <w:gridCol w:w="512"/>
        <w:gridCol w:w="1041"/>
        <w:gridCol w:w="2954"/>
      </w:tblGrid>
      <w:tr w:rsidR="008377A3" w:rsidTr="008377A3">
        <w:trPr>
          <w:gridAfter w:val="5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NCAGE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000012738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96214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651756-1</w:t>
            </w:r>
          </w:p>
        </w:tc>
      </w:tr>
    </w:tbl>
    <w:p w:rsidR="008377A3" w:rsidRPr="008377A3" w:rsidRDefault="008377A3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8377A3">
        <w:rPr>
          <w:rFonts w:asciiTheme="minorHAnsi" w:hAnsiTheme="minorHAnsi" w:cstheme="minorHAnsi"/>
        </w:rPr>
        <w:lastRenderedPageBreak/>
        <w:t xml:space="preserve">Test case </w:t>
      </w:r>
      <w:hyperlink r:id="rId133" w:tgtFrame="_blank" w:history="1">
        <w:r w:rsidRPr="008377A3">
          <w:rPr>
            <w:rFonts w:asciiTheme="minorHAnsi" w:hAnsiTheme="minorHAnsi" w:cstheme="minorHAnsi"/>
          </w:rPr>
          <w:t>813</w:t>
        </w:r>
      </w:hyperlink>
      <w:r w:rsidRPr="008377A3">
        <w:rPr>
          <w:rFonts w:asciiTheme="minorHAnsi" w:hAnsiTheme="minorHAnsi" w:cstheme="minorHAnsi"/>
        </w:rPr>
        <w:t>: Exchange Maintain Container for action Delete Reference - Central Validation Failed - Return Code E-8751-05</w:t>
      </w:r>
    </w:p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8377A3" w:rsidTr="008377A3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DELETE_REFERENCE for a NSN (@NIIN) for data @PIC, @NCAGE, @REFERENCE_NUMBER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Central Validation failed on data element NCAGE_CODE_4140 &amp; REFERENCE_NUMBER_3570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RETURN_CODE_8713 set to E-8751-05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- 2 DATA_ELEMENT_INFO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      - DATA_ELEMENT_8714 set to          NCAGE_CODE_4140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     - ORIGINAL_DATA_ELEMENT_VALUE_8715 set to with @NCAGE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     - DATA_ELEMENT_8714 set to REFERENCE_NUMBER_8733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     - ORIGINAL_DATA_ELEMENT_VALUE_8715 set to with @REFERENCE_NUMBER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- COMMENT_8703 set to @CommentReturned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should be available in 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774"/>
        <w:gridCol w:w="1223"/>
        <w:gridCol w:w="1181"/>
        <w:gridCol w:w="398"/>
        <w:gridCol w:w="801"/>
        <w:gridCol w:w="2250"/>
        <w:gridCol w:w="2013"/>
      </w:tblGrid>
      <w:tr w:rsidR="008377A3" w:rsidTr="008377A3">
        <w:trPr>
          <w:gridAfter w:val="6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NCAGE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CommentReturned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145920574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F2282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0321899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145920574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F2281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0321898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Pr="008377A3" w:rsidRDefault="008377A3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8377A3">
        <w:rPr>
          <w:rFonts w:asciiTheme="minorHAnsi" w:hAnsiTheme="minorHAnsi" w:cstheme="minorHAnsi"/>
        </w:rPr>
        <w:t xml:space="preserve">Test case </w:t>
      </w:r>
      <w:hyperlink r:id="rId134" w:tgtFrame="_blank" w:history="1">
        <w:r w:rsidRPr="008377A3">
          <w:rPr>
            <w:rFonts w:asciiTheme="minorHAnsi" w:hAnsiTheme="minorHAnsi" w:cstheme="minorHAnsi"/>
          </w:rPr>
          <w:t>1698</w:t>
        </w:r>
      </w:hyperlink>
      <w:r w:rsidRPr="008377A3">
        <w:rPr>
          <w:rFonts w:asciiTheme="minorHAnsi" w:hAnsiTheme="minorHAnsi" w:cstheme="minorHAnsi"/>
        </w:rPr>
        <w:t>: Exchange Maintain Container for action Delete Reference - Central Validation Failed - Return Code E-2867-03</w:t>
      </w:r>
    </w:p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8377A3" w:rsidTr="008377A3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DELETE_REFERENCE for a NSN (@NIIN) for data @PIC, @NCAGE, @REFERENCE_NUMBER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Central Validation failed on data element PRIORITY_CODE_2867 (@PIC)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RETURN_CODE_8713 set E-2867-03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DATA_ELEMENT_8714 set to PRIORITY_CODE_2867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ORIGINAL_DATA_ELEMENT_VALUE_8715 set to @PIC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should be available in 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001"/>
        <w:gridCol w:w="1594"/>
        <w:gridCol w:w="1538"/>
        <w:gridCol w:w="512"/>
        <w:gridCol w:w="1041"/>
        <w:gridCol w:w="2954"/>
      </w:tblGrid>
      <w:tr w:rsidR="008377A3" w:rsidTr="008377A3">
        <w:trPr>
          <w:gridAfter w:val="5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NCAGE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145920607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F2281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0319391</w:t>
            </w:r>
          </w:p>
        </w:tc>
      </w:tr>
    </w:tbl>
    <w:p w:rsidR="008377A3" w:rsidRPr="008377A3" w:rsidRDefault="008377A3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8377A3">
        <w:rPr>
          <w:rFonts w:asciiTheme="minorHAnsi" w:hAnsiTheme="minorHAnsi" w:cstheme="minorHAnsi"/>
        </w:rPr>
        <w:lastRenderedPageBreak/>
        <w:t xml:space="preserve">Test case </w:t>
      </w:r>
      <w:hyperlink r:id="rId135" w:tgtFrame="_blank" w:history="1">
        <w:r w:rsidRPr="008377A3">
          <w:rPr>
            <w:rFonts w:asciiTheme="minorHAnsi" w:hAnsiTheme="minorHAnsi" w:cstheme="minorHAnsi"/>
          </w:rPr>
          <w:t>1699</w:t>
        </w:r>
      </w:hyperlink>
      <w:r w:rsidRPr="008377A3">
        <w:rPr>
          <w:rFonts w:asciiTheme="minorHAnsi" w:hAnsiTheme="minorHAnsi" w:cstheme="minorHAnsi"/>
        </w:rPr>
        <w:t>: Exchange Maintain Container for action Delete Reference - Central Validation Failed - Return Code E-2867-04</w:t>
      </w:r>
    </w:p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8377A3" w:rsidTr="008377A3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DELETE_REFERENCE for a NSN (@NIIN) for data @PIC, @NCAGE, @REFERENCE_NUMBER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Central Validation failed on data element PRIORITY_CODE_2867 (@PIC)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RETURN_CODE_8713 set E-2867-04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DATA_ELEMENT_8714 set to PRIORITY_CODE_2867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ORIGINAL_DATA_ELEMENT_VALUE_8715 set to @PIC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should be available in 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95"/>
        <w:gridCol w:w="1420"/>
        <w:gridCol w:w="1370"/>
        <w:gridCol w:w="458"/>
        <w:gridCol w:w="928"/>
        <w:gridCol w:w="3569"/>
      </w:tblGrid>
      <w:tr w:rsidR="008377A3" w:rsidTr="008377A3">
        <w:trPr>
          <w:gridAfter w:val="5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NCAGE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145929790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FA9C5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'ERG BREARD SANDY DESERT</w:t>
            </w:r>
          </w:p>
        </w:tc>
      </w:tr>
    </w:tbl>
    <w:p w:rsidR="00E207FD" w:rsidRDefault="00E207FD" w:rsidP="007E446A">
      <w:pPr>
        <w:rPr>
          <w:rFonts w:ascii="Times New Roman" w:hAnsi="Times New Roman"/>
        </w:rPr>
      </w:pPr>
    </w:p>
    <w:p w:rsidR="00E207FD" w:rsidRDefault="00E207FD" w:rsidP="007E446A">
      <w:pPr>
        <w:rPr>
          <w:rFonts w:ascii="Times New Roman" w:hAnsi="Times New Roman"/>
        </w:rPr>
      </w:pPr>
    </w:p>
    <w:p w:rsidR="00A71BE0" w:rsidRPr="00A71BE0" w:rsidRDefault="00A71BE0" w:rsidP="000477EE">
      <w:pPr>
        <w:pStyle w:val="Heading1"/>
        <w:numPr>
          <w:ilvl w:val="0"/>
          <w:numId w:val="1"/>
        </w:numPr>
        <w:rPr>
          <w:rFonts w:asciiTheme="minorHAnsi" w:hAnsiTheme="minorHAnsi" w:cstheme="minorHAnsi"/>
        </w:rPr>
      </w:pPr>
      <w:r w:rsidRPr="00A71BE0">
        <w:rPr>
          <w:rFonts w:asciiTheme="minorHAnsi" w:hAnsiTheme="minorHAnsi" w:cstheme="minorHAnsi"/>
        </w:rPr>
        <w:lastRenderedPageBreak/>
        <w:t xml:space="preserve">Test suite </w:t>
      </w:r>
      <w:hyperlink r:id="rId136" w:anchor="planId=511&amp;suiteId=664" w:tgtFrame="_blank" w:history="1">
        <w:r w:rsidRPr="00A71BE0">
          <w:rPr>
            <w:rFonts w:asciiTheme="minorHAnsi" w:hAnsiTheme="minorHAnsi" w:cstheme="minorHAnsi"/>
          </w:rPr>
          <w:t>664</w:t>
        </w:r>
      </w:hyperlink>
      <w:r w:rsidRPr="00A71BE0">
        <w:rPr>
          <w:rFonts w:asciiTheme="minorHAnsi" w:hAnsiTheme="minorHAnsi" w:cstheme="minorHAnsi"/>
        </w:rPr>
        <w:t>: Stage 6 - Manage Characteristic</w:t>
      </w:r>
    </w:p>
    <w:p w:rsidR="00A71BE0" w:rsidRPr="00A71BE0" w:rsidRDefault="00A71BE0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A71BE0">
        <w:rPr>
          <w:rFonts w:asciiTheme="minorHAnsi" w:hAnsiTheme="minorHAnsi" w:cstheme="minorHAnsi"/>
        </w:rPr>
        <w:t xml:space="preserve">Test case </w:t>
      </w:r>
      <w:hyperlink r:id="rId137" w:tgtFrame="_blank" w:history="1">
        <w:r w:rsidRPr="00A71BE0">
          <w:rPr>
            <w:rFonts w:asciiTheme="minorHAnsi" w:hAnsiTheme="minorHAnsi" w:cstheme="minorHAnsi"/>
          </w:rPr>
          <w:t>839</w:t>
        </w:r>
      </w:hyperlink>
      <w:r w:rsidRPr="00A71BE0">
        <w:rPr>
          <w:rFonts w:asciiTheme="minorHAnsi" w:hAnsiTheme="minorHAnsi" w:cstheme="minorHAnsi"/>
        </w:rPr>
        <w:t>: Exchange Maintain Container for action Add Characteristic</w:t>
      </w:r>
    </w:p>
    <w:p w:rsidR="00A71BE0" w:rsidRDefault="00A71BE0" w:rsidP="00A71BE0">
      <w:pPr>
        <w:rPr>
          <w:rFonts w:ascii="Times New Roman" w:hAnsi="Times New Roman"/>
        </w:rPr>
      </w:pPr>
    </w:p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  <w:lang w:eastAsia="en-US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451"/>
        <w:gridCol w:w="3832"/>
        <w:gridCol w:w="2207"/>
        <w:gridCol w:w="2150"/>
      </w:tblGrid>
      <w:tr w:rsidR="008377A3" w:rsidTr="008377A3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AddCharacteristic for a NSN (@NIIN)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The message pasts Schema and Central Validation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@NIIN, @PIC, @MRC, @INC, @MODE_CODE, @CODED_REPLYs, @CLEAR_REPLY, @COMMENT, @ATTACHMENTS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 message containing a container MAINTAIN with an action AddCharacteristic should be available in Destination (@Destination) NCB_XXX_MSG Mailbox.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This message should be an exact copy of the message received from @source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MessageID, Container Serial Number and Action Serial Number should be stored in NACOMS Database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555"/>
        <w:gridCol w:w="861"/>
        <w:gridCol w:w="832"/>
        <w:gridCol w:w="291"/>
        <w:gridCol w:w="458"/>
        <w:gridCol w:w="489"/>
        <w:gridCol w:w="991"/>
        <w:gridCol w:w="1143"/>
        <w:gridCol w:w="1005"/>
        <w:gridCol w:w="847"/>
        <w:gridCol w:w="1168"/>
      </w:tblGrid>
      <w:tr w:rsidR="008377A3" w:rsidTr="008377A3">
        <w:trPr>
          <w:gridAfter w:val="1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MRC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INC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MODE_CODE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CODED_REPLYs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CLEAR_REPLY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COMMENT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ATTACHMENTS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145825958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AGZR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61736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NORFRA2018-09-11_8_1_1_1.pdf</w:t>
            </w:r>
          </w:p>
        </w:tc>
      </w:tr>
    </w:tbl>
    <w:p w:rsidR="008377A3" w:rsidRPr="008377A3" w:rsidRDefault="008377A3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8377A3">
        <w:rPr>
          <w:rFonts w:asciiTheme="minorHAnsi" w:hAnsiTheme="minorHAnsi" w:cstheme="minorHAnsi"/>
        </w:rPr>
        <w:t xml:space="preserve">Test case </w:t>
      </w:r>
      <w:hyperlink r:id="rId138" w:tgtFrame="_blank" w:history="1">
        <w:r w:rsidRPr="008377A3">
          <w:rPr>
            <w:rFonts w:asciiTheme="minorHAnsi" w:hAnsiTheme="minorHAnsi" w:cstheme="minorHAnsi"/>
          </w:rPr>
          <w:t>846</w:t>
        </w:r>
      </w:hyperlink>
      <w:r w:rsidRPr="008377A3">
        <w:rPr>
          <w:rFonts w:asciiTheme="minorHAnsi" w:hAnsiTheme="minorHAnsi" w:cstheme="minorHAnsi"/>
        </w:rPr>
        <w:t>: Exchange Maintain Container for action Add Characteristic - Central Validation Failed - Return Code E-4128-21</w:t>
      </w:r>
    </w:p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8377A3" w:rsidTr="008377A3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AddCharacteristic for a NSN (@NIIN)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Central Validation failed on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@NIIN, @PIC, @MRC, @INC, @MODE_CODE, @NATIVE_CLEAR_REPLY, @CLEAR_REPLY, @COMMENT, @ATTACHMENTS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- RETURN_CODE_8713 set to @ReturnCode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- DATA_ELEMENT_INFO     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 - DATA_ELEMENT_8714 set to CLEAR_REPLY_4128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 - ORIGINAL_DATA_ELEMENT_VALUE_8715 set to with @CLEAR_REPLY Value    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- COMMENT_8703 set to @COMMENT should be available in 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485"/>
        <w:gridCol w:w="744"/>
        <w:gridCol w:w="719"/>
        <w:gridCol w:w="257"/>
        <w:gridCol w:w="399"/>
        <w:gridCol w:w="427"/>
        <w:gridCol w:w="855"/>
        <w:gridCol w:w="867"/>
        <w:gridCol w:w="732"/>
        <w:gridCol w:w="993"/>
        <w:gridCol w:w="1373"/>
        <w:gridCol w:w="789"/>
      </w:tblGrid>
      <w:tr w:rsidR="008377A3" w:rsidTr="008377A3">
        <w:trPr>
          <w:gridAfter w:val="11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MRC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INC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MODE_CODE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CLEAR_REPLY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COMMENT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ATTACHMENTS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NATIVE_CLEAR_REPLY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ReturnCode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145825940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AGZR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61736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10¥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NORFRA2018-09-11_8_1_1_1.pdf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E-4128-21</w:t>
            </w:r>
          </w:p>
        </w:tc>
      </w:tr>
    </w:tbl>
    <w:p w:rsidR="008377A3" w:rsidRPr="008377A3" w:rsidRDefault="008377A3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8377A3">
        <w:rPr>
          <w:rFonts w:asciiTheme="minorHAnsi" w:hAnsiTheme="minorHAnsi" w:cstheme="minorHAnsi"/>
        </w:rPr>
        <w:t xml:space="preserve">Test case </w:t>
      </w:r>
      <w:hyperlink r:id="rId139" w:tgtFrame="_blank" w:history="1">
        <w:r w:rsidRPr="008377A3">
          <w:rPr>
            <w:rFonts w:asciiTheme="minorHAnsi" w:hAnsiTheme="minorHAnsi" w:cstheme="minorHAnsi"/>
          </w:rPr>
          <w:t>847</w:t>
        </w:r>
      </w:hyperlink>
      <w:r w:rsidRPr="008377A3">
        <w:rPr>
          <w:rFonts w:asciiTheme="minorHAnsi" w:hAnsiTheme="minorHAnsi" w:cstheme="minorHAnsi"/>
        </w:rPr>
        <w:t>: Exchange Maintain Container for action Add Characteristic - Central Validation Failed - Return Code E-8754-02</w:t>
      </w:r>
    </w:p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8377A3" w:rsidTr="008377A3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Upload a zip file containing a message (@Source @Destination) containing a </w:t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MAINTAIN container with action AddCharacteristic for a NSN (@NIIN)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Central Validation failed on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@NIIN, @PIC, @MRC, @INC, @MODE_CODE, @NATIVE_CLEAR_REPLY, @CLEAR_REPLY, @ATTACHMENTS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- RETURN_CODE_8713 set to E-8751-02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- DATA_ELEMENT_INFO     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 - DATA_ELEMENT_8714 set to NATIVE_CLEAR_REPLY_8751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 - ORIGINAL_DATA_ELEMENT_VALUE_8715 set to with @NATIVE_CLEAR_REPLY Value     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580"/>
        <w:gridCol w:w="903"/>
        <w:gridCol w:w="872"/>
        <w:gridCol w:w="302"/>
        <w:gridCol w:w="478"/>
        <w:gridCol w:w="511"/>
        <w:gridCol w:w="1039"/>
        <w:gridCol w:w="1054"/>
        <w:gridCol w:w="1209"/>
        <w:gridCol w:w="1692"/>
      </w:tblGrid>
      <w:tr w:rsidR="008377A3" w:rsidTr="008377A3">
        <w:trPr>
          <w:gridAfter w:val="9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MRC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INC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MODE_CODE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CLEAR_REPLY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ATTACHMENTS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NATIVE_CLEAR_REPLY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145825940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AGZR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61736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NORFRA2018-09-11_8_1_1_1.pdf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test</w:t>
            </w:r>
          </w:p>
        </w:tc>
      </w:tr>
    </w:tbl>
    <w:p w:rsidR="008377A3" w:rsidRPr="008377A3" w:rsidRDefault="008377A3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8377A3">
        <w:rPr>
          <w:rFonts w:asciiTheme="minorHAnsi" w:hAnsiTheme="minorHAnsi" w:cstheme="minorHAnsi"/>
        </w:rPr>
        <w:t xml:space="preserve">Test case </w:t>
      </w:r>
      <w:hyperlink r:id="rId140" w:tgtFrame="_blank" w:history="1">
        <w:r w:rsidRPr="008377A3">
          <w:rPr>
            <w:rFonts w:asciiTheme="minorHAnsi" w:hAnsiTheme="minorHAnsi" w:cstheme="minorHAnsi"/>
          </w:rPr>
          <w:t>840</w:t>
        </w:r>
      </w:hyperlink>
      <w:r w:rsidRPr="008377A3">
        <w:rPr>
          <w:rFonts w:asciiTheme="minorHAnsi" w:hAnsiTheme="minorHAnsi" w:cstheme="minorHAnsi"/>
        </w:rPr>
        <w:t>: Exchange Maintain Container for action Add Characteristic - Central Validation Failed - Return Code E-XXXX-13</w:t>
      </w:r>
    </w:p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8377A3" w:rsidTr="008377A3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AddCharacteristic for a NSN (@NIIN)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Central Validation failed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 @NIIN, @PIC, @MRC, @INC, @MODE_CODE, </w:t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@CODED_REPLYs, @CLEAR_REPLY, @COMMENT, @ATTACHMENTS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On element @DataElementInError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- REQUEST_MESSAGE_ID_8720 set with </w:t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- RETURN_CODE_8713 set to @ErrorCode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 - DATA_ELEMENT_INFO     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 - DATA_ELEMENT_8714 set to @DataElementInError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  - ORIGINAL_DATA_ELEMENT_VALUE_8715 set to with @DataElementInError Value    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 - COMMENT_8703 set to @COMMENT should be available in 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 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443"/>
        <w:gridCol w:w="675"/>
        <w:gridCol w:w="653"/>
        <w:gridCol w:w="237"/>
        <w:gridCol w:w="365"/>
        <w:gridCol w:w="390"/>
        <w:gridCol w:w="775"/>
        <w:gridCol w:w="891"/>
        <w:gridCol w:w="786"/>
        <w:gridCol w:w="664"/>
        <w:gridCol w:w="899"/>
        <w:gridCol w:w="1243"/>
        <w:gridCol w:w="619"/>
      </w:tblGrid>
      <w:tr w:rsidR="008377A3" w:rsidTr="008377A3">
        <w:trPr>
          <w:gridAfter w:val="12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MRC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INC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MODE_CODE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CODED_REPLYs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CLEAR_REPLY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COMMENT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ATTACHMENTS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DataElementInError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ErrorCode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145825958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AGZR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61736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NORFRA2018-09-11_8_1_1_1.pdf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PRIORITY_CODE_2867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E-2867-13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145825958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AGZ1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61736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NORFRA2018-09-11_8_1_1_1.pdf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MRC_3445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E-3445-13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145825958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AGZR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61736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NORFRA2018-09-11_8_1_1_1.pdf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MODE_CODE_4735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E-4735-13</w:t>
            </w:r>
          </w:p>
        </w:tc>
      </w:tr>
    </w:tbl>
    <w:p w:rsidR="008377A3" w:rsidRPr="008377A3" w:rsidRDefault="008377A3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8377A3">
        <w:rPr>
          <w:rFonts w:asciiTheme="minorHAnsi" w:hAnsiTheme="minorHAnsi" w:cstheme="minorHAnsi"/>
        </w:rPr>
        <w:t xml:space="preserve">Test case </w:t>
      </w:r>
      <w:hyperlink r:id="rId141" w:tgtFrame="_blank" w:history="1">
        <w:r w:rsidRPr="008377A3">
          <w:rPr>
            <w:rFonts w:asciiTheme="minorHAnsi" w:hAnsiTheme="minorHAnsi" w:cstheme="minorHAnsi"/>
          </w:rPr>
          <w:t>843</w:t>
        </w:r>
      </w:hyperlink>
      <w:r w:rsidRPr="008377A3">
        <w:rPr>
          <w:rFonts w:asciiTheme="minorHAnsi" w:hAnsiTheme="minorHAnsi" w:cstheme="minorHAnsi"/>
        </w:rPr>
        <w:t>: Exchange Maintain Container for action Add Characteristic - Central Validation Failed - Return Code E-2867-04</w:t>
      </w:r>
    </w:p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8377A3" w:rsidTr="008377A3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Upload a zip file containing a message (@Source @Destination) containing a MAINTAIN container with </w:t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action AddCharacteristic for a NSN (@NIIN)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Central Validation failed on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@NIIN, @PIC, @MRC, @INC, @MODE_CODE, @CODED_REPLYs, @CLEAR_REPLY, @COMMENT, @ATTACHMENTS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- RETURN_CODE_8713 set to E-2867-04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- DATA_ELEMENT_INFO     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 - DATA_ELEMENT_8714 set to          PRIORITY_CODE_2867     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 - ORIGINAL_DATA_ELEMENT_VALUE_8715 set to with @PIC      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- COMMENT_8703 set to @COMMENT should be available in 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 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555"/>
        <w:gridCol w:w="861"/>
        <w:gridCol w:w="832"/>
        <w:gridCol w:w="291"/>
        <w:gridCol w:w="458"/>
        <w:gridCol w:w="489"/>
        <w:gridCol w:w="991"/>
        <w:gridCol w:w="1143"/>
        <w:gridCol w:w="1005"/>
        <w:gridCol w:w="847"/>
        <w:gridCol w:w="1168"/>
      </w:tblGrid>
      <w:tr w:rsidR="008377A3" w:rsidTr="008377A3">
        <w:trPr>
          <w:gridAfter w:val="1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MRC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INC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MODE_CODE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CODED_REPLYs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CLEAR_REPLY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COMMENT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ATTACHMENTS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145825958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AGZR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61736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NORFRA2018-09-11_8_1_1_1.pdf</w:t>
            </w:r>
          </w:p>
        </w:tc>
      </w:tr>
    </w:tbl>
    <w:p w:rsidR="008377A3" w:rsidRPr="008377A3" w:rsidRDefault="008377A3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8377A3">
        <w:rPr>
          <w:rFonts w:asciiTheme="minorHAnsi" w:hAnsiTheme="minorHAnsi" w:cstheme="minorHAnsi"/>
        </w:rPr>
        <w:t xml:space="preserve">Test case </w:t>
      </w:r>
      <w:hyperlink r:id="rId142" w:tgtFrame="_blank" w:history="1">
        <w:r w:rsidRPr="008377A3">
          <w:rPr>
            <w:rFonts w:asciiTheme="minorHAnsi" w:hAnsiTheme="minorHAnsi" w:cstheme="minorHAnsi"/>
          </w:rPr>
          <w:t>844</w:t>
        </w:r>
      </w:hyperlink>
      <w:r w:rsidRPr="008377A3">
        <w:rPr>
          <w:rFonts w:asciiTheme="minorHAnsi" w:hAnsiTheme="minorHAnsi" w:cstheme="minorHAnsi"/>
        </w:rPr>
        <w:t>: Exchange Maintain Container for action Add Characteristic - Central Validation Failed - Return Code E-XXXX-18</w:t>
      </w:r>
    </w:p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8377A3" w:rsidTr="008377A3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AddCharacteristic for a NSN (@NIIN)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Central Validation failed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 @NIIN, @PIC, @MRC, @INC, @MODE_CODE, @CODED_REPLY, @CLEAR_REPLY, @COMMENT, @ATTACHMENTS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On element @DataElementInError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- RETURN_CODE_8713 set to @ErrorCode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 - DATA_ELEMENT_INFO     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 - DATA_ELEMENT_8714 set to @DataElementInError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  - ORIGINAL_DATA_ELEMENT_VALUE_8715 set to with @DataElementInError Value    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 - COMMENT_8703 set to @COMMENT should be available in 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No message should be distributed to Destination(@Destination) 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449"/>
        <w:gridCol w:w="686"/>
        <w:gridCol w:w="664"/>
        <w:gridCol w:w="240"/>
        <w:gridCol w:w="371"/>
        <w:gridCol w:w="396"/>
        <w:gridCol w:w="788"/>
        <w:gridCol w:w="799"/>
        <w:gridCol w:w="675"/>
        <w:gridCol w:w="1174"/>
        <w:gridCol w:w="915"/>
        <w:gridCol w:w="614"/>
        <w:gridCol w:w="869"/>
      </w:tblGrid>
      <w:tr w:rsidR="008377A3" w:rsidTr="008377A3">
        <w:trPr>
          <w:gridAfter w:val="12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MRC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INC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MODE_CODE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CLEAR_REPLY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COMMENT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DataElementInError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ATTACHMENTS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ErrorCode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CODED_REPLY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145825958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AGZR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61736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CODED_REPLY_3465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NORFRA2018-09-11_8_1_1_1.pdf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E-3465-18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145825958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AGZR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61736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CLEAR_REPLY_4128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NORFRA2018-09-11_8_1_1_1.pdf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E-4128-18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DBN</w:t>
            </w:r>
          </w:p>
        </w:tc>
      </w:tr>
    </w:tbl>
    <w:p w:rsidR="008377A3" w:rsidRPr="008377A3" w:rsidRDefault="008377A3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8377A3">
        <w:rPr>
          <w:rFonts w:asciiTheme="minorHAnsi" w:hAnsiTheme="minorHAnsi" w:cstheme="minorHAnsi"/>
        </w:rPr>
        <w:t xml:space="preserve">Test case </w:t>
      </w:r>
      <w:hyperlink r:id="rId143" w:tgtFrame="_blank" w:history="1">
        <w:r w:rsidRPr="008377A3">
          <w:rPr>
            <w:rFonts w:asciiTheme="minorHAnsi" w:hAnsiTheme="minorHAnsi" w:cstheme="minorHAnsi"/>
          </w:rPr>
          <w:t>848</w:t>
        </w:r>
      </w:hyperlink>
      <w:r w:rsidRPr="008377A3">
        <w:rPr>
          <w:rFonts w:asciiTheme="minorHAnsi" w:hAnsiTheme="minorHAnsi" w:cstheme="minorHAnsi"/>
        </w:rPr>
        <w:t>: Exchange Maintain Container for action Change Characteristic</w:t>
      </w:r>
    </w:p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48"/>
        <w:gridCol w:w="3729"/>
        <w:gridCol w:w="2517"/>
        <w:gridCol w:w="2046"/>
      </w:tblGrid>
      <w:tr w:rsidR="008377A3" w:rsidTr="008377A3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ChangeCharacteristic for a NSN (@NIIN)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The message pasts Schema and Central Validation</w:t>
            </w:r>
            <w:r>
              <w:rPr>
                <w:rFonts w:ascii="Segoe UI" w:hAnsi="Segoe UI" w:cs="Segoe UI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 @NIIN, @PIC, @MRC, @INC, @MODE_CODE, @CODED_REPLYs, @CLEAR_REPLY, @COMMENT, @ATTACHMENTS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 xml:space="preserve">A message containing a container MAINTAIN with </w:t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an action ChangeCharacteristic should be available in Destination (@Destination) NCB_XXX_MSG Mailbox.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This message should be an exact copy of the message received from @source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MessageID, Container Serial Number and Action Serial Number should be stored in NACOMS Database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555"/>
        <w:gridCol w:w="860"/>
        <w:gridCol w:w="830"/>
        <w:gridCol w:w="290"/>
        <w:gridCol w:w="472"/>
        <w:gridCol w:w="488"/>
        <w:gridCol w:w="989"/>
        <w:gridCol w:w="1141"/>
        <w:gridCol w:w="1003"/>
        <w:gridCol w:w="846"/>
        <w:gridCol w:w="1166"/>
      </w:tblGrid>
      <w:tr w:rsidR="008377A3" w:rsidTr="008377A3">
        <w:trPr>
          <w:gridAfter w:val="1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MRC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INC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MODE_CODE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CODED_REPLYs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CLEAR_REPLY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COMMENT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ATTACHMENTS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145825940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MATT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40000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NORFRA2018-09-11_8_1_1_1.pdf</w:t>
            </w:r>
          </w:p>
        </w:tc>
      </w:tr>
    </w:tbl>
    <w:p w:rsidR="008377A3" w:rsidRPr="008377A3" w:rsidRDefault="008377A3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8377A3">
        <w:rPr>
          <w:rFonts w:asciiTheme="minorHAnsi" w:hAnsiTheme="minorHAnsi" w:cstheme="minorHAnsi"/>
        </w:rPr>
        <w:t xml:space="preserve">Test case </w:t>
      </w:r>
      <w:hyperlink r:id="rId144" w:tgtFrame="_blank" w:history="1">
        <w:r w:rsidRPr="008377A3">
          <w:rPr>
            <w:rFonts w:asciiTheme="minorHAnsi" w:hAnsiTheme="minorHAnsi" w:cstheme="minorHAnsi"/>
          </w:rPr>
          <w:t>852</w:t>
        </w:r>
      </w:hyperlink>
      <w:r w:rsidRPr="008377A3">
        <w:rPr>
          <w:rFonts w:asciiTheme="minorHAnsi" w:hAnsiTheme="minorHAnsi" w:cstheme="minorHAnsi"/>
        </w:rPr>
        <w:t>: Exchange Maintain Container for action Change Characteristic - Central Validation Failed - Return Code E-4128-21</w:t>
      </w:r>
    </w:p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8377A3" w:rsidTr="008377A3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ChangeCharacteristic for a NSN (@NIIN)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Central Validation failed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@NIIN, @PIC, @MRC, @INC, @MODE_CODE, @NATIVE_CLEAR_REPLY, @CLEAR_REPLY, @COMMENT, @ATTACHMENTS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 w:rsidP="009E11F9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- RETURN_CODE_</w:t>
            </w:r>
            <w:r w:rsidR="009E11F9">
              <w:rPr>
                <w:rFonts w:ascii="Segoe UI" w:hAnsi="Segoe UI" w:cs="Segoe UI"/>
                <w:sz w:val="20"/>
                <w:szCs w:val="20"/>
              </w:rPr>
              <w:t>8713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set to @ReturnCode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- DATA_ELEMENT_</w:t>
            </w:r>
            <w:r w:rsidR="009E11F9">
              <w:rPr>
                <w:rFonts w:ascii="Segoe UI" w:hAnsi="Segoe UI" w:cs="Segoe UI"/>
                <w:sz w:val="20"/>
                <w:szCs w:val="20"/>
              </w:rPr>
              <w:t>INFO      </w:t>
            </w:r>
            <w:r w:rsidR="009E11F9">
              <w:rPr>
                <w:rFonts w:ascii="Segoe UI" w:hAnsi="Segoe UI" w:cs="Segoe UI"/>
                <w:sz w:val="20"/>
                <w:szCs w:val="20"/>
              </w:rPr>
              <w:br/>
              <w:t>   - DATA_ELEMENT_8714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set to </w:t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CLEAR_REPLY_4128     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 -</w:t>
            </w:r>
            <w:r w:rsidR="009E11F9">
              <w:rPr>
                <w:rFonts w:ascii="Segoe UI" w:hAnsi="Segoe UI" w:cs="Segoe UI"/>
                <w:sz w:val="20"/>
                <w:szCs w:val="20"/>
              </w:rPr>
              <w:t xml:space="preserve"> ORIGINAL_DATA_ELEMENT_VALUE_8715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set to with @CLE</w:t>
            </w:r>
            <w:r w:rsidR="009E11F9">
              <w:rPr>
                <w:rFonts w:ascii="Segoe UI" w:hAnsi="Segoe UI" w:cs="Segoe UI"/>
                <w:sz w:val="20"/>
                <w:szCs w:val="20"/>
              </w:rPr>
              <w:t>AR_REPLY       </w:t>
            </w:r>
            <w:r w:rsidR="009E11F9">
              <w:rPr>
                <w:rFonts w:ascii="Segoe UI" w:hAnsi="Segoe UI" w:cs="Segoe UI"/>
                <w:sz w:val="20"/>
                <w:szCs w:val="20"/>
              </w:rPr>
              <w:br/>
              <w:t>  - COMMENT_8703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set to @COMMENT should be available in 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 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483"/>
        <w:gridCol w:w="742"/>
        <w:gridCol w:w="718"/>
        <w:gridCol w:w="257"/>
        <w:gridCol w:w="412"/>
        <w:gridCol w:w="426"/>
        <w:gridCol w:w="854"/>
        <w:gridCol w:w="866"/>
        <w:gridCol w:w="731"/>
        <w:gridCol w:w="992"/>
        <w:gridCol w:w="773"/>
        <w:gridCol w:w="1386"/>
      </w:tblGrid>
      <w:tr w:rsidR="008377A3" w:rsidTr="008377A3">
        <w:trPr>
          <w:gridAfter w:val="11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MRC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INC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MODE_CODE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CLEAR_REPLY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COMMENT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ATTACHMENTS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ReturnCode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NATIVE_CLEAR_REPLY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145825940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MATT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61736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10¥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NORFRA2018-09-11_8_1_1_1.pdf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E-4128-21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Pr="008377A3" w:rsidRDefault="008377A3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8377A3">
        <w:rPr>
          <w:rFonts w:asciiTheme="minorHAnsi" w:hAnsiTheme="minorHAnsi" w:cstheme="minorHAnsi"/>
        </w:rPr>
        <w:t xml:space="preserve">Test case </w:t>
      </w:r>
      <w:hyperlink r:id="rId145" w:tgtFrame="_blank" w:history="1">
        <w:r w:rsidRPr="008377A3">
          <w:rPr>
            <w:rFonts w:asciiTheme="minorHAnsi" w:hAnsiTheme="minorHAnsi" w:cstheme="minorHAnsi"/>
          </w:rPr>
          <w:t>853</w:t>
        </w:r>
      </w:hyperlink>
      <w:r w:rsidRPr="008377A3">
        <w:rPr>
          <w:rFonts w:asciiTheme="minorHAnsi" w:hAnsiTheme="minorHAnsi" w:cstheme="minorHAnsi"/>
        </w:rPr>
        <w:t>: Exchange Maintain Container for action Change Characteristic - Central Validation Failed - Return Code E-8754-02</w:t>
      </w:r>
    </w:p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8377A3" w:rsidTr="008377A3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ChangeCharacteristic for a NSN (@NIIN)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Central Validation failed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@NIIN, @PIC, @MRC, @INC, @MODE_CODE, @NATIVE_CLEAR_REPLY, @CLEAR_REPLY, @COMMENT, @ATTACHMENTS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- RETURN_CODE_8713 set to E-8751-02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- DATA_ELEMENT_INFO     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 - DATA_ELEMENT_8714 set to NATIVE_CLEAR_REPLY_8751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 - ORIGINAL_DATA_ELEMENT_VALUE_8715 set to with @NATIVE_CLEAR_REPLY Value  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 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527"/>
        <w:gridCol w:w="817"/>
        <w:gridCol w:w="789"/>
        <w:gridCol w:w="278"/>
        <w:gridCol w:w="450"/>
        <w:gridCol w:w="465"/>
        <w:gridCol w:w="939"/>
        <w:gridCol w:w="953"/>
        <w:gridCol w:w="803"/>
        <w:gridCol w:w="1092"/>
        <w:gridCol w:w="1527"/>
      </w:tblGrid>
      <w:tr w:rsidR="008377A3" w:rsidTr="008377A3">
        <w:trPr>
          <w:gridAfter w:val="1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MRC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INC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MODE_CODE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CLEAR_REPLY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COMMENT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ATTACHMENTS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NATIVE_CLEAR_REPLY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145825958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MATT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61736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NORFRA2018-09-11_8_1_1_1.pdf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11</w:t>
            </w:r>
          </w:p>
        </w:tc>
      </w:tr>
    </w:tbl>
    <w:p w:rsidR="008377A3" w:rsidRPr="008377A3" w:rsidRDefault="008377A3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8377A3">
        <w:rPr>
          <w:rFonts w:asciiTheme="minorHAnsi" w:hAnsiTheme="minorHAnsi" w:cstheme="minorHAnsi"/>
        </w:rPr>
        <w:t xml:space="preserve">Test case </w:t>
      </w:r>
      <w:hyperlink r:id="rId146" w:tgtFrame="_blank" w:history="1">
        <w:r w:rsidRPr="008377A3">
          <w:rPr>
            <w:rFonts w:asciiTheme="minorHAnsi" w:hAnsiTheme="minorHAnsi" w:cstheme="minorHAnsi"/>
          </w:rPr>
          <w:t>849</w:t>
        </w:r>
      </w:hyperlink>
      <w:r w:rsidRPr="008377A3">
        <w:rPr>
          <w:rFonts w:asciiTheme="minorHAnsi" w:hAnsiTheme="minorHAnsi" w:cstheme="minorHAnsi"/>
        </w:rPr>
        <w:t>: Exchange Maintain Container for action Change Characteristic - Central Validation Failed - Return Code E-3445-05</w:t>
      </w:r>
    </w:p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8377A3" w:rsidTr="008377A3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ChangeCharacteristic for a NSN (@NIIN)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Central Validation failed on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@NIIN, @PIC, @MRC, @INC, @MODE_CODE, @CODED_REPLY, @CLEAR_REPLY, @COMMENT, @ATTACHMENTS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- RETURN_CODE_8713 set to E-3445-05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- DATA_ELEMENT_INFO     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 - DATA_ELEMENT_8714 set to MRC_3445     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 - ORIGINAL_DATA_ELEMENT_VALUE_8715 set to with @MRC      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- COMMENT_8703 set to @COMMENT should be available in 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 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559"/>
        <w:gridCol w:w="868"/>
        <w:gridCol w:w="839"/>
        <w:gridCol w:w="293"/>
        <w:gridCol w:w="461"/>
        <w:gridCol w:w="493"/>
        <w:gridCol w:w="999"/>
        <w:gridCol w:w="1013"/>
        <w:gridCol w:w="854"/>
        <w:gridCol w:w="1162"/>
        <w:gridCol w:w="1099"/>
      </w:tblGrid>
      <w:tr w:rsidR="008377A3" w:rsidTr="008377A3">
        <w:trPr>
          <w:gridAfter w:val="1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MRC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INC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MODE_CODE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CLEAR_REPLY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COMMENT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ATTACHMENTS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CODED_REPLY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145825958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AGZR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61736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NORFRA2018-09-11_8_1_1_1.pdf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Pr="008377A3" w:rsidRDefault="008377A3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8377A3">
        <w:rPr>
          <w:rFonts w:asciiTheme="minorHAnsi" w:hAnsiTheme="minorHAnsi" w:cstheme="minorHAnsi"/>
        </w:rPr>
        <w:t xml:space="preserve">Test case </w:t>
      </w:r>
      <w:hyperlink r:id="rId147" w:tgtFrame="_blank" w:history="1">
        <w:r w:rsidRPr="008377A3">
          <w:rPr>
            <w:rFonts w:asciiTheme="minorHAnsi" w:hAnsiTheme="minorHAnsi" w:cstheme="minorHAnsi"/>
          </w:rPr>
          <w:t>850</w:t>
        </w:r>
      </w:hyperlink>
      <w:r w:rsidRPr="008377A3">
        <w:rPr>
          <w:rFonts w:asciiTheme="minorHAnsi" w:hAnsiTheme="minorHAnsi" w:cstheme="minorHAnsi"/>
        </w:rPr>
        <w:t>: Exchange Maintain Container for action Change Characteristic - Central Validation Failed - Return Code E-4735-13</w:t>
      </w:r>
    </w:p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8377A3" w:rsidTr="008377A3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ChangeCharacteristic for a NSN (@NIIN)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Central Validation failed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@NIIN, @PIC, @MRC, @INC, @MODE_CODE, @CODED_REPLYs, @CLEAR_REPLY, @COMMENT, @ATTACHMENTS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On element @DataElementInError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- RETURN_CODE_8713 set to @ErrorCode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 - DATA_ELEMENT_INFO     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 - DATA_ELEMENT_8714 set to @DataElementInError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  - ORIGINAL_DATA_ELEMENT_VALUE_8715 set to with @DataElementInError Value    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 - COMMENT_8703 set to @COMMENT should be available in 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 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449"/>
        <w:gridCol w:w="684"/>
        <w:gridCol w:w="662"/>
        <w:gridCol w:w="240"/>
        <w:gridCol w:w="382"/>
        <w:gridCol w:w="395"/>
        <w:gridCol w:w="786"/>
        <w:gridCol w:w="905"/>
        <w:gridCol w:w="797"/>
        <w:gridCol w:w="674"/>
        <w:gridCol w:w="913"/>
        <w:gridCol w:w="1125"/>
        <w:gridCol w:w="628"/>
      </w:tblGrid>
      <w:tr w:rsidR="008377A3" w:rsidTr="008377A3">
        <w:trPr>
          <w:gridAfter w:val="12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MRC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INC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MODE_CODE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CODED_REPLYs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CLEAR_REPLY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COMMENT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ATTACHMENTS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DataElementInError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ErrorCode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145825958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MATT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61736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NORFRA2018-09-11_8_1_1_1.pdf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MODE_CODE_4735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E-4735-13</w:t>
            </w:r>
          </w:p>
        </w:tc>
      </w:tr>
    </w:tbl>
    <w:p w:rsidR="008377A3" w:rsidRPr="008377A3" w:rsidRDefault="008377A3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8377A3">
        <w:rPr>
          <w:rFonts w:asciiTheme="minorHAnsi" w:hAnsiTheme="minorHAnsi" w:cstheme="minorHAnsi"/>
        </w:rPr>
        <w:t xml:space="preserve">Test case </w:t>
      </w:r>
      <w:hyperlink r:id="rId148" w:tgtFrame="_blank" w:history="1">
        <w:r w:rsidRPr="008377A3">
          <w:rPr>
            <w:rFonts w:asciiTheme="minorHAnsi" w:hAnsiTheme="minorHAnsi" w:cstheme="minorHAnsi"/>
          </w:rPr>
          <w:t>851</w:t>
        </w:r>
      </w:hyperlink>
      <w:r w:rsidRPr="008377A3">
        <w:rPr>
          <w:rFonts w:asciiTheme="minorHAnsi" w:hAnsiTheme="minorHAnsi" w:cstheme="minorHAnsi"/>
        </w:rPr>
        <w:t>: Exchange Maintain Container for action Change Characteristic - Central Validation Failed - Return Code E-XXXX-18</w:t>
      </w:r>
    </w:p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8377A3" w:rsidTr="008377A3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ChangeCharacteristic for a NSN (@NIIN)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Central Validation failed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@NIIN, @PIC, @MRC, @INC, @MODE_CODE, @CODED_REPLY, @CLEAR_REPLY, @COMMENT, @ATTACHMENTS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On element @DataElementInError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- RETURN_CODE_8713 set to @ErrorCode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 - DATA_ELEMENT_INFO     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 - DATA_ELEMENT_8714 set to @DataElementInError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  - ORIGINAL_DATA_ELEMENT_VALUE_8715 set to with @DataElementInError Value    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 - COMMENT_8703 set to @COMMENT should be available in 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 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450"/>
        <w:gridCol w:w="686"/>
        <w:gridCol w:w="663"/>
        <w:gridCol w:w="240"/>
        <w:gridCol w:w="382"/>
        <w:gridCol w:w="395"/>
        <w:gridCol w:w="787"/>
        <w:gridCol w:w="798"/>
        <w:gridCol w:w="674"/>
        <w:gridCol w:w="913"/>
        <w:gridCol w:w="1172"/>
        <w:gridCol w:w="613"/>
        <w:gridCol w:w="867"/>
      </w:tblGrid>
      <w:tr w:rsidR="008377A3" w:rsidTr="008377A3">
        <w:trPr>
          <w:gridAfter w:val="12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MRC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INC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MODE_CODE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CLEAR_REPLY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COMMENT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ATTACHMENTS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DataElementInError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ErrorCode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CODED_REPLY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145825958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MATT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61736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NORFRA2018-09-11_8_1_1_1.pdf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CODED_REPLY_3465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E-3465-18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145825958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MATT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61736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CLEAR_REPLY_4128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E-4128-18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DBN</w:t>
            </w:r>
          </w:p>
        </w:tc>
      </w:tr>
    </w:tbl>
    <w:p w:rsidR="008377A3" w:rsidRPr="008377A3" w:rsidRDefault="008377A3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8377A3">
        <w:rPr>
          <w:rFonts w:asciiTheme="minorHAnsi" w:hAnsiTheme="minorHAnsi" w:cstheme="minorHAnsi"/>
        </w:rPr>
        <w:t xml:space="preserve">Test case </w:t>
      </w:r>
      <w:hyperlink r:id="rId149" w:tgtFrame="_blank" w:history="1">
        <w:r w:rsidRPr="008377A3">
          <w:rPr>
            <w:rFonts w:asciiTheme="minorHAnsi" w:hAnsiTheme="minorHAnsi" w:cstheme="minorHAnsi"/>
          </w:rPr>
          <w:t>854</w:t>
        </w:r>
      </w:hyperlink>
      <w:r w:rsidRPr="008377A3">
        <w:rPr>
          <w:rFonts w:asciiTheme="minorHAnsi" w:hAnsiTheme="minorHAnsi" w:cstheme="minorHAnsi"/>
        </w:rPr>
        <w:t>: Exchange Maintain Container for action Delete Characteristic</w:t>
      </w:r>
    </w:p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83"/>
        <w:gridCol w:w="3764"/>
        <w:gridCol w:w="2412"/>
        <w:gridCol w:w="2081"/>
      </w:tblGrid>
      <w:tr w:rsidR="008377A3" w:rsidTr="008377A3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DeleteCharacteristic for a NSN (@NIIN)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The message pasts Schema and Central Validation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@NIIN, @PIC, @MRC, @COMMENT, @ATTACHMENTS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 message containing a container MAINTAIN with an action DeleteCharacteristic should be available in Destination (@Destination) NCB_XXX_MSG Mailbox.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This message should be an exact copy of the message received from @source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MessageID, Container Serial Number and Action Serial Number should be stored in NACOMS Database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756"/>
        <w:gridCol w:w="1195"/>
        <w:gridCol w:w="1153"/>
        <w:gridCol w:w="389"/>
        <w:gridCol w:w="646"/>
        <w:gridCol w:w="1175"/>
        <w:gridCol w:w="3326"/>
      </w:tblGrid>
      <w:tr w:rsidR="008377A3" w:rsidTr="008377A3">
        <w:trPr>
          <w:gridAfter w:val="6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MRC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COMMENT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ATTACHMENTS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145825958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MATT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NORFRA2018-09-11_8_1_1_1.pdf</w:t>
            </w:r>
          </w:p>
        </w:tc>
      </w:tr>
    </w:tbl>
    <w:p w:rsidR="008377A3" w:rsidRPr="008377A3" w:rsidRDefault="008377A3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8377A3">
        <w:rPr>
          <w:rFonts w:asciiTheme="minorHAnsi" w:hAnsiTheme="minorHAnsi" w:cstheme="minorHAnsi"/>
        </w:rPr>
        <w:t xml:space="preserve">Test case </w:t>
      </w:r>
      <w:hyperlink r:id="rId150" w:tgtFrame="_blank" w:history="1">
        <w:r w:rsidRPr="008377A3">
          <w:rPr>
            <w:rFonts w:asciiTheme="minorHAnsi" w:hAnsiTheme="minorHAnsi" w:cstheme="minorHAnsi"/>
          </w:rPr>
          <w:t>856</w:t>
        </w:r>
      </w:hyperlink>
      <w:r w:rsidRPr="008377A3">
        <w:rPr>
          <w:rFonts w:asciiTheme="minorHAnsi" w:hAnsiTheme="minorHAnsi" w:cstheme="minorHAnsi"/>
        </w:rPr>
        <w:t>: Exchange Maintain Container for action Delete Characteristic - Central Validation Failed - Return Code E-2867-13</w:t>
      </w:r>
    </w:p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8377A3" w:rsidTr="008377A3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DeleteCharacteristic for a NSN (@NIIN)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Central Validation failed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@NIIN, @PIC, @MRC, @ATTACHMENTS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- RETURN_CODE_8713 set to @ErrorCode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- DATA_ELEMENT_INFO     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 - DATA_ELEMENT_8714 set to PRIORITY_CODE_2867     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 - ORIGINAL_DATA_ELEMENT_VALUE_8715 set to with @OriginalDatavalue      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- COMMENT_8703 set to @COMMENT should be available in 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 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587"/>
        <w:gridCol w:w="914"/>
        <w:gridCol w:w="882"/>
        <w:gridCol w:w="305"/>
        <w:gridCol w:w="499"/>
        <w:gridCol w:w="1700"/>
        <w:gridCol w:w="1224"/>
        <w:gridCol w:w="1700"/>
        <w:gridCol w:w="829"/>
      </w:tblGrid>
      <w:tr w:rsidR="008377A3" w:rsidTr="008377A3">
        <w:trPr>
          <w:gridAfter w:val="8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MRC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COMMENT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ATTACHMENTS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OriginalDatavalue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ErrorCode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145825958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MATT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Value 1 for PRIORITY_CODE_2867 is not in the authorized set of values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NORFRA2018-09-11_8_1_1_1.pdf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PRIORITY_CODE_2867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E-2867-13</w:t>
            </w:r>
          </w:p>
        </w:tc>
      </w:tr>
    </w:tbl>
    <w:p w:rsidR="008377A3" w:rsidRPr="008377A3" w:rsidRDefault="008377A3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8377A3">
        <w:rPr>
          <w:rFonts w:asciiTheme="minorHAnsi" w:hAnsiTheme="minorHAnsi" w:cstheme="minorHAnsi"/>
        </w:rPr>
        <w:t xml:space="preserve">Test case </w:t>
      </w:r>
      <w:hyperlink r:id="rId151" w:tgtFrame="_blank" w:history="1">
        <w:r w:rsidRPr="008377A3">
          <w:rPr>
            <w:rFonts w:asciiTheme="minorHAnsi" w:hAnsiTheme="minorHAnsi" w:cstheme="minorHAnsi"/>
          </w:rPr>
          <w:t>858</w:t>
        </w:r>
      </w:hyperlink>
      <w:r w:rsidRPr="008377A3">
        <w:rPr>
          <w:rFonts w:asciiTheme="minorHAnsi" w:hAnsiTheme="minorHAnsi" w:cstheme="minorHAnsi"/>
        </w:rPr>
        <w:t>: Exchange Maintain Container for action Delete Characteristic - Central Validation Failed - Return Code E-2867-03</w:t>
      </w:r>
    </w:p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8377A3" w:rsidTr="008377A3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Upload a zip file containing a message (@Source </w:t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@Destination) containing a MAINTAIN container with action DeleteCharacteristic for a NSN (@NIIN)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Central Validation failed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@NIIN, @PIC, @MRC, @COMMENT, @ATTACHMENTS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- RETURN_CODE_8713 set to E-2867-03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- DATA_ELEMENT_INFO     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 - DATA_ELEMENT_8714 set to PRIORITY_CODE_2867     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 - ORIGINAL_DATA_ELEMENT_VALUE_8715 set to with @PIC      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- COMMENT_8703 set to @COMMENT should be available in 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 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756"/>
        <w:gridCol w:w="1195"/>
        <w:gridCol w:w="1153"/>
        <w:gridCol w:w="389"/>
        <w:gridCol w:w="646"/>
        <w:gridCol w:w="1175"/>
        <w:gridCol w:w="3326"/>
      </w:tblGrid>
      <w:tr w:rsidR="008377A3" w:rsidTr="008377A3">
        <w:trPr>
          <w:gridAfter w:val="6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MRC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COMMENT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ATTACHMENTS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145825958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MATT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NORFRA2018-09-11_8_1_1_1.pdf</w:t>
            </w:r>
          </w:p>
        </w:tc>
      </w:tr>
    </w:tbl>
    <w:p w:rsidR="008377A3" w:rsidRPr="008377A3" w:rsidRDefault="008377A3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8377A3">
        <w:rPr>
          <w:rFonts w:asciiTheme="minorHAnsi" w:hAnsiTheme="minorHAnsi" w:cstheme="minorHAnsi"/>
        </w:rPr>
        <w:t xml:space="preserve">Test case </w:t>
      </w:r>
      <w:hyperlink r:id="rId152" w:tgtFrame="_blank" w:history="1">
        <w:r w:rsidRPr="008377A3">
          <w:rPr>
            <w:rFonts w:asciiTheme="minorHAnsi" w:hAnsiTheme="minorHAnsi" w:cstheme="minorHAnsi"/>
          </w:rPr>
          <w:t>859</w:t>
        </w:r>
      </w:hyperlink>
      <w:r w:rsidRPr="008377A3">
        <w:rPr>
          <w:rFonts w:asciiTheme="minorHAnsi" w:hAnsiTheme="minorHAnsi" w:cstheme="minorHAnsi"/>
        </w:rPr>
        <w:t>: Exchange Maintain Container for action Delete Characteristic - Central Validation Failed - Return Code E-3445-05</w:t>
      </w:r>
    </w:p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8377A3" w:rsidTr="008377A3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DeleteCharacteristic for a NSN (@NIIN)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Central Validation failed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 @NIIN, @PIC, @MRC, </w:t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@COMMENT, @ATTACHMENTS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- REQUEST_MESSAGE_ID_8720 set with </w:t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- RETURN_CODE_8713 set to E-3445-05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- DATA_ELEMENT_INFO     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 - DATA_ELEMENT_8714 set to MRC_3445     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 - ORIGINAL_DATA_ELEMENT_VALUE_8715 set to with @MRC      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- COMMENT_8703 set to @COMMENT should be available in 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 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756"/>
        <w:gridCol w:w="1194"/>
        <w:gridCol w:w="1153"/>
        <w:gridCol w:w="389"/>
        <w:gridCol w:w="649"/>
        <w:gridCol w:w="1174"/>
        <w:gridCol w:w="3325"/>
      </w:tblGrid>
      <w:tr w:rsidR="008377A3" w:rsidTr="008377A3">
        <w:trPr>
          <w:gridAfter w:val="6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MRC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COMMENT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ATTACHMENTS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145825958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MAT1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NORFRA2018-09-11_8_1_1_1.pdf</w:t>
            </w:r>
          </w:p>
        </w:tc>
      </w:tr>
    </w:tbl>
    <w:p w:rsidR="00D52C8E" w:rsidRDefault="00D52C8E" w:rsidP="00A71BE0">
      <w:pPr>
        <w:rPr>
          <w:rFonts w:ascii="Times New Roman" w:hAnsi="Times New Roman"/>
        </w:rPr>
      </w:pPr>
    </w:p>
    <w:p w:rsidR="00D52C8E" w:rsidRDefault="00D52C8E" w:rsidP="00A71BE0">
      <w:pPr>
        <w:rPr>
          <w:rFonts w:ascii="Times New Roman" w:hAnsi="Times New Roman"/>
        </w:rPr>
      </w:pPr>
    </w:p>
    <w:p w:rsidR="00A95BD8" w:rsidRPr="00A95BD8" w:rsidRDefault="00A95BD8" w:rsidP="000477EE">
      <w:pPr>
        <w:pStyle w:val="Heading1"/>
        <w:numPr>
          <w:ilvl w:val="0"/>
          <w:numId w:val="1"/>
        </w:numPr>
        <w:rPr>
          <w:rFonts w:asciiTheme="minorHAnsi" w:hAnsiTheme="minorHAnsi" w:cstheme="minorHAnsi"/>
        </w:rPr>
      </w:pPr>
      <w:r w:rsidRPr="00A95BD8">
        <w:rPr>
          <w:rFonts w:asciiTheme="minorHAnsi" w:hAnsiTheme="minorHAnsi" w:cstheme="minorHAnsi"/>
        </w:rPr>
        <w:t xml:space="preserve">Test suite </w:t>
      </w:r>
      <w:hyperlink r:id="rId153" w:anchor="planId=511&amp;suiteId=874" w:tgtFrame="_blank" w:history="1">
        <w:r w:rsidRPr="00A95BD8">
          <w:rPr>
            <w:rFonts w:asciiTheme="minorHAnsi" w:hAnsiTheme="minorHAnsi" w:cstheme="minorHAnsi"/>
          </w:rPr>
          <w:t>874</w:t>
        </w:r>
      </w:hyperlink>
      <w:r w:rsidRPr="00A95BD8">
        <w:rPr>
          <w:rFonts w:asciiTheme="minorHAnsi" w:hAnsiTheme="minorHAnsi" w:cstheme="minorHAnsi"/>
        </w:rPr>
        <w:t>: Stage 7 - Interrogate &amp; Status</w:t>
      </w:r>
    </w:p>
    <w:p w:rsidR="00A95BD8" w:rsidRPr="00A95BD8" w:rsidRDefault="00A95BD8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A95BD8">
        <w:rPr>
          <w:rFonts w:asciiTheme="minorHAnsi" w:hAnsiTheme="minorHAnsi" w:cstheme="minorHAnsi"/>
        </w:rPr>
        <w:t xml:space="preserve">Test case </w:t>
      </w:r>
      <w:hyperlink r:id="rId154" w:tgtFrame="_blank" w:history="1">
        <w:r w:rsidRPr="00A95BD8">
          <w:rPr>
            <w:rFonts w:asciiTheme="minorHAnsi" w:hAnsiTheme="minorHAnsi" w:cstheme="minorHAnsi"/>
          </w:rPr>
          <w:t>875</w:t>
        </w:r>
      </w:hyperlink>
      <w:r w:rsidRPr="00A95BD8">
        <w:rPr>
          <w:rFonts w:asciiTheme="minorHAnsi" w:hAnsiTheme="minorHAnsi" w:cstheme="minorHAnsi"/>
        </w:rPr>
        <w:t>: Exchange Interrogate Container for action Interrogate NSN Data</w:t>
      </w:r>
    </w:p>
    <w:p w:rsidR="00A95BD8" w:rsidRDefault="00A95BD8" w:rsidP="00A95BD8">
      <w:pPr>
        <w:rPr>
          <w:rFonts w:ascii="Times New Roman" w:hAnsi="Times New Roman"/>
        </w:rPr>
      </w:pPr>
    </w:p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  <w:lang w:eastAsia="en-US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67"/>
        <w:gridCol w:w="3748"/>
        <w:gridCol w:w="2460"/>
        <w:gridCol w:w="2065"/>
      </w:tblGrid>
      <w:tr w:rsidR="008377A3" w:rsidTr="008377A3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INTERROGATE container with action InterrogatNSNData for a NSN (@NIIN)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The message pasts Schema and Central Validation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@NIIN, @PIC, @RemarksForTesting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 message containing a container INTERROGATE with an action InterrogateNSNData should be available in Destination (@Destination) NCB_XXX_MSG Mailbox.</w:t>
            </w:r>
            <w:r>
              <w:rPr>
                <w:rFonts w:ascii="Segoe UI" w:hAnsi="Segoe UI" w:cs="Segoe UI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This message should be an exact copy of the message received from @source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MessageID, Container Serial Number and Action Serial Number should be stored in NACOMS Database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019"/>
        <w:gridCol w:w="1624"/>
        <w:gridCol w:w="1567"/>
        <w:gridCol w:w="521"/>
        <w:gridCol w:w="3909"/>
      </w:tblGrid>
      <w:tr w:rsidR="008377A3" w:rsidTr="008377A3">
        <w:trPr>
          <w:gridAfter w:val="4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RemarksForTesting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251497849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 is user of this NIIN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257241252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 is NOT user of this NIIN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257240288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 is NTIR</w:t>
            </w:r>
          </w:p>
        </w:tc>
      </w:tr>
    </w:tbl>
    <w:p w:rsidR="008377A3" w:rsidRPr="008377A3" w:rsidRDefault="008377A3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8377A3">
        <w:rPr>
          <w:rFonts w:asciiTheme="minorHAnsi" w:hAnsiTheme="minorHAnsi" w:cstheme="minorHAnsi"/>
        </w:rPr>
        <w:t xml:space="preserve">Test case </w:t>
      </w:r>
      <w:hyperlink r:id="rId155" w:tgtFrame="_blank" w:history="1">
        <w:r w:rsidRPr="008377A3">
          <w:rPr>
            <w:rFonts w:asciiTheme="minorHAnsi" w:hAnsiTheme="minorHAnsi" w:cstheme="minorHAnsi"/>
          </w:rPr>
          <w:t>899</w:t>
        </w:r>
      </w:hyperlink>
      <w:r w:rsidRPr="008377A3">
        <w:rPr>
          <w:rFonts w:asciiTheme="minorHAnsi" w:hAnsiTheme="minorHAnsi" w:cstheme="minorHAnsi"/>
        </w:rPr>
        <w:t>: Exchange Interrogate Container for action Interrogate NSN Data - Central Validation failed - Return Code E-2867-04</w:t>
      </w:r>
    </w:p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8377A3" w:rsidTr="008377A3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INTERROGATE container with action InterrogatNSNData for a NSN (@NIIN)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The message pasts Schema and fails on Central Validation</w:t>
            </w:r>
          </w:p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@NIIN, @PIC, @RemarksForTesting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RETURN_CODE_8713 set to E-2867-04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DATA_ELEMENT_8714 set to PRIORITY_CODE_2867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ORIGINAL_DATA_ELEMENT_VALUE_8715 set to @PIC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having a COMMENT_8703 value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should be available in source (@Source) NCB_XXX_MSG mailbox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28"/>
        <w:gridCol w:w="1313"/>
        <w:gridCol w:w="1267"/>
        <w:gridCol w:w="425"/>
        <w:gridCol w:w="4807"/>
      </w:tblGrid>
      <w:tr w:rsidR="008377A3" w:rsidTr="008377A3">
        <w:trPr>
          <w:gridAfter w:val="4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RemarksForTesting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257240743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 is NOT user of the NIIN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251621084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 is user of the NSN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251621084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 is user of the NSN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251621084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 is not existing // FRA is user of the NSN</w:t>
            </w:r>
          </w:p>
        </w:tc>
      </w:tr>
    </w:tbl>
    <w:p w:rsidR="008377A3" w:rsidRPr="008377A3" w:rsidRDefault="008377A3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8377A3">
        <w:rPr>
          <w:rFonts w:asciiTheme="minorHAnsi" w:hAnsiTheme="minorHAnsi" w:cstheme="minorHAnsi"/>
        </w:rPr>
        <w:t xml:space="preserve">Test case </w:t>
      </w:r>
      <w:hyperlink r:id="rId156" w:tgtFrame="_blank" w:history="1">
        <w:r w:rsidRPr="008377A3">
          <w:rPr>
            <w:rFonts w:asciiTheme="minorHAnsi" w:hAnsiTheme="minorHAnsi" w:cstheme="minorHAnsi"/>
          </w:rPr>
          <w:t>900</w:t>
        </w:r>
      </w:hyperlink>
      <w:r w:rsidRPr="008377A3">
        <w:rPr>
          <w:rFonts w:asciiTheme="minorHAnsi" w:hAnsiTheme="minorHAnsi" w:cstheme="minorHAnsi"/>
        </w:rPr>
        <w:t>: Exchange Interrogate Container for action Interrogate NSN Data - Central Validation failed - Return Code E-4000-08</w:t>
      </w:r>
    </w:p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8377A3" w:rsidTr="008377A3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INTERROGATE container with action InterrogatNSNData for a NSN (@NIIN)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</w:p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The message pasted Schema and fails on Central Validation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@NIIN, @PIC, @RemarksForTesting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RETURN_CODE_8713 set to E-4000-08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DATA_ELEMENT_8714 set to NIIN_4000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ORIGINAL_DATA_ELEMENT_VALUE_8715 set to @NIIN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having a COMMENT_8703 value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should be available in source (@Source) NCB_XXX_MSG mailbox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lastRenderedPageBreak/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186"/>
        <w:gridCol w:w="1898"/>
        <w:gridCol w:w="1831"/>
        <w:gridCol w:w="606"/>
        <w:gridCol w:w="3119"/>
      </w:tblGrid>
      <w:tr w:rsidR="008377A3" w:rsidTr="008377A3">
        <w:trPr>
          <w:gridAfter w:val="4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RemarksForTesting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259990409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 not in NTIR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259990289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 not in NTIR</w:t>
            </w:r>
          </w:p>
        </w:tc>
      </w:tr>
    </w:tbl>
    <w:p w:rsidR="008377A3" w:rsidRPr="008377A3" w:rsidRDefault="008377A3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8377A3">
        <w:rPr>
          <w:rFonts w:asciiTheme="minorHAnsi" w:hAnsiTheme="minorHAnsi" w:cstheme="minorHAnsi"/>
        </w:rPr>
        <w:t xml:space="preserve">Test case </w:t>
      </w:r>
      <w:hyperlink r:id="rId157" w:tgtFrame="_blank" w:history="1">
        <w:r w:rsidRPr="008377A3">
          <w:rPr>
            <w:rFonts w:asciiTheme="minorHAnsi" w:hAnsiTheme="minorHAnsi" w:cstheme="minorHAnsi"/>
          </w:rPr>
          <w:t>2084</w:t>
        </w:r>
      </w:hyperlink>
      <w:r w:rsidRPr="008377A3">
        <w:rPr>
          <w:rFonts w:asciiTheme="minorHAnsi" w:hAnsiTheme="minorHAnsi" w:cstheme="minorHAnsi"/>
        </w:rPr>
        <w:t>: Exchange Interrogate Container for action Interrogate NSN Data - Central Validation failed - Return Code E-4000-01</w:t>
      </w:r>
    </w:p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8377A3" w:rsidTr="008377A3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INTERROGATE container with action InterrogatNSNData for a NSN (@NIIN)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</w:p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The message pasted Schema and fails on Central Validation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@NIIN, @PIC, @RemarksForTesting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RETURN_CODE_8713 set to E-4000-01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DATA_ELEMENT_8714 set to NIIN_4000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ORIGINAL_DATA_ELEMENT_VALUE_8715 set to @NIIN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having a COMMENT_8703 value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should be available in source (@Source) NCB_XXX_MSG mailbox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186"/>
        <w:gridCol w:w="1898"/>
        <w:gridCol w:w="1831"/>
        <w:gridCol w:w="606"/>
        <w:gridCol w:w="3119"/>
      </w:tblGrid>
      <w:tr w:rsidR="008377A3" w:rsidTr="008377A3">
        <w:trPr>
          <w:gridAfter w:val="4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RemarksForTesting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997984994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Pr="008377A3" w:rsidRDefault="008377A3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8377A3">
        <w:rPr>
          <w:rFonts w:asciiTheme="minorHAnsi" w:hAnsiTheme="minorHAnsi" w:cstheme="minorHAnsi"/>
        </w:rPr>
        <w:lastRenderedPageBreak/>
        <w:t xml:space="preserve">Test case </w:t>
      </w:r>
      <w:hyperlink r:id="rId158" w:tgtFrame="_blank" w:history="1">
        <w:r w:rsidRPr="008377A3">
          <w:rPr>
            <w:rFonts w:asciiTheme="minorHAnsi" w:hAnsiTheme="minorHAnsi" w:cstheme="minorHAnsi"/>
          </w:rPr>
          <w:t>902</w:t>
        </w:r>
      </w:hyperlink>
      <w:r w:rsidRPr="008377A3">
        <w:rPr>
          <w:rFonts w:asciiTheme="minorHAnsi" w:hAnsiTheme="minorHAnsi" w:cstheme="minorHAnsi"/>
        </w:rPr>
        <w:t>: Exchange Interrogate Container for action Interrogate Request Status</w:t>
      </w:r>
    </w:p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221"/>
        <w:gridCol w:w="3602"/>
        <w:gridCol w:w="2897"/>
        <w:gridCol w:w="1920"/>
      </w:tblGrid>
      <w:tr w:rsidR="008377A3" w:rsidTr="008377A3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INTERROGATE container with action InterrogateRequestStatus for a Message (@InboundMessageID) previously sent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The message pasts Schema and Central Validation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@PIC, @InboundMessageID, @InboundContainerSN, @InboundActionSN, @CollaborationID, @Remarks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 message containing a container INTERROGATE with an action InterrogateRequestStatus should be available in Destination (@Destination) NCB_XXX_MSG Mailbox.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This message should be an exact copy of the message received from @source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MessageID, Container Serial Number and Action Serial Number should be stored in NACOMS Database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552"/>
        <w:gridCol w:w="856"/>
        <w:gridCol w:w="289"/>
        <w:gridCol w:w="1416"/>
        <w:gridCol w:w="1529"/>
        <w:gridCol w:w="1300"/>
        <w:gridCol w:w="1529"/>
        <w:gridCol w:w="1169"/>
      </w:tblGrid>
      <w:tr w:rsidR="008377A3" w:rsidTr="008377A3">
        <w:trPr>
          <w:gridAfter w:val="7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InboundMessageID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InboundContainerSN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InboundActionSN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Remarks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CollaborationID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InboundMessageID must exist in NACOMS DB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InboundMessageID and InboundContainerSN must exist in NACOMS DB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InboundMessageID, InboundContainerSN and InboundActionSB must exist in NACOMS DB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</w:t>
            </w:r>
          </w:p>
        </w:tc>
      </w:tr>
    </w:tbl>
    <w:p w:rsidR="008377A3" w:rsidRPr="008377A3" w:rsidRDefault="008377A3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8377A3">
        <w:rPr>
          <w:rFonts w:asciiTheme="minorHAnsi" w:hAnsiTheme="minorHAnsi" w:cstheme="minorHAnsi"/>
        </w:rPr>
        <w:lastRenderedPageBreak/>
        <w:t xml:space="preserve">Test case </w:t>
      </w:r>
      <w:hyperlink r:id="rId159" w:tgtFrame="_blank" w:history="1">
        <w:r w:rsidRPr="008377A3">
          <w:rPr>
            <w:rFonts w:asciiTheme="minorHAnsi" w:hAnsiTheme="minorHAnsi" w:cstheme="minorHAnsi"/>
          </w:rPr>
          <w:t>903</w:t>
        </w:r>
      </w:hyperlink>
      <w:r w:rsidRPr="008377A3">
        <w:rPr>
          <w:rFonts w:asciiTheme="minorHAnsi" w:hAnsiTheme="minorHAnsi" w:cstheme="minorHAnsi"/>
        </w:rPr>
        <w:t>: Exchange Interrogate Container for action Interrogate Request Status - Central Validation failed - Return Code E-2867-04</w:t>
      </w:r>
    </w:p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97"/>
        <w:gridCol w:w="4132"/>
        <w:gridCol w:w="1417"/>
      </w:tblGrid>
      <w:tr w:rsidR="008377A3" w:rsidTr="008377A3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INTERROGATE container with action InterrogateRequestStatus for a Message (@InboundMessageID) previously sent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The message pasts Schema and fails on Central Validation  @PIC, @InboundMessageID, @InboundContainerSN, @InboundActionSN, @CollaborationID, @Remarks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RETURN_CODE_8713 set to E-2867-04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DATA_ELEMENT_8714 set to PRIORITY_CODE_2867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ORIGINAL_DATA_ELEMENT_VALUE_8715 set to @PIC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having a COMMENT_8703 value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should be available in source (@Source) NCB_XXX_MSG mailbox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549"/>
        <w:gridCol w:w="851"/>
        <w:gridCol w:w="1408"/>
        <w:gridCol w:w="288"/>
        <w:gridCol w:w="1521"/>
        <w:gridCol w:w="1293"/>
        <w:gridCol w:w="1567"/>
        <w:gridCol w:w="1163"/>
      </w:tblGrid>
      <w:tr w:rsidR="008377A3" w:rsidTr="008377A3">
        <w:trPr>
          <w:gridAfter w:val="7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InboundMessageID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InboundContainerSN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InboundActionSN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Remarks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CollaborationID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RequestMessageID must exist in NACOMS DB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RequestMessageID must exist in NACOMS DB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RequestMessageID and InboundContainerSN must exist in NACOMS DB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RequestMessageID, InboumdContainerSN and InboundActionSN must exist in NACOMS DB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InboundMessageID and InboumdContainerSN must exist in NACOMS DB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</w:t>
            </w:r>
          </w:p>
        </w:tc>
      </w:tr>
    </w:tbl>
    <w:p w:rsidR="008377A3" w:rsidRPr="008377A3" w:rsidRDefault="008377A3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8377A3">
        <w:rPr>
          <w:rFonts w:asciiTheme="minorHAnsi" w:hAnsiTheme="minorHAnsi" w:cstheme="minorHAnsi"/>
        </w:rPr>
        <w:t xml:space="preserve">Test case </w:t>
      </w:r>
      <w:hyperlink r:id="rId160" w:tgtFrame="_blank" w:history="1">
        <w:r w:rsidRPr="008377A3">
          <w:rPr>
            <w:rFonts w:asciiTheme="minorHAnsi" w:hAnsiTheme="minorHAnsi" w:cstheme="minorHAnsi"/>
          </w:rPr>
          <w:t>906</w:t>
        </w:r>
      </w:hyperlink>
      <w:r w:rsidRPr="008377A3">
        <w:rPr>
          <w:rFonts w:asciiTheme="minorHAnsi" w:hAnsiTheme="minorHAnsi" w:cstheme="minorHAnsi"/>
        </w:rPr>
        <w:t>: Exchange Interrogate Container for action Interrogate Request Status - Central Validation failed - Return Code E-XXXX-18</w:t>
      </w:r>
    </w:p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86"/>
        <w:gridCol w:w="3489"/>
        <w:gridCol w:w="3852"/>
        <w:gridCol w:w="1113"/>
      </w:tblGrid>
      <w:tr w:rsidR="008377A3" w:rsidTr="008377A3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INTERROGATE container with action InterrogateRequestStatus for a Message (@RequestMessageID) previously sent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The message pasts Schema and fails on Central Validation  @PIC, @RequestMessageID, @CollaborationID,@RequestContainerSN, @RequestActionSN, @Remarks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RETURN_CODE_8713 set to @ReturnCode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 having 1 node DATA_ELEMENT_INFO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with children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     - DATA_ELEMENT_8714 set to </w:t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@DataElementinError 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having a COMMENT_8703 value</w:t>
            </w:r>
            <w:r>
              <w:rPr>
                <w:rFonts w:ascii="Segoe UI" w:hAnsi="Segoe UI" w:cs="Segoe UI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should be available in source (@Source) NCB_XXX_MSG mailbox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52"/>
        <w:gridCol w:w="521"/>
        <w:gridCol w:w="192"/>
        <w:gridCol w:w="693"/>
        <w:gridCol w:w="1920"/>
        <w:gridCol w:w="1920"/>
        <w:gridCol w:w="829"/>
        <w:gridCol w:w="895"/>
        <w:gridCol w:w="762"/>
        <w:gridCol w:w="556"/>
      </w:tblGrid>
      <w:tr w:rsidR="008377A3" w:rsidTr="008377A3">
        <w:trPr>
          <w:gridAfter w:val="9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CollaborationID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Remarks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DataElementinError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RequestMessageID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RequestContainerSN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RequestActionSN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ReturnCode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 w:rsidP="00B752DD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RequestMessageID and </w:t>
            </w:r>
            <w:r w:rsidR="00B752DD">
              <w:rPr>
                <w:rFonts w:ascii="Segoe UI" w:hAnsi="Segoe UI" w:cs="Segoe UI"/>
                <w:sz w:val="20"/>
                <w:szCs w:val="20"/>
              </w:rPr>
              <w:t>Request</w:t>
            </w:r>
            <w:r>
              <w:rPr>
                <w:rFonts w:ascii="Segoe UI" w:hAnsi="Segoe UI" w:cs="Segoe UI"/>
                <w:sz w:val="20"/>
                <w:szCs w:val="20"/>
              </w:rPr>
              <w:t>ActionSN must exist in NACOMS DB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REQUEST_CONTAINER_SERIAL_NUMBER_8723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E-8723-12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 w:rsidP="00B752DD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RequestMessageID and </w:t>
            </w:r>
            <w:r w:rsidR="00B752DD">
              <w:rPr>
                <w:rFonts w:ascii="Segoe UI" w:hAnsi="Segoe UI" w:cs="Segoe UI"/>
                <w:sz w:val="20"/>
                <w:szCs w:val="20"/>
              </w:rPr>
              <w:t>Request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ActionSN and </w:t>
            </w:r>
            <w:r w:rsidR="00B752DD" w:rsidRPr="00B752DD">
              <w:rPr>
                <w:rFonts w:ascii="Segoe UI" w:hAnsi="Segoe UI" w:cs="Segoe UI"/>
                <w:sz w:val="20"/>
                <w:szCs w:val="20"/>
              </w:rPr>
              <w:t xml:space="preserve">REQUEST_CONTAINER_SERIAL_NUMBER_8723 </w:t>
            </w:r>
            <w:r>
              <w:rPr>
                <w:rFonts w:ascii="Segoe UI" w:hAnsi="Segoe UI" w:cs="Segoe UI"/>
                <w:sz w:val="20"/>
                <w:szCs w:val="20"/>
              </w:rPr>
              <w:t>must exist in NACOMS DB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REQUEST_ACTION_SERIAL_NUMBER_8728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E-8728-18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REQUEST_MESSAGE_ID_8720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E-8720-18</w:t>
            </w:r>
          </w:p>
        </w:tc>
      </w:tr>
    </w:tbl>
    <w:p w:rsidR="008377A3" w:rsidRPr="008377A3" w:rsidRDefault="008377A3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8377A3">
        <w:rPr>
          <w:rFonts w:asciiTheme="minorHAnsi" w:hAnsiTheme="minorHAnsi" w:cstheme="minorHAnsi"/>
        </w:rPr>
        <w:t xml:space="preserve">Test case </w:t>
      </w:r>
      <w:hyperlink r:id="rId161" w:tgtFrame="_blank" w:history="1">
        <w:r w:rsidRPr="008377A3">
          <w:rPr>
            <w:rFonts w:asciiTheme="minorHAnsi" w:hAnsiTheme="minorHAnsi" w:cstheme="minorHAnsi"/>
          </w:rPr>
          <w:t>907</w:t>
        </w:r>
      </w:hyperlink>
      <w:r w:rsidRPr="008377A3">
        <w:rPr>
          <w:rFonts w:asciiTheme="minorHAnsi" w:hAnsiTheme="minorHAnsi" w:cstheme="minorHAnsi"/>
        </w:rPr>
        <w:t>: Exchange Interrogate Container for action Interrogate Request Status - Central Validation failed - Return Code E-XXXX-30</w:t>
      </w:r>
    </w:p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86"/>
        <w:gridCol w:w="3489"/>
        <w:gridCol w:w="3852"/>
        <w:gridCol w:w="1113"/>
      </w:tblGrid>
      <w:tr w:rsidR="008377A3" w:rsidTr="008377A3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INTERROGATE container with action InterrogateRequestStatus for a Message (@RequestMessageID) previously sent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The message pasts Schema and fails on Central Validation  @PIC, </w:t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@RequestMessageID, @CollaborationID,@RequestContainerSN, @RequestActionSN, @Remarks</w:t>
            </w:r>
          </w:p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, @DataElementInError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RETURN_CODE_8713 set to @ReturnCode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 having 2 node DATA_ELEMENT_INFO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with children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DATA_ELEMENT_8714 set to @DataElementInError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ORIGINAL_DATA_ELEMENT_VALUE_8715 set to @DataElementInError value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- having a COMMENT_8703 value</w:t>
            </w:r>
            <w:r>
              <w:rPr>
                <w:rFonts w:ascii="Segoe UI" w:hAnsi="Segoe UI" w:cs="Segoe UI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should be available in source (@Source) NCB_XXX_MSG mailbox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52"/>
        <w:gridCol w:w="521"/>
        <w:gridCol w:w="192"/>
        <w:gridCol w:w="693"/>
        <w:gridCol w:w="1920"/>
        <w:gridCol w:w="1920"/>
        <w:gridCol w:w="829"/>
        <w:gridCol w:w="895"/>
        <w:gridCol w:w="762"/>
        <w:gridCol w:w="556"/>
      </w:tblGrid>
      <w:tr w:rsidR="008377A3" w:rsidTr="008377A3">
        <w:trPr>
          <w:gridAfter w:val="9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CollaborationID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Remarks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DataElementInError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RequestMessageID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RequestContainerSN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RequestActionSN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ReturnCode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4C403E">
            <w:pPr>
              <w:rPr>
                <w:rFonts w:ascii="Segoe UI" w:hAnsi="Segoe UI" w:cs="Segoe UI"/>
                <w:sz w:val="20"/>
                <w:szCs w:val="20"/>
              </w:rPr>
            </w:pPr>
            <w:r w:rsidRPr="004C403E">
              <w:rPr>
                <w:rFonts w:ascii="Segoe UI" w:hAnsi="Segoe UI" w:cs="Segoe UI"/>
                <w:sz w:val="20"/>
                <w:szCs w:val="20"/>
              </w:rPr>
              <w:t>REQUEST_MESSAGE_ID_8720</w:t>
            </w:r>
            <w:r w:rsidR="008377A3">
              <w:rPr>
                <w:rFonts w:ascii="Segoe UI" w:hAnsi="Segoe UI" w:cs="Segoe UI"/>
                <w:sz w:val="20"/>
                <w:szCs w:val="20"/>
              </w:rPr>
              <w:t xml:space="preserve"> must not exist in NACOMS Tracking DB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REQUEST_MESSAGE_ID_8720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FRANOR2019-09-08_12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E-8720-30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4C403E">
            <w:pPr>
              <w:rPr>
                <w:rFonts w:ascii="Segoe UI" w:hAnsi="Segoe UI" w:cs="Segoe UI"/>
                <w:sz w:val="20"/>
                <w:szCs w:val="20"/>
              </w:rPr>
            </w:pPr>
            <w:r w:rsidRPr="004C403E">
              <w:rPr>
                <w:rFonts w:ascii="Segoe UI" w:hAnsi="Segoe UI" w:cs="Segoe UI"/>
                <w:sz w:val="20"/>
                <w:szCs w:val="20"/>
              </w:rPr>
              <w:t>REQUEST_MESSAGE_ID_8720</w:t>
            </w:r>
            <w:r w:rsidR="008377A3">
              <w:rPr>
                <w:rFonts w:ascii="Segoe UI" w:hAnsi="Segoe UI" w:cs="Segoe UI"/>
                <w:sz w:val="20"/>
                <w:szCs w:val="20"/>
              </w:rPr>
              <w:t xml:space="preserve"> must exist in NACOMS Tracking DB and this message should NOT contain containerSN 500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REQUEST_CONTAINER_SERIAL_NUMBER_8723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500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E-8723-30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4C403E">
            <w:pPr>
              <w:rPr>
                <w:rFonts w:ascii="Segoe UI" w:hAnsi="Segoe UI" w:cs="Segoe UI"/>
                <w:sz w:val="20"/>
                <w:szCs w:val="20"/>
              </w:rPr>
            </w:pPr>
            <w:r w:rsidRPr="004C403E">
              <w:rPr>
                <w:rFonts w:ascii="Segoe UI" w:hAnsi="Segoe UI" w:cs="Segoe UI"/>
                <w:sz w:val="20"/>
                <w:szCs w:val="20"/>
              </w:rPr>
              <w:t>REQUEST_MESSAGE_ID_8720</w:t>
            </w:r>
            <w:r w:rsidR="008377A3">
              <w:rPr>
                <w:rFonts w:ascii="Segoe UI" w:hAnsi="Segoe UI" w:cs="Segoe UI"/>
                <w:sz w:val="20"/>
                <w:szCs w:val="20"/>
              </w:rPr>
              <w:t xml:space="preserve"> and </w:t>
            </w:r>
            <w:r w:rsidR="005061B1" w:rsidRPr="005061B1">
              <w:rPr>
                <w:rFonts w:ascii="Segoe UI" w:hAnsi="Segoe UI" w:cs="Segoe UI"/>
                <w:sz w:val="20"/>
                <w:szCs w:val="20"/>
              </w:rPr>
              <w:t>REQUEST_CONTAINER_SERIAL_NUMBER_8723</w:t>
            </w:r>
            <w:r w:rsidR="008377A3">
              <w:rPr>
                <w:rFonts w:ascii="Segoe UI" w:hAnsi="Segoe UI" w:cs="Segoe UI"/>
                <w:sz w:val="20"/>
                <w:szCs w:val="20"/>
              </w:rPr>
              <w:t xml:space="preserve"> must exist in NACOMS Tracking DB and this </w:t>
            </w:r>
            <w:r w:rsidR="008377A3">
              <w:rPr>
                <w:rFonts w:ascii="Segoe UI" w:hAnsi="Segoe UI" w:cs="Segoe UI"/>
                <w:sz w:val="20"/>
                <w:szCs w:val="20"/>
              </w:rPr>
              <w:lastRenderedPageBreak/>
              <w:t>container should NOT contain ActionSN 500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REQUEST_ACTION_SERIAL_NUMBER_8728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500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E-8728-30</w:t>
            </w:r>
          </w:p>
        </w:tc>
      </w:tr>
    </w:tbl>
    <w:p w:rsidR="008377A3" w:rsidRPr="008377A3" w:rsidRDefault="008377A3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8377A3">
        <w:rPr>
          <w:rFonts w:asciiTheme="minorHAnsi" w:hAnsiTheme="minorHAnsi" w:cstheme="minorHAnsi"/>
        </w:rPr>
        <w:t xml:space="preserve">Test case </w:t>
      </w:r>
      <w:hyperlink r:id="rId162" w:tgtFrame="_blank" w:history="1">
        <w:r w:rsidRPr="008377A3">
          <w:rPr>
            <w:rFonts w:asciiTheme="minorHAnsi" w:hAnsiTheme="minorHAnsi" w:cstheme="minorHAnsi"/>
          </w:rPr>
          <w:t>905</w:t>
        </w:r>
      </w:hyperlink>
      <w:r w:rsidRPr="008377A3">
        <w:rPr>
          <w:rFonts w:asciiTheme="minorHAnsi" w:hAnsiTheme="minorHAnsi" w:cstheme="minorHAnsi"/>
        </w:rPr>
        <w:t>: Exchange Interrogate Container for action Interrogate Request Status - Central Validation failed - Return Code E-8721-29</w:t>
      </w:r>
      <w:r w:rsidR="004C403E">
        <w:rPr>
          <w:rFonts w:asciiTheme="minorHAnsi" w:hAnsiTheme="minorHAnsi" w:cstheme="minorHAnsi"/>
        </w:rPr>
        <w:t xml:space="preserve"> </w:t>
      </w:r>
      <w:r w:rsidR="004C403E" w:rsidRPr="004C403E">
        <w:rPr>
          <w:rFonts w:asciiTheme="minorHAnsi" w:hAnsiTheme="minorHAnsi" w:cstheme="minorHAnsi"/>
          <w:color w:val="FF0000"/>
        </w:rPr>
        <w:t xml:space="preserve">– NOT READY </w:t>
      </w:r>
    </w:p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97"/>
        <w:gridCol w:w="4132"/>
        <w:gridCol w:w="1417"/>
      </w:tblGrid>
      <w:tr w:rsidR="008377A3" w:rsidTr="008377A3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INTERROGATE container with action InterrogateRequestStatus for a Message (@InboundMessageID) previously sent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The message pasts Schema and fails on Central Validation  @PIC, @CollaborationID, @Remarks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RETURN_CODE_8713 set to E-XXXX-29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 having 2 node DATA_ELEMENT_INFO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with children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DATA_ELEMENT_8714 set to COLLABORATION_ID_8721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ORIGINAL_DATA_ELEMENT_VALUE_8715 set to @CollaborationID value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having a COMMENT_8703 value</w:t>
            </w:r>
            <w:r>
              <w:rPr>
                <w:rFonts w:ascii="Segoe UI" w:hAnsi="Segoe UI" w:cs="Segoe UI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sz w:val="20"/>
                <w:szCs w:val="20"/>
              </w:rPr>
              <w:br/>
              <w:t>should be available in source (@Source) NCB_XXX_MSG mailbox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679"/>
        <w:gridCol w:w="1068"/>
        <w:gridCol w:w="1777"/>
        <w:gridCol w:w="350"/>
        <w:gridCol w:w="1446"/>
        <w:gridCol w:w="3320"/>
      </w:tblGrid>
      <w:tr w:rsidR="008377A3" w:rsidTr="008377A3">
        <w:trPr>
          <w:gridAfter w:val="5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InboundMessageID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CollaborationID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Remarks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COLLABORATION_ID_8721 must not exist in NACOMS Tracking DB</w:t>
            </w:r>
          </w:p>
        </w:tc>
      </w:tr>
    </w:tbl>
    <w:p w:rsidR="008377A3" w:rsidRPr="008377A3" w:rsidRDefault="008377A3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8377A3">
        <w:rPr>
          <w:rFonts w:asciiTheme="minorHAnsi" w:hAnsiTheme="minorHAnsi" w:cstheme="minorHAnsi"/>
        </w:rPr>
        <w:t xml:space="preserve">Test case </w:t>
      </w:r>
      <w:hyperlink r:id="rId163" w:tgtFrame="_blank" w:history="1">
        <w:r w:rsidRPr="008377A3">
          <w:rPr>
            <w:rFonts w:asciiTheme="minorHAnsi" w:hAnsiTheme="minorHAnsi" w:cstheme="minorHAnsi"/>
          </w:rPr>
          <w:t>908</w:t>
        </w:r>
      </w:hyperlink>
      <w:r w:rsidRPr="008377A3">
        <w:rPr>
          <w:rFonts w:asciiTheme="minorHAnsi" w:hAnsiTheme="minorHAnsi" w:cstheme="minorHAnsi"/>
        </w:rPr>
        <w:t xml:space="preserve">: Exchange Status Container </w:t>
      </w:r>
    </w:p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469"/>
        <w:gridCol w:w="3850"/>
        <w:gridCol w:w="2153"/>
        <w:gridCol w:w="2168"/>
      </w:tblGrid>
      <w:tr w:rsidR="008377A3" w:rsidTr="008377A3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STATUS container for a Message (@InboundMessageID) previously sent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The message pasts Schema and Central Validation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@ReturnCode, @InboundMessageID, @InboundContainerSN, @InboundActionSN, @CollaborationID, @Comment, @Remarks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 message containing a container STATUS should be available in Destination (@Destination) NCB_XXX_MSG Mailbox.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This message should be an exact copy of the message received from @source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MessageID, Container Serial Number and Action Serial Number should be stored in NACOMS Database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482"/>
        <w:gridCol w:w="739"/>
        <w:gridCol w:w="1217"/>
        <w:gridCol w:w="1314"/>
        <w:gridCol w:w="1118"/>
        <w:gridCol w:w="994"/>
        <w:gridCol w:w="648"/>
        <w:gridCol w:w="1344"/>
        <w:gridCol w:w="784"/>
      </w:tblGrid>
      <w:tr w:rsidR="008377A3" w:rsidTr="008377A3">
        <w:trPr>
          <w:gridAfter w:val="8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InboundMessageID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InboundContainerSN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InboundActionSN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CollaborationID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Comment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Remarks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ReturnCode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Must be a valid InboundMessage ID, InboundContainerSN, InboundActionSN and ReturnCode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Pr="008377A3" w:rsidRDefault="008377A3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8377A3">
        <w:rPr>
          <w:rFonts w:asciiTheme="minorHAnsi" w:hAnsiTheme="minorHAnsi" w:cstheme="minorHAnsi"/>
        </w:rPr>
        <w:t xml:space="preserve">Test case </w:t>
      </w:r>
      <w:hyperlink r:id="rId164" w:tgtFrame="_blank" w:history="1">
        <w:r w:rsidRPr="008377A3">
          <w:rPr>
            <w:rFonts w:asciiTheme="minorHAnsi" w:hAnsiTheme="minorHAnsi" w:cstheme="minorHAnsi"/>
          </w:rPr>
          <w:t>926</w:t>
        </w:r>
      </w:hyperlink>
      <w:r w:rsidRPr="008377A3">
        <w:rPr>
          <w:rFonts w:asciiTheme="minorHAnsi" w:hAnsiTheme="minorHAnsi" w:cstheme="minorHAnsi"/>
        </w:rPr>
        <w:t>: Exchange Status Container - Central Validation failed - Return Code E-8713-13</w:t>
      </w:r>
    </w:p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8377A3" w:rsidTr="008377A3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STATUS container for a Message (@InboundMessageID) previously sent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The message pasts Schema and</w:t>
            </w: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failed on Central Validation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 (@ReturnCode, @RequestMessageID, @RequestContainerSN, @RequestActionSN, @CollaborationID, @Comment, @Remarks) for the </w:t>
            </w: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>@ReturnCode field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RETURN_CODE_8713 set to E-8713-13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 having 1 node DATA_ELEMENT_INFO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with children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- DATA_ELEMENT_8714 set to RETURN_CODE_8713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having a COMMENT_8703 value</w:t>
            </w:r>
            <w:r>
              <w:rPr>
                <w:rFonts w:ascii="Segoe UI" w:hAnsi="Segoe UI" w:cs="Segoe UI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should be available in source (@Source) NCB_XXX_MSG mailbox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82"/>
        <w:gridCol w:w="572"/>
        <w:gridCol w:w="933"/>
        <w:gridCol w:w="595"/>
        <w:gridCol w:w="764"/>
        <w:gridCol w:w="503"/>
        <w:gridCol w:w="2130"/>
        <w:gridCol w:w="916"/>
        <w:gridCol w:w="989"/>
        <w:gridCol w:w="856"/>
      </w:tblGrid>
      <w:tr w:rsidR="008377A3" w:rsidTr="008377A3">
        <w:trPr>
          <w:gridAfter w:val="9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InboundMessageID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ReturnCode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CollaborationID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Comment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Remarks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RequestMessageID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RequestContainerSN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RequestActionSN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E-0000-PM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 w:rsidP="0080591A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REQUEST_MESSAGE_ID_</w:t>
            </w:r>
            <w:r w:rsidR="0080591A">
              <w:rPr>
                <w:rFonts w:ascii="Segoe UI" w:hAnsi="Segoe UI" w:cs="Segoe UI"/>
                <w:sz w:val="20"/>
                <w:szCs w:val="20"/>
              </w:rPr>
              <w:t>8720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, </w:t>
            </w:r>
            <w:r w:rsidR="0080591A">
              <w:rPr>
                <w:rFonts w:ascii="Segoe UI" w:hAnsi="Segoe UI" w:cs="Segoe UI"/>
                <w:sz w:val="20"/>
                <w:szCs w:val="20"/>
              </w:rPr>
              <w:t>REQUEST_CONTAINER_SERIAL_NUMBER_8723</w:t>
            </w:r>
            <w:r w:rsidR="0080591A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and </w:t>
            </w:r>
            <w:r w:rsidR="0080591A">
              <w:rPr>
                <w:rFonts w:ascii="Segoe UI" w:hAnsi="Segoe UI" w:cs="Segoe UI"/>
                <w:sz w:val="20"/>
                <w:szCs w:val="20"/>
              </w:rPr>
              <w:t>REQUEST_ACTION_SERIAL_NUMBER_8728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must exist in NACOMS Tracking DB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</w:tr>
    </w:tbl>
    <w:p w:rsidR="008377A3" w:rsidRPr="006B1777" w:rsidRDefault="008377A3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6B1777">
        <w:rPr>
          <w:rFonts w:asciiTheme="minorHAnsi" w:hAnsiTheme="minorHAnsi" w:cstheme="minorHAnsi"/>
        </w:rPr>
        <w:lastRenderedPageBreak/>
        <w:t xml:space="preserve">Test case </w:t>
      </w:r>
      <w:hyperlink r:id="rId165" w:tgtFrame="_blank" w:history="1">
        <w:r w:rsidRPr="006B1777">
          <w:rPr>
            <w:rFonts w:asciiTheme="minorHAnsi" w:hAnsiTheme="minorHAnsi" w:cstheme="minorHAnsi"/>
          </w:rPr>
          <w:t>927</w:t>
        </w:r>
      </w:hyperlink>
      <w:r w:rsidRPr="006B1777">
        <w:rPr>
          <w:rFonts w:asciiTheme="minorHAnsi" w:hAnsiTheme="minorHAnsi" w:cstheme="minorHAnsi"/>
        </w:rPr>
        <w:t>: Exchange Status Container - Central Validation failed - Return Code E-XXXX-18</w:t>
      </w:r>
    </w:p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8377A3" w:rsidTr="008377A3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STATUS container for a Message (@RequestMessageID) previously sent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The message pasts Schema and</w:t>
            </w: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failed on Central Validation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 (@ReturnCode, @RequestMessageID, @RequestContainerSN, @RequestActionSN, @CollaborationID, @Comments, @Remarks) for the </w:t>
            </w: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>@DataElementInError field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RETURN_CODE_8713 set to @ErrorReturnCode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 having 1 node DATA_ELEMENT_INFO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with children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DATA_ELEMENT_8714 set to @DataElementInError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having a COMMENT_8703 value</w:t>
            </w:r>
            <w:r>
              <w:rPr>
                <w:rFonts w:ascii="Segoe UI" w:hAnsi="Segoe UI" w:cs="Segoe UI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should be available in source (@Source) NCB_XXX_MSG mailbox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19"/>
        <w:gridCol w:w="467"/>
        <w:gridCol w:w="485"/>
        <w:gridCol w:w="620"/>
        <w:gridCol w:w="1705"/>
        <w:gridCol w:w="1705"/>
        <w:gridCol w:w="446"/>
        <w:gridCol w:w="740"/>
        <w:gridCol w:w="799"/>
        <w:gridCol w:w="681"/>
        <w:gridCol w:w="673"/>
      </w:tblGrid>
      <w:tr w:rsidR="008377A3" w:rsidTr="008377A3">
        <w:trPr>
          <w:gridAfter w:val="1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ReturnCode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CollaborationID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Remarks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DataElementInError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Comments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RequestMessageID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RequestContainerSN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RequestActionSN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ErrorReturnCode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E-XXXX-10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Missing REQUEST_MESSAGE_ID_8720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REQUEST_MESSAGE_ID_8720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E-8720-18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E-XXXX-10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RequestMessageID must exist in the tracking table; missing </w:t>
            </w:r>
            <w:r w:rsidR="0080591A">
              <w:rPr>
                <w:rFonts w:ascii="Segoe UI" w:hAnsi="Segoe UI" w:cs="Segoe UI"/>
                <w:sz w:val="20"/>
                <w:szCs w:val="20"/>
              </w:rPr>
              <w:lastRenderedPageBreak/>
              <w:t>REQUEST_CONTAINER_SERIAL_NUMBER_8723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REQUEST_CONTAINER_SERIAL_NUMBER_8723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E-8723-18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E-XXXX-10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RequestMessageID and InboundContainerSN must exist in the tracking table; missing </w:t>
            </w:r>
            <w:r w:rsidR="00221DB9">
              <w:rPr>
                <w:rFonts w:ascii="Segoe UI" w:hAnsi="Segoe UI" w:cs="Segoe UI"/>
                <w:sz w:val="20"/>
                <w:szCs w:val="20"/>
              </w:rPr>
              <w:t>REQUEST_ACTION_SERIAL_NUMBER_8728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REQUEST_ACTION_SERIAL_NUMBER_8728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E-8728-18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E-XXXX-10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CollaborationID must exist in NSPA Tracking Table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COLLABORATION_ID_8721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E-8721-18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E-XXXX-10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COLLABORATION_ID_8721 and REQUEST_MESSAGE_ID_8720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Pr="006B1777" w:rsidRDefault="008377A3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6B1777">
        <w:rPr>
          <w:rFonts w:asciiTheme="minorHAnsi" w:hAnsiTheme="minorHAnsi" w:cstheme="minorHAnsi"/>
        </w:rPr>
        <w:t xml:space="preserve">Test case </w:t>
      </w:r>
      <w:hyperlink r:id="rId166" w:tgtFrame="_blank" w:history="1">
        <w:r w:rsidRPr="006B1777">
          <w:rPr>
            <w:rFonts w:asciiTheme="minorHAnsi" w:hAnsiTheme="minorHAnsi" w:cstheme="minorHAnsi"/>
          </w:rPr>
          <w:t>987</w:t>
        </w:r>
      </w:hyperlink>
      <w:r w:rsidRPr="006B1777">
        <w:rPr>
          <w:rFonts w:asciiTheme="minorHAnsi" w:hAnsiTheme="minorHAnsi" w:cstheme="minorHAnsi"/>
        </w:rPr>
        <w:t>: Exchange Status Container - Central Validation failed - Return Code E-XXXX-30</w:t>
      </w:r>
    </w:p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86"/>
        <w:gridCol w:w="3489"/>
        <w:gridCol w:w="3852"/>
        <w:gridCol w:w="1113"/>
      </w:tblGrid>
      <w:tr w:rsidR="008377A3" w:rsidTr="008377A3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STATUS container for a Message (@RequestMessageID) previously sent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The message pasts Schema and fails on Central Validation @RequestMessageID, @CollaborationID,@RequestContainerSN, @RequestActionSN, @Remarks</w:t>
            </w:r>
          </w:p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, @DataElementInError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RETURN_CODE_8713 set to @ReturnCode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 having 2 node DATA_ELEMENT_INFO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with children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- DATA_ELEMENT_8714 set to </w:t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@DataElementInError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ORIGINAL_DATA_ELEMENT_VALUE_8715 set to @DataElementInError value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- having a COMMENT_8703 value</w:t>
            </w:r>
            <w:r>
              <w:rPr>
                <w:rFonts w:ascii="Segoe UI" w:hAnsi="Segoe UI" w:cs="Segoe UI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should be available in source (@Source) NCB_XXX_MSG mailbox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57"/>
        <w:gridCol w:w="532"/>
        <w:gridCol w:w="1966"/>
        <w:gridCol w:w="709"/>
        <w:gridCol w:w="1966"/>
        <w:gridCol w:w="848"/>
        <w:gridCol w:w="916"/>
        <w:gridCol w:w="779"/>
        <w:gridCol w:w="567"/>
      </w:tblGrid>
      <w:tr w:rsidR="008377A3" w:rsidTr="008377A3">
        <w:trPr>
          <w:gridAfter w:val="8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DataElementInError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CollaborationID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Remarks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RequestMessageID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RequestContainerSN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RequestActionSN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ReturnCode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REQUEST_MESSAGE_ID_8720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REQUEST_MESSAGE_ID_8720 must not exist in NACOMS Tracking DB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E-8720-30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REQUEST_CONTAINER_SERIAL_NUMBER_8723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REQUEST_MESSAGE_ID_8720 must exist in NACOMS Tracking DB and this message should NOT contain containerSN 500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500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E-8723-30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REQUEST_ACTION_SERIAL_NUMBER_8728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REQUEST_MESSAGE_ID_8720 and </w:t>
            </w:r>
            <w:r w:rsidR="00221DB9">
              <w:rPr>
                <w:rFonts w:ascii="Segoe UI" w:hAnsi="Segoe UI" w:cs="Segoe UI"/>
                <w:sz w:val="20"/>
                <w:szCs w:val="20"/>
              </w:rPr>
              <w:t>REQUEST_CONTAINER_SERIAL_NUMBER_8723</w:t>
            </w:r>
            <w:r w:rsidR="00221DB9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sz w:val="20"/>
                <w:szCs w:val="20"/>
              </w:rPr>
              <w:t>must exist in NACOMS Tracking DB and this container should NOT contain ActionSN 500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500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E-8728-30</w:t>
            </w:r>
          </w:p>
        </w:tc>
      </w:tr>
    </w:tbl>
    <w:p w:rsidR="008377A3" w:rsidRPr="006B1777" w:rsidRDefault="008377A3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6B1777">
        <w:rPr>
          <w:rFonts w:asciiTheme="minorHAnsi" w:hAnsiTheme="minorHAnsi" w:cstheme="minorHAnsi"/>
        </w:rPr>
        <w:t xml:space="preserve">Test case </w:t>
      </w:r>
      <w:hyperlink r:id="rId167" w:tgtFrame="_blank" w:history="1">
        <w:r w:rsidRPr="006B1777">
          <w:rPr>
            <w:rFonts w:asciiTheme="minorHAnsi" w:hAnsiTheme="minorHAnsi" w:cstheme="minorHAnsi"/>
          </w:rPr>
          <w:t>988</w:t>
        </w:r>
      </w:hyperlink>
      <w:r w:rsidRPr="006B1777">
        <w:rPr>
          <w:rFonts w:asciiTheme="minorHAnsi" w:hAnsiTheme="minorHAnsi" w:cstheme="minorHAnsi"/>
        </w:rPr>
        <w:t>: Exchange Status Container - Central Validation failed - Return Code E-8721-29</w:t>
      </w:r>
      <w:r w:rsidR="004C403E">
        <w:rPr>
          <w:rFonts w:asciiTheme="minorHAnsi" w:hAnsiTheme="minorHAnsi" w:cstheme="minorHAnsi"/>
        </w:rPr>
        <w:t xml:space="preserve"> </w:t>
      </w:r>
      <w:r w:rsidR="004C403E" w:rsidRPr="004C403E">
        <w:rPr>
          <w:rFonts w:asciiTheme="minorHAnsi" w:hAnsiTheme="minorHAnsi" w:cstheme="minorHAnsi"/>
          <w:color w:val="FF0000"/>
        </w:rPr>
        <w:t>– NOT READY</w:t>
      </w:r>
    </w:p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8377A3" w:rsidTr="008377A3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Upload a zip file containing a message (@Source @Destination) containing a </w:t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STATUS container on a Collaboration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The message pasts Schema and fails on Central Validation @CollaborationID 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</w:p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 RETURN_CODE_8713 set to E-8721-29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 having 2 node DATA_ELEMENT_INFO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with children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DATA_ELEMENT_8714 set to @DataElementInError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ORIGINAL_DATA_ELEMENT_VALUE_8715 set to @DataElementInError value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- having a COMMENT_8703 value</w:t>
            </w:r>
            <w:r>
              <w:rPr>
                <w:rFonts w:ascii="Segoe UI" w:hAnsi="Segoe UI" w:cs="Segoe UI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should be available in source (@Source) NCB_XXX_MSG mailbox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8377A3" w:rsidRDefault="008377A3" w:rsidP="008377A3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679"/>
        <w:gridCol w:w="1068"/>
        <w:gridCol w:w="1446"/>
        <w:gridCol w:w="5447"/>
      </w:tblGrid>
      <w:tr w:rsidR="008377A3" w:rsidTr="008377A3">
        <w:trPr>
          <w:gridAfter w:val="3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CollaborationID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DataElementInError</w:t>
            </w:r>
          </w:p>
        </w:tc>
      </w:tr>
      <w:tr w:rsidR="008377A3" w:rsidTr="008377A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77A3" w:rsidRDefault="008377A3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COLLABORATION_ID_8721 must not exist in NACOMS Tracking DB</w:t>
            </w:r>
          </w:p>
        </w:tc>
      </w:tr>
    </w:tbl>
    <w:p w:rsidR="008377A3" w:rsidRDefault="008377A3" w:rsidP="00A95BD8">
      <w:pPr>
        <w:rPr>
          <w:rFonts w:ascii="Times New Roman" w:hAnsi="Times New Roman"/>
        </w:rPr>
      </w:pPr>
    </w:p>
    <w:p w:rsidR="003C79E1" w:rsidRDefault="003C79E1" w:rsidP="00A95BD8">
      <w:pPr>
        <w:rPr>
          <w:rFonts w:ascii="Times New Roman" w:hAnsi="Times New Roman"/>
        </w:rPr>
      </w:pPr>
    </w:p>
    <w:p w:rsidR="003F5784" w:rsidRPr="003F5784" w:rsidRDefault="003F5784" w:rsidP="000477EE">
      <w:pPr>
        <w:pStyle w:val="Heading1"/>
        <w:numPr>
          <w:ilvl w:val="0"/>
          <w:numId w:val="1"/>
        </w:numPr>
        <w:rPr>
          <w:rFonts w:asciiTheme="minorHAnsi" w:hAnsiTheme="minorHAnsi" w:cstheme="minorHAnsi"/>
        </w:rPr>
      </w:pPr>
      <w:r w:rsidRPr="003F5784">
        <w:rPr>
          <w:rFonts w:asciiTheme="minorHAnsi" w:hAnsiTheme="minorHAnsi" w:cstheme="minorHAnsi"/>
        </w:rPr>
        <w:t xml:space="preserve">Test suite </w:t>
      </w:r>
      <w:hyperlink r:id="rId168" w:anchor="planId=511&amp;suiteId=898" w:tgtFrame="_blank" w:history="1">
        <w:r w:rsidRPr="003F5784">
          <w:rPr>
            <w:rFonts w:asciiTheme="minorHAnsi" w:hAnsiTheme="minorHAnsi" w:cstheme="minorHAnsi"/>
          </w:rPr>
          <w:t>898</w:t>
        </w:r>
      </w:hyperlink>
      <w:r w:rsidRPr="003F5784">
        <w:rPr>
          <w:rFonts w:asciiTheme="minorHAnsi" w:hAnsiTheme="minorHAnsi" w:cstheme="minorHAnsi"/>
        </w:rPr>
        <w:t>: Stage 8 - Reinstate</w:t>
      </w:r>
    </w:p>
    <w:p w:rsidR="003F5784" w:rsidRDefault="003F5784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3F5784">
        <w:rPr>
          <w:rFonts w:asciiTheme="minorHAnsi" w:hAnsiTheme="minorHAnsi" w:cstheme="minorHAnsi"/>
        </w:rPr>
        <w:t xml:space="preserve">Test case </w:t>
      </w:r>
      <w:hyperlink r:id="rId169" w:tgtFrame="_blank" w:history="1">
        <w:r w:rsidRPr="003F5784">
          <w:rPr>
            <w:rFonts w:asciiTheme="minorHAnsi" w:hAnsiTheme="minorHAnsi" w:cstheme="minorHAnsi"/>
          </w:rPr>
          <w:t>999</w:t>
        </w:r>
      </w:hyperlink>
      <w:r w:rsidRPr="003F5784">
        <w:rPr>
          <w:rFonts w:asciiTheme="minorHAnsi" w:hAnsiTheme="minorHAnsi" w:cstheme="minorHAnsi"/>
        </w:rPr>
        <w:t>: Exchange REINSTATE Container for ReinstateNIINAndRegisterUser action</w:t>
      </w:r>
    </w:p>
    <w:p w:rsidR="003C79E1" w:rsidRDefault="003C79E1" w:rsidP="003C79E1"/>
    <w:p w:rsidR="006B1777" w:rsidRDefault="006B1777" w:rsidP="006B1777">
      <w:pPr>
        <w:rPr>
          <w:rFonts w:ascii="Segoe UI" w:hAnsi="Segoe UI" w:cs="Segoe UI"/>
          <w:b/>
          <w:bCs/>
          <w:sz w:val="17"/>
          <w:szCs w:val="17"/>
          <w:lang w:eastAsia="en-US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3329"/>
        <w:gridCol w:w="3348"/>
        <w:gridCol w:w="1769"/>
      </w:tblGrid>
      <w:tr w:rsidR="006B1777" w:rsidTr="006B1777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@Source Upload a message to @Destination containing a container Reinstate (</w:t>
            </w:r>
            <w:r>
              <w:rPr>
                <w:rFonts w:ascii="Segoe UI" w:hAnsi="Segoe UI" w:cs="Segoe UI"/>
              </w:rPr>
              <w:t xml:space="preserve">@PIC, 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@NIIN, </w:t>
            </w:r>
            <w:r>
              <w:rPr>
                <w:rFonts w:ascii="Segoe UI" w:hAnsi="Segoe UI" w:cs="Segoe UI"/>
              </w:rPr>
              <w:t xml:space="preserve">@NSC, </w:t>
            </w:r>
            <w:r>
              <w:rPr>
                <w:rFonts w:ascii="Segoe UI" w:hAnsi="Segoe UI" w:cs="Segoe UI"/>
                <w:sz w:val="22"/>
                <w:szCs w:val="22"/>
                <w:lang w:val="en-GB"/>
              </w:rPr>
              <w:t>@INC, @TIIC, @</w:t>
            </w:r>
            <w:r>
              <w:rPr>
                <w:rFonts w:ascii="Segoe UI" w:hAnsi="Segoe UI" w:cs="Segoe UI"/>
                <w:sz w:val="22"/>
                <w:szCs w:val="22"/>
              </w:rPr>
              <w:t xml:space="preserve">NCAGE, </w:t>
            </w:r>
            <w:r>
              <w:rPr>
                <w:rFonts w:ascii="Segoe UI" w:hAnsi="Segoe UI" w:cs="Segoe UI"/>
                <w:sz w:val="22"/>
                <w:szCs w:val="22"/>
              </w:rPr>
              <w:lastRenderedPageBreak/>
              <w:t>@Reference_Number, @</w:t>
            </w:r>
            <w:r>
              <w:rPr>
                <w:rFonts w:ascii="Segoe UI" w:hAnsi="Segoe UI" w:cs="Segoe UI"/>
                <w:sz w:val="22"/>
                <w:szCs w:val="22"/>
                <w:lang w:val="en-GB"/>
              </w:rPr>
              <w:t>RNCC, @RNFC, @RNVC, @RNSC, @DAC</w:t>
            </w:r>
            <w:r>
              <w:rPr>
                <w:rFonts w:ascii="Segoe UI" w:hAnsi="Segoe UI" w:cs="Segoe UI"/>
                <w:sz w:val="22"/>
                <w:szCs w:val="22"/>
              </w:rPr>
              <w:t>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Message pasts Schema and Central Validation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 message containing a container REINSTATE with an action ReinstateNIINAndRegisterUser should be available in Destination (@Destination) NCB_XXX_MSG Mailbox.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This message should be an exact copy of the message received from @source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MessageID, Containers Serial Number and Action Serial Number should be stored in NACOMS Database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6B1777" w:rsidRDefault="006B1777" w:rsidP="006B1777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923"/>
        <w:gridCol w:w="404"/>
        <w:gridCol w:w="531"/>
        <w:gridCol w:w="619"/>
        <w:gridCol w:w="437"/>
        <w:gridCol w:w="313"/>
        <w:gridCol w:w="1531"/>
        <w:gridCol w:w="511"/>
        <w:gridCol w:w="488"/>
        <w:gridCol w:w="512"/>
        <w:gridCol w:w="496"/>
        <w:gridCol w:w="353"/>
        <w:gridCol w:w="939"/>
        <w:gridCol w:w="583"/>
      </w:tblGrid>
      <w:tr w:rsidR="006B1777" w:rsidTr="006B1777">
        <w:trPr>
          <w:gridAfter w:val="13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INC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NCAGE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NSC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RNCC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RNFC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RNVC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RNSC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TIIC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145929464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26979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F0001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8131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F-0001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</w:tr>
    </w:tbl>
    <w:p w:rsidR="006B1777" w:rsidRPr="006B1777" w:rsidRDefault="006B1777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6B1777">
        <w:rPr>
          <w:rFonts w:asciiTheme="minorHAnsi" w:hAnsiTheme="minorHAnsi" w:cstheme="minorHAnsi"/>
        </w:rPr>
        <w:t xml:space="preserve">Test case </w:t>
      </w:r>
      <w:hyperlink r:id="rId170" w:tgtFrame="_blank" w:history="1">
        <w:r w:rsidRPr="006B1777">
          <w:rPr>
            <w:rFonts w:asciiTheme="minorHAnsi" w:hAnsiTheme="minorHAnsi" w:cstheme="minorHAnsi"/>
          </w:rPr>
          <w:t>1002</w:t>
        </w:r>
      </w:hyperlink>
      <w:r w:rsidRPr="006B1777">
        <w:rPr>
          <w:rFonts w:asciiTheme="minorHAnsi" w:hAnsiTheme="minorHAnsi" w:cstheme="minorHAnsi"/>
        </w:rPr>
        <w:t>: Exchange REINSTATE Container for ReinstateNIINAndRegisterUser action - Schema Validation failed</w:t>
      </w:r>
    </w:p>
    <w:p w:rsidR="006B1777" w:rsidRDefault="006B1777" w:rsidP="006B1777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91"/>
        <w:gridCol w:w="3772"/>
        <w:gridCol w:w="2387"/>
        <w:gridCol w:w="2090"/>
      </w:tblGrid>
      <w:tr w:rsidR="006B1777" w:rsidTr="006B1777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 a Reinstate container for Reinstate NIIN and Register User action from @Source to @Destination having a Schema issue on a Data Element (@DataElement, @DataElementValue)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 containing an Error container  having data element </w:t>
            </w:r>
            <w:r>
              <w:rPr>
                <w:rFonts w:ascii="Segoe UI" w:hAnsi="Segoe UI" w:cs="Segoe UI"/>
                <w:color w:val="222222"/>
                <w:sz w:val="21"/>
                <w:szCs w:val="21"/>
                <w:shd w:val="clear" w:color="auto" w:fill="FFFFFF"/>
              </w:rPr>
              <w:t xml:space="preserve">RETURN_CODE_8713 </w:t>
            </w:r>
            <w:r>
              <w:rPr>
                <w:rFonts w:ascii="Segoe UI" w:hAnsi="Segoe UI" w:cs="Segoe UI"/>
                <w:sz w:val="20"/>
                <w:szCs w:val="20"/>
              </w:rPr>
              <w:t>set to X-0000-01 and data element COMMENT_8703 value set to "The &lt;ElementName&gt; is invalid - the &lt;ErrorSource&gt; is invalid according to &lt;SchemaDefinitionUsed&gt; - The actual &lt;ErrorType&gt; &lt;ErrorReference&gt;" should be available in Source (@Source) mailbox (NCB_XXX_MSG)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6B1777" w:rsidRDefault="006B1777" w:rsidP="006B1777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248"/>
        <w:gridCol w:w="2001"/>
        <w:gridCol w:w="2221"/>
        <w:gridCol w:w="3170"/>
      </w:tblGrid>
      <w:tr w:rsidR="006B1777" w:rsidTr="006B1777">
        <w:trPr>
          <w:gridAfter w:val="3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DataElementValue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12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cstheme="minorBidi"/>
                <w:sz w:val="20"/>
                <w:szCs w:val="20"/>
              </w:rPr>
            </w:pPr>
          </w:p>
        </w:tc>
      </w:tr>
    </w:tbl>
    <w:p w:rsidR="006B1777" w:rsidRPr="006B1777" w:rsidRDefault="006B1777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6B1777">
        <w:rPr>
          <w:rFonts w:asciiTheme="minorHAnsi" w:hAnsiTheme="minorHAnsi" w:cstheme="minorHAnsi"/>
        </w:rPr>
        <w:t xml:space="preserve">Test case </w:t>
      </w:r>
      <w:hyperlink r:id="rId171" w:tgtFrame="_blank" w:history="1">
        <w:r w:rsidRPr="006B1777">
          <w:rPr>
            <w:rFonts w:asciiTheme="minorHAnsi" w:hAnsiTheme="minorHAnsi" w:cstheme="minorHAnsi"/>
          </w:rPr>
          <w:t>1003</w:t>
        </w:r>
      </w:hyperlink>
      <w:r w:rsidRPr="006B1777">
        <w:rPr>
          <w:rFonts w:asciiTheme="minorHAnsi" w:hAnsiTheme="minorHAnsi" w:cstheme="minorHAnsi"/>
        </w:rPr>
        <w:t>: Exchange REINSTATE Container for ReinstateNIINAndRegisterUser action - Central Validation failed - Return Code E-XXXX-21</w:t>
      </w:r>
    </w:p>
    <w:p w:rsidR="006B1777" w:rsidRDefault="006B1777" w:rsidP="006B1777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3140"/>
        <w:gridCol w:w="3631"/>
        <w:gridCol w:w="1675"/>
      </w:tblGrid>
      <w:tr w:rsidR="006B1777" w:rsidTr="006B1777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 a message containing a Reinstate container with Reinstate NIIN and Register User action from @Source to @Destination for @NIIN having a Central issue on @DataElement element with @DataElementValue with error code @ErrorCode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b/>
                <w:bCs/>
                <w:i/>
                <w:iCs/>
                <w:strike/>
                <w:sz w:val="20"/>
                <w:szCs w:val="20"/>
                <w:u w:val="single"/>
                <w:vertAlign w:val="superscript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 containing an Error container  having data element ERROR_SERIAL_NUMBER_8726 set to @ErrorCode, 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DATA_ELEMENT_INFO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-&gt; DATA_ELEMENT_8714 set to @DataElement,     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-&gt; ORIGINAL_DATA_ELEMENT_VALUE_8715 set with the value of @DataElementValue</w:t>
            </w:r>
            <w:r>
              <w:rPr>
                <w:rFonts w:ascii="Segoe UI" w:hAnsi="Segoe UI" w:cs="Segoe UI"/>
                <w:sz w:val="20"/>
                <w:szCs w:val="20"/>
              </w:rPr>
              <w:br/>
            </w:r>
            <w:r>
              <w:rPr>
                <w:rFonts w:ascii="Calibri" w:hAnsi="Calibri" w:cs="Calibri"/>
              </w:rPr>
              <w:t>- having a COMMENT_8703 value</w:t>
            </w:r>
            <w:r>
              <w:rPr>
                <w:rFonts w:ascii="Segoe UI" w:hAnsi="Segoe UI" w:cs="Segoe UI"/>
                <w:b/>
                <w:bCs/>
                <w:i/>
                <w:iCs/>
                <w:strike/>
                <w:sz w:val="20"/>
                <w:szCs w:val="20"/>
                <w:u w:val="single"/>
                <w:vertAlign w:val="superscript"/>
              </w:rPr>
              <w:br/>
            </w:r>
            <w:r>
              <w:rPr>
                <w:rFonts w:ascii="Calibri" w:hAnsi="Calibri" w:cs="Calibri"/>
                <w:b/>
                <w:bCs/>
                <w:i/>
                <w:iCs/>
                <w:strike/>
                <w:u w:val="single"/>
                <w:vertAlign w:val="superscript"/>
              </w:rPr>
              <w:t> </w:t>
            </w:r>
            <w:r>
              <w:rPr>
                <w:rFonts w:ascii="Segoe UI" w:hAnsi="Segoe UI" w:cs="Segoe UI"/>
                <w:b/>
                <w:bCs/>
                <w:i/>
                <w:iCs/>
                <w:strike/>
                <w:sz w:val="20"/>
                <w:szCs w:val="20"/>
                <w:u w:val="single"/>
                <w:vertAlign w:val="superscript"/>
              </w:rPr>
              <w:br/>
              <w:t> should be available in Source (@Source) mailbox (NCB_XXX_MSG)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b/>
                <w:bCs/>
                <w:i/>
                <w:iCs/>
                <w:strike/>
                <w:sz w:val="20"/>
                <w:szCs w:val="20"/>
                <w:u w:val="single"/>
                <w:vertAlign w:val="superscript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6B1777" w:rsidRDefault="006B1777" w:rsidP="006B1777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664"/>
        <w:gridCol w:w="1042"/>
        <w:gridCol w:w="3351"/>
        <w:gridCol w:w="1634"/>
        <w:gridCol w:w="928"/>
        <w:gridCol w:w="1021"/>
      </w:tblGrid>
      <w:tr w:rsidR="006B1777" w:rsidTr="006B1777">
        <w:trPr>
          <w:gridAfter w:val="5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DataElementValue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ErrorCode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NON_APPROVED_ITEM_NAME_5020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My ¥ Item Name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E-5020-21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145929464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REFERENCE_NUMBER_8733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12A-¥-123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E-8733-21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145929464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CLEAR_REPLY_4128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12¥text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E-4128-21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145929464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SUPPLEMENTAL_INSTRUCTIONS_5174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12¥text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E-5174-21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145929464</w:t>
            </w:r>
          </w:p>
        </w:tc>
      </w:tr>
    </w:tbl>
    <w:p w:rsidR="006B1777" w:rsidRPr="006B1777" w:rsidRDefault="006B1777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6B1777">
        <w:rPr>
          <w:rFonts w:asciiTheme="minorHAnsi" w:hAnsiTheme="minorHAnsi" w:cstheme="minorHAnsi"/>
        </w:rPr>
        <w:t xml:space="preserve">Test case </w:t>
      </w:r>
      <w:hyperlink r:id="rId172" w:tgtFrame="_blank" w:history="1">
        <w:r w:rsidRPr="006B1777">
          <w:rPr>
            <w:rFonts w:asciiTheme="minorHAnsi" w:hAnsiTheme="minorHAnsi" w:cstheme="minorHAnsi"/>
          </w:rPr>
          <w:t>1004</w:t>
        </w:r>
      </w:hyperlink>
      <w:r w:rsidRPr="006B1777">
        <w:rPr>
          <w:rFonts w:asciiTheme="minorHAnsi" w:hAnsiTheme="minorHAnsi" w:cstheme="minorHAnsi"/>
        </w:rPr>
        <w:t>: Exchange REINSTATE Container for ReinstateNIINAndRegisterUser action - Central Validation failed - Return Code E-XXXX-13</w:t>
      </w:r>
    </w:p>
    <w:p w:rsidR="006B1777" w:rsidRDefault="006B1777" w:rsidP="006B1777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6B1777" w:rsidTr="006B1777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Upload a zip file containing a message containing a </w:t>
            </w:r>
            <w:r>
              <w:rPr>
                <w:rFonts w:ascii="Segoe UI" w:hAnsi="Segoe UI" w:cs="Segoe UI"/>
                <w:sz w:val="20"/>
                <w:szCs w:val="20"/>
                <w:shd w:val="clear" w:color="auto" w:fill="FCF6EF"/>
              </w:rPr>
              <w:t>Reinstate container with Reinstate NIIN and Register User action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from @Source to @Destination for @NIIN having a Central issue on a Data Element (@DataElement) having an invalid value (@OriginalDataElementValue)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- RETURN_CODE_8713 set to @ErrorCode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- DATA_ELEMENT_8714 set to @DataElement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- ORIGINAL_DATA_ELEMENT_VALUE_8715 set to @OriginalDataElementValue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- having a COMMENT_8703 value </w:t>
            </w:r>
            <w:r>
              <w:rPr>
                <w:rFonts w:ascii="Segoe UI" w:hAnsi="Segoe UI" w:cs="Segoe UI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should be available in source (@Source) NCB_XXX_MSG mailbox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6B1777" w:rsidRDefault="006B1777" w:rsidP="006B1777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562"/>
        <w:gridCol w:w="874"/>
        <w:gridCol w:w="3637"/>
        <w:gridCol w:w="1929"/>
        <w:gridCol w:w="844"/>
        <w:gridCol w:w="794"/>
      </w:tblGrid>
      <w:tr w:rsidR="006B1777" w:rsidTr="006B1777">
        <w:trPr>
          <w:gridAfter w:val="5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OriginalDataElementValue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ErrorCode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PRIORITY_CODE_2867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B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145929464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E-2867-13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REFERENCE_NUMBER_CATEGORY_CODE_2910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145929464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E-2910-13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REFERENCE_NUMBER_STATUS_CODE_2923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145929464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E-2923-13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NCAGE_CODE_4140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1BCDI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145929464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E-4140-13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REFERENCE_NUMBER_FORMAT_CODE_2920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145929464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E-2920-13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NSC_3990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1001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145929464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E-3990-13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ITEM_NAME_CODE_4080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00002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145929464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E-4080-13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REFERENCE_NUMBER_VARIATION_CODE_4780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145929464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E-4780-13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TII_CODE_4820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145929464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E-4820-13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NATO_CODIFICATION_PROJECT_CODE_1057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AI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145929464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E-1057-13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REFERENCE_NUMBER_JUSTIFICATION_CODE_2750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145929464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E-2750-13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RPDMR_CODE_4765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145929464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E-4765-13</w:t>
            </w:r>
          </w:p>
        </w:tc>
      </w:tr>
    </w:tbl>
    <w:p w:rsidR="006B1777" w:rsidRPr="006B1777" w:rsidRDefault="006B1777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6B1777">
        <w:rPr>
          <w:rFonts w:asciiTheme="minorHAnsi" w:hAnsiTheme="minorHAnsi" w:cstheme="minorHAnsi"/>
        </w:rPr>
        <w:t xml:space="preserve">Test case </w:t>
      </w:r>
      <w:hyperlink r:id="rId173" w:tgtFrame="_blank" w:history="1">
        <w:r w:rsidRPr="006B1777">
          <w:rPr>
            <w:rFonts w:asciiTheme="minorHAnsi" w:hAnsiTheme="minorHAnsi" w:cstheme="minorHAnsi"/>
          </w:rPr>
          <w:t>1005</w:t>
        </w:r>
      </w:hyperlink>
      <w:r w:rsidRPr="006B1777">
        <w:rPr>
          <w:rFonts w:asciiTheme="minorHAnsi" w:hAnsiTheme="minorHAnsi" w:cstheme="minorHAnsi"/>
        </w:rPr>
        <w:t>: Exchange REINSTATE Container for ReinstateNIINAndRegisterUser action - Central Validation failed - Return Code E-5020-02</w:t>
      </w:r>
    </w:p>
    <w:p w:rsidR="006B1777" w:rsidRDefault="006B1777" w:rsidP="006B1777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6B1777" w:rsidTr="006B1777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Upload a zip file containing a message containing a </w:t>
            </w:r>
            <w:r>
              <w:rPr>
                <w:rFonts w:ascii="Segoe UI" w:hAnsi="Segoe UI" w:cs="Segoe UI"/>
                <w:sz w:val="20"/>
                <w:szCs w:val="20"/>
                <w:shd w:val="clear" w:color="auto" w:fill="EFF6FC"/>
              </w:rPr>
              <w:t>Reinstate container with Reinstate NIIN and Register User action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from @Source to @Destination for @NIIN having a Central issue on a Data Element @DataElementChecked due to a wrong combination (@DataElement1, @DataElement2) having values (@OriginalDataElement1Value, @OriginalDataElement2Value)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Number- RETURN_CODE_8713 set to E-5020-02 - DATA_ELEMENT_8714 set to @DataElementChecked - having a COMMENT_8703 value should be available in source (@Source) NCB_XXX_MSG mailbox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6B1777" w:rsidRDefault="006B1777" w:rsidP="006B1777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81"/>
        <w:gridCol w:w="571"/>
        <w:gridCol w:w="1684"/>
        <w:gridCol w:w="1174"/>
        <w:gridCol w:w="1684"/>
        <w:gridCol w:w="1289"/>
        <w:gridCol w:w="1289"/>
        <w:gridCol w:w="568"/>
      </w:tblGrid>
      <w:tr w:rsidR="006B1777" w:rsidTr="006B1777">
        <w:trPr>
          <w:gridAfter w:val="7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DataElementChecked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OriginalDataElement1Value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OriginalDataElement2Value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NON_APPROVED_ITEM_NAME_5020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ITEM_NAME_CODE_4080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NON_APPROVED_ITEM_NAME_5020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77777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not present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145929464</w:t>
            </w:r>
          </w:p>
        </w:tc>
      </w:tr>
    </w:tbl>
    <w:p w:rsidR="006B1777" w:rsidRPr="006B1777" w:rsidRDefault="006B1777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6B1777">
        <w:rPr>
          <w:rFonts w:asciiTheme="minorHAnsi" w:hAnsiTheme="minorHAnsi" w:cstheme="minorHAnsi"/>
        </w:rPr>
        <w:t xml:space="preserve">Test case </w:t>
      </w:r>
      <w:hyperlink r:id="rId174" w:tgtFrame="_blank" w:history="1">
        <w:r w:rsidRPr="006B1777">
          <w:rPr>
            <w:rFonts w:asciiTheme="minorHAnsi" w:hAnsiTheme="minorHAnsi" w:cstheme="minorHAnsi"/>
          </w:rPr>
          <w:t>1007</w:t>
        </w:r>
      </w:hyperlink>
      <w:r w:rsidRPr="006B1777">
        <w:rPr>
          <w:rFonts w:asciiTheme="minorHAnsi" w:hAnsiTheme="minorHAnsi" w:cstheme="minorHAnsi"/>
        </w:rPr>
        <w:t>: Exchange REINSTATE Container for ReinstateNIINAndRegisterUser action - Central Validation failed - Return Code E-XXXX-18</w:t>
      </w:r>
    </w:p>
    <w:p w:rsidR="006B1777" w:rsidRDefault="006B1777" w:rsidP="006B1777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6B1777" w:rsidTr="006B1777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Upload a zip file containing a message containing a </w:t>
            </w:r>
            <w:r>
              <w:rPr>
                <w:rFonts w:ascii="Segoe UI" w:hAnsi="Segoe UI" w:cs="Segoe UI"/>
                <w:sz w:val="20"/>
                <w:szCs w:val="20"/>
                <w:shd w:val="clear" w:color="auto" w:fill="FCF6EF"/>
              </w:rPr>
              <w:t>Reinstate container with Reinstate NIIN and Register User action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from @Source to @Destination for @NIIN having a Central issue on a Data Element (@DataElement) having a missing value (@OriginalDataElementValue) for a specific condition (@DataElementCondition, @DataElementConditionValue)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RETURN_CODE_8713 set to @ErrorCode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- having 1 node DATA_ELEMENT_INFO with children    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 - DATA_ELEMENT_8714 set to @DataElement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 - ORIGINAL_DATA_ELEMENT_VALUE_8715 set to @OriginalDataElementValue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- having a COMMENT_8703 value</w:t>
            </w:r>
            <w:r>
              <w:rPr>
                <w:rFonts w:ascii="Segoe UI" w:hAnsi="Segoe UI" w:cs="Segoe UI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 should be available in source (@Source) NCB_XXX_MSG mailbox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6B1777" w:rsidRDefault="006B1777" w:rsidP="006B1777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481"/>
        <w:gridCol w:w="740"/>
        <w:gridCol w:w="1269"/>
        <w:gridCol w:w="1621"/>
        <w:gridCol w:w="1403"/>
        <w:gridCol w:w="1735"/>
        <w:gridCol w:w="715"/>
        <w:gridCol w:w="676"/>
      </w:tblGrid>
      <w:tr w:rsidR="006B1777" w:rsidTr="006B1777">
        <w:trPr>
          <w:gridAfter w:val="7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OriginalDataElementValue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DataElementCondition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DataElementConditionValue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ErrorCode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CODED_REPLY_3465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not present or empty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MODE_CODE_4735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145929464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E-3465-18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CODED_REPLY_3465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not present or empty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MODE_CODE_4735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H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145929464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E-3465-18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CODED_REPLY_3465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not present or empty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MODE_CODE_4735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J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145929464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E-3465-18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CODED_REPLY_3465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not present or empty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MODE_CODE_4735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L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145929464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E-3465-18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CLEAR_REPLY_4128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not present or empty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MODE_CODE_4735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145929464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E-4128-18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CLEAR_REPLY_4128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not present or empty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MODE_CODE_4735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145929464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E-4128-18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CLEAR_REPLY_4128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not present or empty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MODE_CODE_4735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145929464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E-4128-18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CLEAR_REPLY_4128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not present or empty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MODE_CODE_4735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145929464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E-4128-18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CLEAR_REPLY_4128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not present or empty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MODE_CODE_4735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G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145929464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E-4128-18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CLEAR_REPLY_4128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not present or empty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MODE_CODE_4735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J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145929464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E-4128-18</w:t>
            </w:r>
          </w:p>
        </w:tc>
      </w:tr>
    </w:tbl>
    <w:p w:rsidR="006B1777" w:rsidRPr="006B1777" w:rsidRDefault="006B1777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6B1777">
        <w:rPr>
          <w:rFonts w:asciiTheme="minorHAnsi" w:hAnsiTheme="minorHAnsi" w:cstheme="minorHAnsi"/>
        </w:rPr>
        <w:t xml:space="preserve">Test case </w:t>
      </w:r>
      <w:hyperlink r:id="rId175" w:tgtFrame="_blank" w:history="1">
        <w:r w:rsidRPr="006B1777">
          <w:rPr>
            <w:rFonts w:asciiTheme="minorHAnsi" w:hAnsiTheme="minorHAnsi" w:cstheme="minorHAnsi"/>
          </w:rPr>
          <w:t>1009</w:t>
        </w:r>
      </w:hyperlink>
      <w:r w:rsidRPr="006B1777">
        <w:rPr>
          <w:rFonts w:asciiTheme="minorHAnsi" w:hAnsiTheme="minorHAnsi" w:cstheme="minorHAnsi"/>
        </w:rPr>
        <w:t>: Exchange REINSTATE Container for ReinstateNIINAndRegisterUser action - Central Validation failed - Return Code E-4780-26</w:t>
      </w:r>
    </w:p>
    <w:p w:rsidR="006B1777" w:rsidRDefault="006B1777" w:rsidP="006B1777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6B1777" w:rsidTr="006B1777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Upload a zip file containing a message containing a </w:t>
            </w:r>
            <w:r>
              <w:rPr>
                <w:rFonts w:ascii="Segoe UI" w:hAnsi="Segoe UI" w:cs="Segoe UI"/>
                <w:sz w:val="20"/>
                <w:szCs w:val="20"/>
                <w:shd w:val="clear" w:color="auto" w:fill="EFF6FC"/>
              </w:rPr>
              <w:t>Reinstate container with Reinstate NIIN and Register User action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from @Source to @Destination for @NIIN having a Central issue on a Data Element DataElementChecked due to a wrong combination </w:t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@DataElement having value @OriginalDataElementValue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 - RETURN_CODE_8713 set to E-4780-26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 - DATA_ELEMENT_8714 set to </w:t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 xml:space="preserve">DataElementChecked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- having a COMMENT_8703 value </w:t>
            </w:r>
            <w:r>
              <w:rPr>
                <w:rFonts w:ascii="Segoe UI" w:hAnsi="Segoe UI" w:cs="Segoe UI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should be available in source (@Source) NCB_XXX_MSG mailbox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6B1777" w:rsidRDefault="006B1777" w:rsidP="006B1777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631"/>
        <w:gridCol w:w="990"/>
        <w:gridCol w:w="956"/>
        <w:gridCol w:w="3852"/>
        <w:gridCol w:w="2211"/>
      </w:tblGrid>
      <w:tr w:rsidR="006B1777" w:rsidTr="006B1777">
        <w:trPr>
          <w:gridAfter w:val="4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OriginalDataElementValue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145929464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REFERENCE_NUMBER_VARIATION_CODE_4780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my extra long reference without indicator code in the last -</w:t>
            </w:r>
          </w:p>
        </w:tc>
      </w:tr>
    </w:tbl>
    <w:p w:rsidR="006B1777" w:rsidRPr="006B1777" w:rsidRDefault="006B1777" w:rsidP="000477EE">
      <w:pPr>
        <w:pStyle w:val="Heading1"/>
        <w:numPr>
          <w:ilvl w:val="1"/>
          <w:numId w:val="1"/>
        </w:numPr>
        <w:rPr>
          <w:rFonts w:asciiTheme="minorHAnsi" w:hAnsiTheme="minorHAnsi" w:cstheme="minorHAnsi"/>
        </w:rPr>
      </w:pPr>
      <w:r w:rsidRPr="006B1777">
        <w:rPr>
          <w:rFonts w:asciiTheme="minorHAnsi" w:hAnsiTheme="minorHAnsi" w:cstheme="minorHAnsi"/>
        </w:rPr>
        <w:t xml:space="preserve">Test case </w:t>
      </w:r>
      <w:hyperlink r:id="rId176" w:tgtFrame="_blank" w:history="1">
        <w:r w:rsidRPr="006B1777">
          <w:rPr>
            <w:rFonts w:asciiTheme="minorHAnsi" w:hAnsiTheme="minorHAnsi" w:cstheme="minorHAnsi"/>
          </w:rPr>
          <w:t>1998</w:t>
        </w:r>
      </w:hyperlink>
      <w:r w:rsidRPr="006B1777">
        <w:rPr>
          <w:rFonts w:asciiTheme="minorHAnsi" w:hAnsiTheme="minorHAnsi" w:cstheme="minorHAnsi"/>
        </w:rPr>
        <w:t>: Exchange REINSTATE Container for ReinstateNIINAndRegisterUser action - Central Validation failed - Return Code E-8751-02</w:t>
      </w:r>
    </w:p>
    <w:p w:rsidR="006B1777" w:rsidRDefault="006B1777" w:rsidP="006B1777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6B1777" w:rsidTr="006B1777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AddCharacteristic for a NSN (@NIIN)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Central Validation failed on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@MODE_CODE, @NATIVE_CLEAR_REPLY, @CLEAR_REPLY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- RETURN_CODE_8713 set to E-8751-02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- DATA_ELEMENT_INFO     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 - DATA_ELEMENT_8714 set to NATIVE_CLEAR_REPLY_8751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 - ORIGINAL_DATA_ELEMENT_VALUE_8715 set to with @NATIVE_CLEAR_REPLY Value     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6B1777" w:rsidRDefault="006B1777" w:rsidP="006B1777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02"/>
        <w:gridCol w:w="1270"/>
        <w:gridCol w:w="1226"/>
        <w:gridCol w:w="1465"/>
        <w:gridCol w:w="2376"/>
        <w:gridCol w:w="1501"/>
      </w:tblGrid>
      <w:tr w:rsidR="006B1777" w:rsidTr="006B1777">
        <w:trPr>
          <w:gridAfter w:val="5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MODE_CODE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NATIVE_CLEAR_REPLY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CLEAR_REPLY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145929464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test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test</w:t>
            </w:r>
          </w:p>
        </w:tc>
      </w:tr>
    </w:tbl>
    <w:p w:rsidR="008377A3" w:rsidRDefault="008377A3" w:rsidP="003C79E1"/>
    <w:p w:rsidR="003C79E1" w:rsidRDefault="003C79E1" w:rsidP="000477EE">
      <w:pPr>
        <w:pStyle w:val="Heading1"/>
        <w:numPr>
          <w:ilvl w:val="0"/>
          <w:numId w:val="1"/>
        </w:numPr>
      </w:pPr>
      <w:r w:rsidRPr="003C79E1">
        <w:t>Test suite 1115: Stage 10 - NMCRL Image</w:t>
      </w:r>
    </w:p>
    <w:p w:rsidR="003C79E1" w:rsidRDefault="003C79E1" w:rsidP="003C79E1"/>
    <w:p w:rsidR="003C79E1" w:rsidRPr="003C79E1" w:rsidRDefault="003C79E1" w:rsidP="000477EE">
      <w:pPr>
        <w:pStyle w:val="Heading1"/>
        <w:numPr>
          <w:ilvl w:val="1"/>
          <w:numId w:val="1"/>
        </w:numPr>
      </w:pPr>
      <w:r>
        <w:t xml:space="preserve">Test case </w:t>
      </w:r>
      <w:hyperlink r:id="rId177" w:tgtFrame="_blank" w:history="1">
        <w:r w:rsidRPr="003C79E1">
          <w:t>1116</w:t>
        </w:r>
      </w:hyperlink>
      <w:r>
        <w:t>: Exchange Maintain Container for action Add NMCRL Image</w:t>
      </w:r>
    </w:p>
    <w:p w:rsidR="008377A3" w:rsidRDefault="008377A3" w:rsidP="003C79E1">
      <w:pPr>
        <w:rPr>
          <w:rFonts w:ascii="Segoe UI" w:hAnsi="Segoe UI" w:cs="Segoe UI"/>
          <w:b/>
          <w:bCs/>
          <w:sz w:val="17"/>
          <w:szCs w:val="17"/>
        </w:rPr>
      </w:pPr>
    </w:p>
    <w:p w:rsidR="006B1777" w:rsidRDefault="006B1777" w:rsidP="006B1777">
      <w:pPr>
        <w:rPr>
          <w:rFonts w:ascii="Segoe UI" w:hAnsi="Segoe UI" w:cs="Segoe UI"/>
          <w:b/>
          <w:bCs/>
          <w:sz w:val="17"/>
          <w:szCs w:val="17"/>
          <w:lang w:eastAsia="en-US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67"/>
        <w:gridCol w:w="3748"/>
        <w:gridCol w:w="2459"/>
        <w:gridCol w:w="2066"/>
      </w:tblGrid>
      <w:tr w:rsidR="006B1777" w:rsidTr="006B1777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AddImageToNMCRL for a NSN (@NIIN)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The message pasts Schema and Central Validation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@NIIN, @PIC, @NCAGE, @RefNumber, @ImageName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 message containing a container MAINTAIN with an action AddImageToNMCRL should be available in Destination (@Destination) NCB_XXX_MSG Mailbox.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This message should be an exact copy of the message received from @source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MessageID, Container Serial Number and Action Serial Number should be stored in NACOMS Database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6B1777" w:rsidRDefault="006B1777" w:rsidP="006B1777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722"/>
        <w:gridCol w:w="1136"/>
        <w:gridCol w:w="1097"/>
        <w:gridCol w:w="371"/>
        <w:gridCol w:w="745"/>
        <w:gridCol w:w="1830"/>
        <w:gridCol w:w="2739"/>
      </w:tblGrid>
      <w:tr w:rsidR="006B1777" w:rsidTr="006B1777">
        <w:trPr>
          <w:gridAfter w:val="6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NCAGE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RefNumber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ImageName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145788934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F4702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--KH--45LE-170--S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NORFRA2019-10-16_1_1.jpg</w:t>
            </w:r>
          </w:p>
        </w:tc>
      </w:tr>
    </w:tbl>
    <w:p w:rsidR="006B1777" w:rsidRPr="006B1777" w:rsidRDefault="006B1777" w:rsidP="000477EE">
      <w:pPr>
        <w:pStyle w:val="Heading1"/>
        <w:numPr>
          <w:ilvl w:val="1"/>
          <w:numId w:val="1"/>
        </w:numPr>
      </w:pPr>
      <w:r>
        <w:t xml:space="preserve">Test case </w:t>
      </w:r>
      <w:hyperlink r:id="rId178" w:tgtFrame="_blank" w:history="1">
        <w:r w:rsidRPr="006B1777">
          <w:t>1117</w:t>
        </w:r>
      </w:hyperlink>
      <w:r>
        <w:t>: Exchange Maintain Container for action Add NMCRL Image - Central Validation Failed - Return Code E-2867-04</w:t>
      </w:r>
    </w:p>
    <w:p w:rsidR="006B1777" w:rsidRDefault="006B1777" w:rsidP="006B1777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6B1777" w:rsidTr="006B1777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AddImageToNMCRL for a NSN (@NIIN)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P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  <w:lang w:val="fr-CH"/>
              </w:rPr>
            </w:pPr>
            <w:r w:rsidRPr="006B1777">
              <w:rPr>
                <w:rFonts w:ascii="Segoe UI" w:hAnsi="Segoe UI" w:cs="Segoe UI"/>
                <w:sz w:val="20"/>
                <w:szCs w:val="20"/>
                <w:lang w:val="fr-CH"/>
              </w:rPr>
              <w:t>Central Validation failed </w:t>
            </w:r>
            <w:r w:rsidRPr="006B1777">
              <w:rPr>
                <w:rFonts w:ascii="Segoe UI" w:hAnsi="Segoe UI" w:cs="Segoe UI"/>
                <w:sz w:val="20"/>
                <w:szCs w:val="20"/>
                <w:lang w:val="fr-CH"/>
              </w:rPr>
              <w:br/>
              <w:t> @NIIN, @PIC, @NCAGE, @RefNumber, @ImageName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b/>
                <w:bCs/>
                <w:i/>
                <w:iCs/>
                <w:strike/>
                <w:sz w:val="20"/>
                <w:szCs w:val="20"/>
                <w:u w:val="single"/>
                <w:vertAlign w:val="superscript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- RETURN_CODE_8713 set to E-2867-04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 - DATA_ELEMENT_INFO     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 - DATA_ELEMENT_8714 set to PRIORITY_CODE_2867</w:t>
            </w:r>
            <w:r>
              <w:rPr>
                <w:rFonts w:ascii="Segoe UI" w:hAnsi="Segoe UI" w:cs="Segoe UI"/>
                <w:sz w:val="20"/>
                <w:szCs w:val="20"/>
                <w:vertAlign w:val="superscript"/>
              </w:rPr>
              <w:br/>
              <w:t xml:space="preserve">  - ORIGINAL_DATA_ELEMENT_VALUE_8715 set to @PIC  </w:t>
            </w:r>
            <w:r>
              <w:rPr>
                <w:rFonts w:ascii="Segoe UI" w:hAnsi="Segoe UI" w:cs="Segoe UI"/>
                <w:sz w:val="20"/>
                <w:szCs w:val="20"/>
                <w:vertAlign w:val="superscript"/>
              </w:rPr>
              <w:br/>
              <w:t>  - COMMENT_8703 set to @COMMENT should be available in 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b/>
                <w:bCs/>
                <w:i/>
                <w:iCs/>
                <w:strike/>
                <w:sz w:val="20"/>
                <w:szCs w:val="20"/>
                <w:u w:val="single"/>
                <w:vertAlign w:val="superscript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 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6B1777" w:rsidRDefault="006B1777" w:rsidP="006B1777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679"/>
        <w:gridCol w:w="1068"/>
        <w:gridCol w:w="1031"/>
        <w:gridCol w:w="350"/>
        <w:gridCol w:w="701"/>
        <w:gridCol w:w="1104"/>
        <w:gridCol w:w="1395"/>
        <w:gridCol w:w="2312"/>
      </w:tblGrid>
      <w:tr w:rsidR="006B1777" w:rsidTr="006B1777">
        <w:trPr>
          <w:gridAfter w:val="7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NCAGE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RefNumber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ImageName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COMMENT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145788934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F4702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--KH--45LE-170--S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NORFRA2019-10-16_1_1.jpg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The specified condition was not met for 'PRIORITY_CODE_2867'.</w:t>
            </w:r>
          </w:p>
        </w:tc>
      </w:tr>
    </w:tbl>
    <w:p w:rsidR="006B1777" w:rsidRPr="006B1777" w:rsidRDefault="006B1777" w:rsidP="000477EE">
      <w:pPr>
        <w:pStyle w:val="Heading1"/>
        <w:numPr>
          <w:ilvl w:val="1"/>
          <w:numId w:val="1"/>
        </w:numPr>
      </w:pPr>
      <w:r>
        <w:t xml:space="preserve">Test case </w:t>
      </w:r>
      <w:hyperlink r:id="rId179" w:tgtFrame="_blank" w:history="1">
        <w:r w:rsidRPr="006B1777">
          <w:t>1118</w:t>
        </w:r>
      </w:hyperlink>
      <w:r>
        <w:t>: Exchange Maintain Container for action Add NMCRL Image - Central Validation Failed - Return Code E-8708-33</w:t>
      </w:r>
    </w:p>
    <w:p w:rsidR="006B1777" w:rsidRDefault="006B1777" w:rsidP="006B1777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6B1777" w:rsidTr="006B1777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AddImageToNMCRL for a NSN (@NIIN)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P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  <w:lang w:val="fr-CH"/>
              </w:rPr>
            </w:pPr>
            <w:r w:rsidRPr="006B1777">
              <w:rPr>
                <w:rFonts w:ascii="Segoe UI" w:hAnsi="Segoe UI" w:cs="Segoe UI"/>
                <w:sz w:val="20"/>
                <w:szCs w:val="20"/>
                <w:lang w:val="fr-CH"/>
              </w:rPr>
              <w:t>Central Validation failed </w:t>
            </w:r>
            <w:r w:rsidRPr="006B1777">
              <w:rPr>
                <w:rFonts w:ascii="Segoe UI" w:hAnsi="Segoe UI" w:cs="Segoe UI"/>
                <w:sz w:val="20"/>
                <w:szCs w:val="20"/>
                <w:lang w:val="fr-CH"/>
              </w:rPr>
              <w:br/>
              <w:t> @NIIN, @PIC, @NCAGE, @RefNumber, @ImageName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- RETURN_CODE_8713 set to E-8708-33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 - DATA_ELEMENT_INFO     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 - DATA_ELEMENT_8714 set to IMAGE_NAME_8708 or NCAGE_CODE_4140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 - ORIGINAL_DATA_ELEMENT_VALUE_8715 set to @ImageName  or @NCAGE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 - COMMENT_8703 set to @COMMENT should be available in 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 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6B1777" w:rsidRDefault="006B1777" w:rsidP="006B1777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679"/>
        <w:gridCol w:w="1068"/>
        <w:gridCol w:w="1031"/>
        <w:gridCol w:w="350"/>
        <w:gridCol w:w="701"/>
        <w:gridCol w:w="1231"/>
        <w:gridCol w:w="1637"/>
        <w:gridCol w:w="1943"/>
      </w:tblGrid>
      <w:tr w:rsidR="006B1777" w:rsidTr="006B1777">
        <w:trPr>
          <w:gridAfter w:val="7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NCAGE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RefNumber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ImageName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COMMENT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145788934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F4702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--KH--45LE-170--S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NORFRA2019-10-16_1_2.jpg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Image name is missing or the name is not matching.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145788934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F4702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--KH--45LE-170--S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NORFRA2019-10-16_1_X.jpg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Image name is not valid.</w:t>
            </w:r>
          </w:p>
        </w:tc>
      </w:tr>
    </w:tbl>
    <w:p w:rsidR="006B1777" w:rsidRPr="006B1777" w:rsidRDefault="006B1777" w:rsidP="000477EE">
      <w:pPr>
        <w:pStyle w:val="Heading1"/>
        <w:numPr>
          <w:ilvl w:val="1"/>
          <w:numId w:val="1"/>
        </w:numPr>
      </w:pPr>
      <w:r>
        <w:t xml:space="preserve">Test case </w:t>
      </w:r>
      <w:hyperlink r:id="rId180" w:tgtFrame="_blank" w:history="1">
        <w:r w:rsidRPr="006B1777">
          <w:t>1119</w:t>
        </w:r>
      </w:hyperlink>
      <w:r>
        <w:t>: Exchange Maintain Container for action Add NMCRL Image - Central Validation Failed - Return Code E-XXXX-18</w:t>
      </w:r>
    </w:p>
    <w:p w:rsidR="006B1777" w:rsidRDefault="006B1777" w:rsidP="006B1777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6B1777" w:rsidTr="006B1777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AddImageToNMCRL for a NSN (@NIIN)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P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  <w:lang w:val="fr-CH"/>
              </w:rPr>
            </w:pPr>
            <w:r w:rsidRPr="006B1777">
              <w:rPr>
                <w:rFonts w:ascii="Segoe UI" w:hAnsi="Segoe UI" w:cs="Segoe UI"/>
                <w:sz w:val="20"/>
                <w:szCs w:val="20"/>
                <w:lang w:val="fr-CH"/>
              </w:rPr>
              <w:t>Central Validation failed </w:t>
            </w:r>
            <w:r w:rsidRPr="006B1777">
              <w:rPr>
                <w:rFonts w:ascii="Segoe UI" w:hAnsi="Segoe UI" w:cs="Segoe UI"/>
                <w:sz w:val="20"/>
                <w:szCs w:val="20"/>
                <w:lang w:val="fr-CH"/>
              </w:rPr>
              <w:br/>
              <w:t> @NIIN, @PIC, @NCAGE, @RefNumber, @ImageName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- REQUEST_MESSAGE_ID_8720 set with </w:t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- RETURN_CODE_8713 set to @ErrorCode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 - DATA_ELEMENT_INFO     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 - DATA_ELEMENT_8714 set to @DataElement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 - ORIGINAL_DATA_ELEMENT_VALUE_8715 set to @NCAGE or @RefNumber 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 - COMMENT_8703 set to @COMMENT should be available in 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 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6B1777" w:rsidRDefault="006B1777" w:rsidP="006B1777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492"/>
        <w:gridCol w:w="755"/>
        <w:gridCol w:w="729"/>
        <w:gridCol w:w="260"/>
        <w:gridCol w:w="502"/>
        <w:gridCol w:w="759"/>
        <w:gridCol w:w="941"/>
        <w:gridCol w:w="1788"/>
        <w:gridCol w:w="1725"/>
        <w:gridCol w:w="689"/>
      </w:tblGrid>
      <w:tr w:rsidR="006B1777" w:rsidTr="006B1777">
        <w:trPr>
          <w:gridAfter w:val="9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NCAGE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RefNumber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ImageName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COMMENT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ErrorCode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145788934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--KH--45LE-170--S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NORFRA2019-10-16_1_1.jpg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'NCAGE_CODE_4140' must not be empty.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NCAGE_CODE_4140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E-4140-18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145788934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F4702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'REFERENCE_NUMBER_8733' must not be empty.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REFERENCE_NUMBER_8733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E-8733-18</w:t>
            </w:r>
          </w:p>
        </w:tc>
      </w:tr>
    </w:tbl>
    <w:p w:rsidR="006B1777" w:rsidRPr="006B1777" w:rsidRDefault="006B1777" w:rsidP="000477EE">
      <w:pPr>
        <w:pStyle w:val="Heading1"/>
        <w:numPr>
          <w:ilvl w:val="1"/>
          <w:numId w:val="1"/>
        </w:numPr>
      </w:pPr>
      <w:r>
        <w:t xml:space="preserve">Test case </w:t>
      </w:r>
      <w:hyperlink r:id="rId181" w:tgtFrame="_blank" w:history="1">
        <w:r w:rsidRPr="006B1777">
          <w:t>1120</w:t>
        </w:r>
      </w:hyperlink>
      <w:r>
        <w:t>: Exchange Maintain Container for action Add NMCRL Image - Central Validation Failed - Return Code E-8754-05</w:t>
      </w:r>
    </w:p>
    <w:p w:rsidR="006B1777" w:rsidRDefault="006B1777" w:rsidP="006B1777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6B1777" w:rsidTr="006B1777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AddImageToNMCRL for a NSN (@NIIN)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P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  <w:lang w:val="fr-CH"/>
              </w:rPr>
            </w:pPr>
            <w:r w:rsidRPr="006B1777">
              <w:rPr>
                <w:rFonts w:ascii="Segoe UI" w:hAnsi="Segoe UI" w:cs="Segoe UI"/>
                <w:sz w:val="20"/>
                <w:szCs w:val="20"/>
                <w:lang w:val="fr-CH"/>
              </w:rPr>
              <w:t>Central Validation failed </w:t>
            </w:r>
            <w:r w:rsidRPr="006B1777">
              <w:rPr>
                <w:rFonts w:ascii="Segoe UI" w:hAnsi="Segoe UI" w:cs="Segoe UI"/>
                <w:sz w:val="20"/>
                <w:szCs w:val="20"/>
                <w:lang w:val="fr-CH"/>
              </w:rPr>
              <w:br/>
              <w:t> @NIIN, @PIC, @NCAGE, @RefNumber, @ImageName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- REQUEST_MESSAGE_ID_8720 set with </w:t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- RETURN_CODE_8713 set to E-8754-05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 - DATA_ELEMENT_INFO     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 - DATA_ELEMENT_8714 set to NCAGE_CODE_4140 and REFERENCE_NUMBER_3570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 - ORIGINAL_DATA_ELEMENT_VALUE_8715 set to @NCAGE and @RefNumber 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 - COMMENT_8703 set to @COMMENT should be available in 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 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6B1777" w:rsidRDefault="006B1777" w:rsidP="006B1777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679"/>
        <w:gridCol w:w="1068"/>
        <w:gridCol w:w="1031"/>
        <w:gridCol w:w="350"/>
        <w:gridCol w:w="701"/>
        <w:gridCol w:w="1151"/>
        <w:gridCol w:w="1485"/>
        <w:gridCol w:w="2175"/>
      </w:tblGrid>
      <w:tr w:rsidR="006B1777" w:rsidTr="006B1777">
        <w:trPr>
          <w:gridAfter w:val="7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NCAGE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RefNumber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ImageName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COMMENT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145920607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F4702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--KH--45LE-170--S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NORFRA2019-10-16_1_1.jpg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'The reference is not registered for the provided NIIN.' and 'The reference is not registered for the provided NCAGE.'</w:t>
            </w:r>
          </w:p>
        </w:tc>
      </w:tr>
    </w:tbl>
    <w:p w:rsidR="006B1777" w:rsidRPr="006B1777" w:rsidRDefault="006B1777" w:rsidP="000477EE">
      <w:pPr>
        <w:pStyle w:val="Heading1"/>
        <w:numPr>
          <w:ilvl w:val="1"/>
          <w:numId w:val="1"/>
        </w:numPr>
      </w:pPr>
      <w:r>
        <w:t xml:space="preserve">Test case </w:t>
      </w:r>
      <w:hyperlink r:id="rId182" w:tgtFrame="_blank" w:history="1">
        <w:r w:rsidRPr="006B1777">
          <w:t>1121</w:t>
        </w:r>
      </w:hyperlink>
      <w:r>
        <w:t>: Exchange Maintain Container for action Add NMCRL Image - Central Validation Failed - Return Code E-8709-16</w:t>
      </w:r>
    </w:p>
    <w:p w:rsidR="006B1777" w:rsidRDefault="006B1777" w:rsidP="006B1777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6B1777" w:rsidTr="006B1777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AddImageToNMCRL for a NSN (@NIIN)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P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  <w:lang w:val="fr-CH"/>
              </w:rPr>
            </w:pPr>
            <w:r w:rsidRPr="006B1777">
              <w:rPr>
                <w:rFonts w:ascii="Segoe UI" w:hAnsi="Segoe UI" w:cs="Segoe UI"/>
                <w:sz w:val="20"/>
                <w:szCs w:val="20"/>
                <w:lang w:val="fr-CH"/>
              </w:rPr>
              <w:t>Central Validation failed </w:t>
            </w:r>
            <w:r w:rsidRPr="006B1777">
              <w:rPr>
                <w:rFonts w:ascii="Segoe UI" w:hAnsi="Segoe UI" w:cs="Segoe UI"/>
                <w:sz w:val="20"/>
                <w:szCs w:val="20"/>
                <w:lang w:val="fr-CH"/>
              </w:rPr>
              <w:br/>
              <w:t> @NIIN, @PIC, @NCAGE, @RefNumber, @ImageName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- RETURN_CODE_8713 set to E-8709-16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 - DATA_ELEMENT_INFO     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 - DATA_ELEMENT_8714 set to REFERENCE_NUMBER_8733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 - ORIGINAL_DATA_ELEMENT_VALUE_8715 set to @RefNumber 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 - COMMENT_8703 set to @COMMENT should be available in 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 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6B1777" w:rsidRDefault="006B1777" w:rsidP="006B1777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679"/>
        <w:gridCol w:w="1068"/>
        <w:gridCol w:w="1031"/>
        <w:gridCol w:w="350"/>
        <w:gridCol w:w="701"/>
        <w:gridCol w:w="1074"/>
        <w:gridCol w:w="1440"/>
        <w:gridCol w:w="2297"/>
      </w:tblGrid>
      <w:tr w:rsidR="006B1777" w:rsidTr="006B1777">
        <w:trPr>
          <w:gridAfter w:val="7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NCAGE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RefNumber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ImageName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COMMENT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NZL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250000083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N0172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STR7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NZLFRA2019-10-16_1_1.jpg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Validation failed, the Source matches the RNAAC in TIR or NSN user nation when RNAAC is not registered as a user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NZL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145081415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NZLFRA2019-10-16_1_1.jpg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Validation failed, the Source must be the NIIN owner.</w:t>
            </w:r>
          </w:p>
        </w:tc>
      </w:tr>
    </w:tbl>
    <w:p w:rsidR="006B1777" w:rsidRPr="006B1777" w:rsidRDefault="006B1777" w:rsidP="000477EE">
      <w:pPr>
        <w:pStyle w:val="Heading1"/>
        <w:numPr>
          <w:ilvl w:val="1"/>
          <w:numId w:val="1"/>
        </w:numPr>
      </w:pPr>
      <w:r>
        <w:t xml:space="preserve">Test case </w:t>
      </w:r>
      <w:hyperlink r:id="rId183" w:tgtFrame="_blank" w:history="1">
        <w:r w:rsidRPr="006B1777">
          <w:t>1122</w:t>
        </w:r>
      </w:hyperlink>
      <w:r>
        <w:t>: Exchange Maintain Container for action Add NMCRL Image - Central Validation Failed - Return Code E-8733-21</w:t>
      </w:r>
    </w:p>
    <w:p w:rsidR="006B1777" w:rsidRDefault="006B1777" w:rsidP="006B1777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6B1777" w:rsidTr="006B1777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AddImageToNMCRL for a NSN (@NIIN)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P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  <w:lang w:val="fr-CH"/>
              </w:rPr>
            </w:pPr>
            <w:r w:rsidRPr="006B1777">
              <w:rPr>
                <w:rFonts w:ascii="Segoe UI" w:hAnsi="Segoe UI" w:cs="Segoe UI"/>
                <w:sz w:val="20"/>
                <w:szCs w:val="20"/>
                <w:lang w:val="fr-CH"/>
              </w:rPr>
              <w:t>Central Validation failed </w:t>
            </w:r>
            <w:r w:rsidRPr="006B1777">
              <w:rPr>
                <w:rFonts w:ascii="Segoe UI" w:hAnsi="Segoe UI" w:cs="Segoe UI"/>
                <w:sz w:val="20"/>
                <w:szCs w:val="20"/>
                <w:lang w:val="fr-CH"/>
              </w:rPr>
              <w:br/>
              <w:t> @NIIN, @PIC, @NCAGE, @RefNumber, @ImageName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b/>
                <w:bCs/>
                <w:i/>
                <w:iCs/>
                <w:strike/>
                <w:sz w:val="20"/>
                <w:szCs w:val="20"/>
                <w:u w:val="single"/>
                <w:vertAlign w:val="superscript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- REQUEST_MESSAGE_ID_8720 set with </w:t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- RETURN_CODE_8713 set to E-8733-21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 - DATA_ELEMENT_INFO     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 - DATA_ELEMENT_8714 set to REFERENCE_NUMBER_8733</w:t>
            </w:r>
            <w:r>
              <w:rPr>
                <w:rFonts w:ascii="Segoe UI" w:hAnsi="Segoe UI" w:cs="Segoe UI"/>
                <w:sz w:val="20"/>
                <w:szCs w:val="20"/>
                <w:vertAlign w:val="superscript"/>
              </w:rPr>
              <w:br/>
              <w:t xml:space="preserve">  - ORIGINAL_DATA_ELEMENT_VALUE_8715 set to @RefNumber </w:t>
            </w:r>
            <w:r>
              <w:rPr>
                <w:rFonts w:ascii="Segoe UI" w:hAnsi="Segoe UI" w:cs="Segoe UI"/>
                <w:sz w:val="20"/>
                <w:szCs w:val="20"/>
                <w:vertAlign w:val="superscript"/>
              </w:rPr>
              <w:br/>
              <w:t>  - COMMENT_8703 set to @COMMENT should be available in 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b/>
                <w:bCs/>
                <w:i/>
                <w:iCs/>
                <w:strike/>
                <w:sz w:val="20"/>
                <w:szCs w:val="20"/>
                <w:u w:val="single"/>
                <w:vertAlign w:val="superscript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 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6B1777" w:rsidRDefault="006B1777" w:rsidP="006B1777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679"/>
        <w:gridCol w:w="1068"/>
        <w:gridCol w:w="1031"/>
        <w:gridCol w:w="350"/>
        <w:gridCol w:w="701"/>
        <w:gridCol w:w="1223"/>
        <w:gridCol w:w="1580"/>
        <w:gridCol w:w="2008"/>
      </w:tblGrid>
      <w:tr w:rsidR="006B1777" w:rsidTr="006B1777">
        <w:trPr>
          <w:gridAfter w:val="7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NCAGE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RefNumber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ImageName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COMMENT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145788934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F4702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¥--KH--45LE-170--S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NORFRA2019-10-16_1_1.jpg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Invalid character 'YEN SIGN' (U+00A5) found in field at position 0</w:t>
            </w:r>
          </w:p>
        </w:tc>
      </w:tr>
    </w:tbl>
    <w:p w:rsidR="006B1777" w:rsidRPr="006B1777" w:rsidRDefault="006B1777" w:rsidP="000477EE">
      <w:pPr>
        <w:pStyle w:val="Heading1"/>
        <w:numPr>
          <w:ilvl w:val="1"/>
          <w:numId w:val="1"/>
        </w:numPr>
      </w:pPr>
      <w:r>
        <w:t xml:space="preserve">Test case </w:t>
      </w:r>
      <w:hyperlink r:id="rId184" w:tgtFrame="_blank" w:history="1">
        <w:r w:rsidRPr="006B1777">
          <w:t>1252</w:t>
        </w:r>
      </w:hyperlink>
      <w:r>
        <w:t>: Exchange Maintain Container for action Add NMCRL Image - Central Validation Failed - Return Code E-4140-13</w:t>
      </w:r>
    </w:p>
    <w:p w:rsidR="006B1777" w:rsidRDefault="006B1777" w:rsidP="006B1777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6B1777" w:rsidTr="006B1777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AddImageToNMCRL for a NSN (@NIIN)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P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  <w:lang w:val="fr-CH"/>
              </w:rPr>
            </w:pPr>
            <w:r w:rsidRPr="006B1777">
              <w:rPr>
                <w:rFonts w:ascii="Segoe UI" w:hAnsi="Segoe UI" w:cs="Segoe UI"/>
                <w:sz w:val="20"/>
                <w:szCs w:val="20"/>
                <w:lang w:val="fr-CH"/>
              </w:rPr>
              <w:t>Central Validation failed </w:t>
            </w:r>
            <w:r w:rsidRPr="006B1777">
              <w:rPr>
                <w:rFonts w:ascii="Segoe UI" w:hAnsi="Segoe UI" w:cs="Segoe UI"/>
                <w:sz w:val="20"/>
                <w:szCs w:val="20"/>
                <w:lang w:val="fr-CH"/>
              </w:rPr>
              <w:br/>
              <w:t> @NIIN, @PIC, @NCAGE, @RefNumber, @ImageName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b/>
                <w:bCs/>
                <w:i/>
                <w:iCs/>
                <w:strike/>
                <w:sz w:val="20"/>
                <w:szCs w:val="20"/>
                <w:u w:val="single"/>
                <w:vertAlign w:val="superscript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 - RETURN_CODE_8713 set to E-4140-13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 - DATA_ELEMENT_INFO     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 - DATA_ELEMENT_8714 set to NCAGE_CODE_4140</w:t>
            </w:r>
            <w:r>
              <w:rPr>
                <w:rFonts w:ascii="Segoe UI" w:hAnsi="Segoe UI" w:cs="Segoe UI"/>
                <w:sz w:val="20"/>
                <w:szCs w:val="20"/>
                <w:vertAlign w:val="superscript"/>
              </w:rPr>
              <w:br/>
              <w:t xml:space="preserve">  - ORIGINAL_DATA_ELEMENT_VALUE_8715 set to @PIC  </w:t>
            </w:r>
            <w:r>
              <w:rPr>
                <w:rFonts w:ascii="Segoe UI" w:hAnsi="Segoe UI" w:cs="Segoe UI"/>
                <w:sz w:val="20"/>
                <w:szCs w:val="20"/>
                <w:vertAlign w:val="superscript"/>
              </w:rPr>
              <w:br/>
              <w:t>  - COMMENT_8703 set to @COMMENT should be available in 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b/>
                <w:bCs/>
                <w:i/>
                <w:iCs/>
                <w:strike/>
                <w:sz w:val="20"/>
                <w:szCs w:val="20"/>
                <w:u w:val="single"/>
                <w:vertAlign w:val="superscript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 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6B1777" w:rsidRDefault="006B1777" w:rsidP="006B1777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679"/>
        <w:gridCol w:w="1068"/>
        <w:gridCol w:w="1031"/>
        <w:gridCol w:w="350"/>
        <w:gridCol w:w="701"/>
        <w:gridCol w:w="1535"/>
        <w:gridCol w:w="2211"/>
        <w:gridCol w:w="1065"/>
      </w:tblGrid>
      <w:tr w:rsidR="006B1777" w:rsidTr="006B1777">
        <w:trPr>
          <w:gridAfter w:val="7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NCAGE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RefNumber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ImageName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COMMENT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145788934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F470T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--KH--45LE-170--S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NORFRA2019-10-16_1_1.jpg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6B1777" w:rsidRPr="006B1777" w:rsidRDefault="006B1777" w:rsidP="000477EE">
      <w:pPr>
        <w:pStyle w:val="Heading1"/>
        <w:numPr>
          <w:ilvl w:val="1"/>
          <w:numId w:val="1"/>
        </w:numPr>
      </w:pPr>
      <w:r>
        <w:t xml:space="preserve">Test case </w:t>
      </w:r>
      <w:hyperlink r:id="rId185" w:tgtFrame="_blank" w:history="1">
        <w:r w:rsidRPr="006B1777">
          <w:t>1124</w:t>
        </w:r>
      </w:hyperlink>
      <w:r>
        <w:t>: Exchange Maintain Container for action Delete NMCRL Image</w:t>
      </w:r>
    </w:p>
    <w:p w:rsidR="006B1777" w:rsidRDefault="006B1777" w:rsidP="006B1777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220"/>
        <w:gridCol w:w="3602"/>
        <w:gridCol w:w="2899"/>
        <w:gridCol w:w="1919"/>
      </w:tblGrid>
      <w:tr w:rsidR="006B1777" w:rsidTr="006B1777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DeleteImageFromNMCRL for a NSN (@NIIN)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The message pasts Schema and Central Validation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@NIIN, @PIC, @NCAGE, @RefNumber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 message containing a container MAINTAIN with an action DeleteImageFromNMCRL should be available in Destination (@Destination) NCB_XXX_MSG Mailbox.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This message should be an exact copy of the message received from @source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MessageID, Container Serial Number and Action Serial Number should be stored in NACOMS Database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6B1777" w:rsidRDefault="006B1777" w:rsidP="006B1777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043"/>
        <w:gridCol w:w="1665"/>
        <w:gridCol w:w="1606"/>
        <w:gridCol w:w="534"/>
        <w:gridCol w:w="1087"/>
        <w:gridCol w:w="2705"/>
      </w:tblGrid>
      <w:tr w:rsidR="006B1777" w:rsidTr="006B1777">
        <w:trPr>
          <w:gridAfter w:val="5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NCAGE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RefNumber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145788934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F4702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--KH--45LE-170--S</w:t>
            </w:r>
          </w:p>
        </w:tc>
      </w:tr>
    </w:tbl>
    <w:p w:rsidR="006B1777" w:rsidRPr="006B1777" w:rsidRDefault="006B1777" w:rsidP="000477EE">
      <w:pPr>
        <w:pStyle w:val="Heading1"/>
        <w:numPr>
          <w:ilvl w:val="1"/>
          <w:numId w:val="1"/>
        </w:numPr>
      </w:pPr>
      <w:r>
        <w:lastRenderedPageBreak/>
        <w:t xml:space="preserve">Test case </w:t>
      </w:r>
      <w:hyperlink r:id="rId186" w:tgtFrame="_blank" w:history="1">
        <w:r w:rsidRPr="006B1777">
          <w:t>1125</w:t>
        </w:r>
      </w:hyperlink>
      <w:r>
        <w:t>: Exchange Maintain Container for action Delete NMCRL Image - Central Validation Failed - Return Code E-2867-04</w:t>
      </w:r>
    </w:p>
    <w:p w:rsidR="006B1777" w:rsidRDefault="006B1777" w:rsidP="006B1777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6B1777" w:rsidTr="006B1777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DeleteImageFromNMCRL for a NSN (@NIIN)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P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  <w:lang w:val="fr-CH"/>
              </w:rPr>
            </w:pPr>
            <w:r w:rsidRPr="006B1777">
              <w:rPr>
                <w:rFonts w:ascii="Segoe UI" w:hAnsi="Segoe UI" w:cs="Segoe UI"/>
                <w:sz w:val="20"/>
                <w:szCs w:val="20"/>
                <w:lang w:val="fr-CH"/>
              </w:rPr>
              <w:t>Central Validation failed </w:t>
            </w:r>
            <w:r w:rsidRPr="006B1777">
              <w:rPr>
                <w:rFonts w:ascii="Segoe UI" w:hAnsi="Segoe UI" w:cs="Segoe UI"/>
                <w:sz w:val="20"/>
                <w:szCs w:val="20"/>
                <w:lang w:val="fr-CH"/>
              </w:rPr>
              <w:br/>
              <w:t> @NIIN, @PIC, @NCAGE, @RefNumber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1DB9" w:rsidRPr="00221DB9" w:rsidRDefault="00221DB9" w:rsidP="00221DB9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 w:rsidRPr="00221DB9"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</w:p>
          <w:p w:rsidR="00221DB9" w:rsidRPr="00221DB9" w:rsidRDefault="00221DB9" w:rsidP="00221DB9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 w:rsidRPr="00221DB9">
              <w:rPr>
                <w:rFonts w:ascii="Segoe UI" w:hAnsi="Segoe UI" w:cs="Segoe UI"/>
                <w:sz w:val="20"/>
                <w:szCs w:val="20"/>
              </w:rPr>
              <w:t xml:space="preserve"> - REQUEST_MESSAGE_ID_8720 set with original Message ID</w:t>
            </w:r>
          </w:p>
          <w:p w:rsidR="00221DB9" w:rsidRPr="00221DB9" w:rsidRDefault="00221DB9" w:rsidP="00221DB9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 w:rsidRPr="00221DB9">
              <w:rPr>
                <w:rFonts w:ascii="Segoe UI" w:hAnsi="Segoe UI" w:cs="Segoe UI"/>
                <w:sz w:val="20"/>
                <w:szCs w:val="20"/>
              </w:rPr>
              <w:t xml:space="preserve"> - REQUEST_CONTAINER_SERIAL_NUMBER_8723 set with original container Serial Number</w:t>
            </w:r>
          </w:p>
          <w:p w:rsidR="00221DB9" w:rsidRPr="00221DB9" w:rsidRDefault="00221DB9" w:rsidP="00221DB9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 w:rsidRPr="00221DB9">
              <w:rPr>
                <w:rFonts w:ascii="Segoe UI" w:hAnsi="Segoe UI" w:cs="Segoe UI"/>
                <w:sz w:val="20"/>
                <w:szCs w:val="20"/>
              </w:rPr>
              <w:t xml:space="preserve"> - REQUEST_ACTION_SERIAL_NUMBER_8728 set with original action Serial Number</w:t>
            </w:r>
          </w:p>
          <w:p w:rsidR="00221DB9" w:rsidRPr="00221DB9" w:rsidRDefault="00221DB9" w:rsidP="00221DB9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 w:rsidRPr="00221DB9">
              <w:rPr>
                <w:rFonts w:ascii="Segoe UI" w:hAnsi="Segoe UI" w:cs="Segoe UI"/>
                <w:sz w:val="20"/>
                <w:szCs w:val="20"/>
              </w:rPr>
              <w:t xml:space="preserve"> - RETURN_CODE_8713 set to E-2867-04</w:t>
            </w:r>
          </w:p>
          <w:p w:rsidR="00221DB9" w:rsidRPr="00221DB9" w:rsidRDefault="00221DB9" w:rsidP="00221DB9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 w:rsidRPr="00221DB9">
              <w:rPr>
                <w:rFonts w:ascii="Segoe UI" w:hAnsi="Segoe UI" w:cs="Segoe UI"/>
                <w:sz w:val="20"/>
                <w:szCs w:val="20"/>
              </w:rPr>
              <w:t xml:space="preserve"> - DATA_ELEMENT_INFO      </w:t>
            </w:r>
          </w:p>
          <w:p w:rsidR="00221DB9" w:rsidRPr="00221DB9" w:rsidRDefault="00221DB9" w:rsidP="00221DB9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 w:rsidRPr="00221DB9">
              <w:rPr>
                <w:rFonts w:ascii="Segoe UI" w:hAnsi="Segoe UI" w:cs="Segoe UI"/>
                <w:sz w:val="20"/>
                <w:szCs w:val="20"/>
              </w:rPr>
              <w:t xml:space="preserve">   - DATA_ELEMENT_8714 set to PRIORITY_CODE_2867</w:t>
            </w:r>
          </w:p>
          <w:p w:rsidR="00221DB9" w:rsidRPr="00221DB9" w:rsidRDefault="00221DB9" w:rsidP="00221DB9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 w:rsidRPr="00221DB9">
              <w:rPr>
                <w:rFonts w:ascii="Segoe UI" w:hAnsi="Segoe UI" w:cs="Segoe UI"/>
                <w:sz w:val="20"/>
                <w:szCs w:val="20"/>
              </w:rPr>
              <w:t xml:space="preserve">  - ORIGINAL_DATA_ELEMENT_VALUE_8715 set to @PIC  </w:t>
            </w:r>
          </w:p>
          <w:p w:rsidR="006B1777" w:rsidRDefault="00221DB9" w:rsidP="00221DB9">
            <w:pPr>
              <w:textAlignment w:val="top"/>
              <w:rPr>
                <w:rFonts w:ascii="Segoe UI" w:hAnsi="Segoe UI" w:cs="Segoe UI"/>
                <w:b/>
                <w:bCs/>
                <w:i/>
                <w:iCs/>
                <w:strike/>
                <w:sz w:val="20"/>
                <w:szCs w:val="20"/>
                <w:u w:val="single"/>
                <w:vertAlign w:val="superscript"/>
              </w:rPr>
            </w:pPr>
            <w:r w:rsidRPr="00221DB9">
              <w:rPr>
                <w:rFonts w:ascii="Segoe UI" w:hAnsi="Segoe UI" w:cs="Segoe UI"/>
                <w:sz w:val="20"/>
                <w:szCs w:val="20"/>
              </w:rPr>
              <w:t xml:space="preserve">  - COMMENT_8703 set to @COMMENT should be available in 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b/>
                <w:bCs/>
                <w:i/>
                <w:iCs/>
                <w:strike/>
                <w:sz w:val="20"/>
                <w:szCs w:val="20"/>
                <w:u w:val="single"/>
                <w:vertAlign w:val="superscript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 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6B1777" w:rsidRDefault="006B1777" w:rsidP="006B1777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679"/>
        <w:gridCol w:w="1068"/>
        <w:gridCol w:w="1031"/>
        <w:gridCol w:w="350"/>
        <w:gridCol w:w="701"/>
        <w:gridCol w:w="1319"/>
        <w:gridCol w:w="3492"/>
      </w:tblGrid>
      <w:tr w:rsidR="006B1777" w:rsidTr="006B1777">
        <w:trPr>
          <w:gridAfter w:val="6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NCAGE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RefNumber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COMMENT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145788934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F4702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--KH--45LE-170--S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The specified condition was not met for 'PRIORITY_CODE_2867'.</w:t>
            </w:r>
          </w:p>
        </w:tc>
      </w:tr>
    </w:tbl>
    <w:p w:rsidR="00186FAE" w:rsidRDefault="00186FAE" w:rsidP="00186FAE"/>
    <w:p w:rsidR="00186FAE" w:rsidRDefault="00186FAE" w:rsidP="00186FAE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:rsidR="006B1777" w:rsidRPr="006B1777" w:rsidRDefault="006B1777" w:rsidP="000477EE">
      <w:pPr>
        <w:pStyle w:val="Heading1"/>
        <w:numPr>
          <w:ilvl w:val="1"/>
          <w:numId w:val="1"/>
        </w:numPr>
      </w:pPr>
      <w:r>
        <w:lastRenderedPageBreak/>
        <w:t xml:space="preserve">Test case </w:t>
      </w:r>
      <w:hyperlink r:id="rId187" w:tgtFrame="_blank" w:history="1">
        <w:r w:rsidRPr="006B1777">
          <w:t>1127</w:t>
        </w:r>
      </w:hyperlink>
      <w:r>
        <w:t>: Exchange Maintain Container for action Delete NMCRL Image - Central Validation Failed - Return Code E-XXXX-18</w:t>
      </w:r>
    </w:p>
    <w:p w:rsidR="006B1777" w:rsidRDefault="006B1777" w:rsidP="006B1777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6B1777" w:rsidTr="006B1777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DeleteImageFromNMCRL for a NSN (@NIIN)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P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  <w:lang w:val="fr-CH"/>
              </w:rPr>
            </w:pPr>
            <w:r w:rsidRPr="006B1777">
              <w:rPr>
                <w:rFonts w:ascii="Segoe UI" w:hAnsi="Segoe UI" w:cs="Segoe UI"/>
                <w:sz w:val="20"/>
                <w:szCs w:val="20"/>
                <w:lang w:val="fr-CH"/>
              </w:rPr>
              <w:t>Central Validation failed </w:t>
            </w:r>
            <w:r w:rsidRPr="006B1777">
              <w:rPr>
                <w:rFonts w:ascii="Segoe UI" w:hAnsi="Segoe UI" w:cs="Segoe UI"/>
                <w:sz w:val="20"/>
                <w:szCs w:val="20"/>
                <w:lang w:val="fr-CH"/>
              </w:rPr>
              <w:br/>
              <w:t> @NIIN, @PIC, @NCAGE, @RefNumber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- RETURN_CODE_8713 set to @ErrorCode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 - DATA_ELEMENT_INFO     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 - DATA_ELEMENT_8714 set to @DataElement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 - ORIGINAL_DATA_ELEMENT_VALUE_8715 set to @NCAGE or @RefNumber 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 - COMMENT_8703 set to @COMMENT should be available in 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 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6B1777" w:rsidRDefault="006B1777" w:rsidP="006B1777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547"/>
        <w:gridCol w:w="847"/>
        <w:gridCol w:w="818"/>
        <w:gridCol w:w="286"/>
        <w:gridCol w:w="560"/>
        <w:gridCol w:w="851"/>
        <w:gridCol w:w="1945"/>
        <w:gridCol w:w="2016"/>
        <w:gridCol w:w="770"/>
      </w:tblGrid>
      <w:tr w:rsidR="006B1777" w:rsidTr="006B1777">
        <w:trPr>
          <w:gridAfter w:val="8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NCAGE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RefNumber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DataElement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COMMENT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ErrorCode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145788934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--KH--45LE-170--S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NCAGE_CODE_4140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'NCAGE_CODE_4140' must not be empty.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E-4140-18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145788934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F4702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REFERENCE_NUMBER_8733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'REFERENCE_NUMBER_8733' must not be empty.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E-8733-18</w:t>
            </w:r>
          </w:p>
        </w:tc>
      </w:tr>
    </w:tbl>
    <w:p w:rsidR="006B1777" w:rsidRDefault="006B1777" w:rsidP="006B1777">
      <w:pPr>
        <w:rPr>
          <w:rFonts w:ascii="Times New Roman" w:hAnsi="Times New Roman"/>
        </w:rPr>
      </w:pPr>
      <w:r>
        <w:lastRenderedPageBreak/>
        <w:t xml:space="preserve">Test case </w:t>
      </w:r>
      <w:hyperlink r:id="rId188" w:tgtFrame="_blank" w:history="1">
        <w:r>
          <w:rPr>
            <w:rStyle w:val="Hyperlink"/>
          </w:rPr>
          <w:t>1128</w:t>
        </w:r>
      </w:hyperlink>
      <w:r>
        <w:t>: Exchange Maintain Container for action Delete NMCRL Image - Central Validation Failed - Return Code E-0846-05</w:t>
      </w:r>
    </w:p>
    <w:p w:rsidR="006B1777" w:rsidRDefault="006B1777" w:rsidP="006B1777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6B1777" w:rsidTr="006B1777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DeleteImageFromNMCRL for a NSN (@NIIN)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P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  <w:lang w:val="fr-CH"/>
              </w:rPr>
            </w:pPr>
            <w:r w:rsidRPr="006B1777">
              <w:rPr>
                <w:rFonts w:ascii="Segoe UI" w:hAnsi="Segoe UI" w:cs="Segoe UI"/>
                <w:sz w:val="20"/>
                <w:szCs w:val="20"/>
                <w:lang w:val="fr-CH"/>
              </w:rPr>
              <w:t>Central Validation failed </w:t>
            </w:r>
            <w:r w:rsidRPr="006B1777">
              <w:rPr>
                <w:rFonts w:ascii="Segoe UI" w:hAnsi="Segoe UI" w:cs="Segoe UI"/>
                <w:sz w:val="20"/>
                <w:szCs w:val="20"/>
                <w:lang w:val="fr-CH"/>
              </w:rPr>
              <w:br/>
              <w:t> @NIIN, @PIC, @NCAGE, @RefNumber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- RETURN_CODE_8713 set to E-0846-05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 - DATA_ELEMENT_INFO     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 - DATA_ELEMENT_8714 set to NCAGE_CODE_4140 and REFERENCE_NUMBER_8733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 - ORIGINAL_DATA_ELEMENT_VALUE_8715 set to @NCAGE and @RefNumber  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 - COMMENT_8703 set to @COMMENT should be available in 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 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6B1777" w:rsidRDefault="006B1777" w:rsidP="006B1777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679"/>
        <w:gridCol w:w="1068"/>
        <w:gridCol w:w="1031"/>
        <w:gridCol w:w="350"/>
        <w:gridCol w:w="701"/>
        <w:gridCol w:w="1248"/>
        <w:gridCol w:w="3563"/>
      </w:tblGrid>
      <w:tr w:rsidR="006B1777" w:rsidTr="006B1777">
        <w:trPr>
          <w:gridAfter w:val="6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NCAGE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RefNumber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COMMENT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145920607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F4702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--KH--45LE-170--S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'The reference is not registered for the provided NIIN.' and 'The reference is not registered for the provided NCAGE.'</w:t>
            </w:r>
          </w:p>
        </w:tc>
      </w:tr>
    </w:tbl>
    <w:p w:rsidR="006B1777" w:rsidRPr="006B1777" w:rsidRDefault="006B1777" w:rsidP="000477EE">
      <w:pPr>
        <w:pStyle w:val="Heading1"/>
        <w:numPr>
          <w:ilvl w:val="1"/>
          <w:numId w:val="1"/>
        </w:numPr>
      </w:pPr>
      <w:r>
        <w:lastRenderedPageBreak/>
        <w:t xml:space="preserve">Test case </w:t>
      </w:r>
      <w:hyperlink r:id="rId189" w:tgtFrame="_blank" w:history="1">
        <w:r w:rsidRPr="006B1777">
          <w:t>1129</w:t>
        </w:r>
      </w:hyperlink>
      <w:r>
        <w:t>: Exchange Maintain Container for action Delete NMCRL Image - Central Validation Failed - Return Code E-8709-16</w:t>
      </w:r>
    </w:p>
    <w:p w:rsidR="006B1777" w:rsidRDefault="006B1777" w:rsidP="006B1777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6B1777" w:rsidTr="006B1777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DeleteImageFromNMCRL for a NSN (@NIIN)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P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  <w:lang w:val="fr-CH"/>
              </w:rPr>
            </w:pPr>
            <w:r w:rsidRPr="006B1777">
              <w:rPr>
                <w:rFonts w:ascii="Segoe UI" w:hAnsi="Segoe UI" w:cs="Segoe UI"/>
                <w:sz w:val="20"/>
                <w:szCs w:val="20"/>
                <w:lang w:val="fr-CH"/>
              </w:rPr>
              <w:t>Central Validation failed </w:t>
            </w:r>
            <w:r w:rsidRPr="006B1777">
              <w:rPr>
                <w:rFonts w:ascii="Segoe UI" w:hAnsi="Segoe UI" w:cs="Segoe UI"/>
                <w:sz w:val="20"/>
                <w:szCs w:val="20"/>
                <w:lang w:val="fr-CH"/>
              </w:rPr>
              <w:br/>
              <w:t> @NIIN, @PIC, @NCAGE, @RefNumber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b/>
                <w:bCs/>
                <w:i/>
                <w:iCs/>
                <w:strike/>
                <w:sz w:val="20"/>
                <w:szCs w:val="20"/>
                <w:u w:val="single"/>
                <w:vertAlign w:val="superscript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- RETURN_CODE_8713 set to E-8709-16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 - DATA_ELEMENT_INFO     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 - DATA_ELEMENT_8714 set to REFERENCE_NUMBER_8733</w:t>
            </w:r>
            <w:r>
              <w:rPr>
                <w:rFonts w:ascii="Segoe UI" w:hAnsi="Segoe UI" w:cs="Segoe UI"/>
                <w:sz w:val="20"/>
                <w:szCs w:val="20"/>
                <w:vertAlign w:val="superscript"/>
              </w:rPr>
              <w:br/>
              <w:t>  - ORIGINAL_DATA_ELEMENT_VALUE_8715 set to @RefNumber  </w:t>
            </w:r>
            <w:r>
              <w:rPr>
                <w:rFonts w:ascii="Segoe UI" w:hAnsi="Segoe UI" w:cs="Segoe UI"/>
                <w:sz w:val="20"/>
                <w:szCs w:val="20"/>
                <w:vertAlign w:val="superscript"/>
              </w:rPr>
              <w:br/>
              <w:t>  - COMMENT_8703 set to @COMMENT should be available in 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b/>
                <w:bCs/>
                <w:i/>
                <w:iCs/>
                <w:strike/>
                <w:sz w:val="20"/>
                <w:szCs w:val="20"/>
                <w:u w:val="single"/>
                <w:vertAlign w:val="superscript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 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6B1777" w:rsidRDefault="006B1777" w:rsidP="006B1777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679"/>
        <w:gridCol w:w="1068"/>
        <w:gridCol w:w="1031"/>
        <w:gridCol w:w="350"/>
        <w:gridCol w:w="701"/>
        <w:gridCol w:w="1074"/>
        <w:gridCol w:w="3737"/>
      </w:tblGrid>
      <w:tr w:rsidR="006B1777" w:rsidTr="006B1777">
        <w:trPr>
          <w:gridAfter w:val="6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NCAGE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RefNumber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COMMENT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NZL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250000083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N0172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STR7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Validation failed, as the RNAAC is a nation and a user of the NIIN, the source sould match RNAAC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NZL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145081415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Validation failed, the Source must be the NIIN owner.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145898419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S0622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MCU-002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Validation failed, as the RNAAC is a not nation the source should be a uer of the NIIN</w:t>
            </w:r>
          </w:p>
        </w:tc>
      </w:tr>
    </w:tbl>
    <w:p w:rsidR="006B1777" w:rsidRPr="006B1777" w:rsidRDefault="006B1777" w:rsidP="000477EE">
      <w:pPr>
        <w:pStyle w:val="Heading1"/>
        <w:numPr>
          <w:ilvl w:val="1"/>
          <w:numId w:val="1"/>
        </w:numPr>
      </w:pPr>
      <w:r>
        <w:lastRenderedPageBreak/>
        <w:t xml:space="preserve">Test case </w:t>
      </w:r>
      <w:hyperlink r:id="rId190" w:tgtFrame="_blank" w:history="1">
        <w:r w:rsidRPr="006B1777">
          <w:t>1130</w:t>
        </w:r>
      </w:hyperlink>
      <w:r>
        <w:t>: Exchange Maintain Container for action Delete NMCRL Image - Central Validation Failed - Return Code E-8733-21</w:t>
      </w:r>
    </w:p>
    <w:p w:rsidR="006B1777" w:rsidRDefault="006B1777" w:rsidP="006B1777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6B1777" w:rsidTr="006B1777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DeleteImageFromNMCRL for a NSN (@NIIN)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P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  <w:lang w:val="fr-CH"/>
              </w:rPr>
            </w:pPr>
            <w:r w:rsidRPr="006B1777">
              <w:rPr>
                <w:rFonts w:ascii="Segoe UI" w:hAnsi="Segoe UI" w:cs="Segoe UI"/>
                <w:sz w:val="20"/>
                <w:szCs w:val="20"/>
                <w:lang w:val="fr-CH"/>
              </w:rPr>
              <w:t>Central Validation failed </w:t>
            </w:r>
            <w:r w:rsidRPr="006B1777">
              <w:rPr>
                <w:rFonts w:ascii="Segoe UI" w:hAnsi="Segoe UI" w:cs="Segoe UI"/>
                <w:sz w:val="20"/>
                <w:szCs w:val="20"/>
                <w:lang w:val="fr-CH"/>
              </w:rPr>
              <w:br/>
              <w:t> @NIIN, @PIC, @NCAGE, @RefNumber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b/>
                <w:bCs/>
                <w:i/>
                <w:iCs/>
                <w:strike/>
                <w:sz w:val="20"/>
                <w:szCs w:val="20"/>
                <w:u w:val="single"/>
                <w:vertAlign w:val="superscript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- RETURN_CODE_8713 set to E-8733-21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 - DATA_ELEMENT_INFO     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 - DATA_ELEMENT_8714 set to REFERENCE_NUMBER_8733</w:t>
            </w:r>
            <w:r>
              <w:rPr>
                <w:rFonts w:ascii="Segoe UI" w:hAnsi="Segoe UI" w:cs="Segoe UI"/>
                <w:sz w:val="20"/>
                <w:szCs w:val="20"/>
                <w:vertAlign w:val="superscript"/>
              </w:rPr>
              <w:br/>
              <w:t xml:space="preserve">  </w:t>
            </w:r>
            <w:r w:rsidRPr="00186FAE">
              <w:rPr>
                <w:rFonts w:ascii="Segoe UI" w:hAnsi="Segoe UI" w:cs="Segoe UI"/>
                <w:sz w:val="20"/>
                <w:szCs w:val="20"/>
              </w:rPr>
              <w:t xml:space="preserve">- ORIGINAL_DATA_ELEMENT_VALUE_8715 set to @RefNumber </w:t>
            </w:r>
            <w:r w:rsidRPr="00186FAE">
              <w:rPr>
                <w:rFonts w:ascii="Segoe UI" w:hAnsi="Segoe UI" w:cs="Segoe UI"/>
                <w:sz w:val="20"/>
                <w:szCs w:val="20"/>
              </w:rPr>
              <w:br/>
              <w:t>  - COMMENT_8703 set to @COMMENT should be available in 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b/>
                <w:bCs/>
                <w:i/>
                <w:iCs/>
                <w:strike/>
                <w:sz w:val="20"/>
                <w:szCs w:val="20"/>
                <w:u w:val="single"/>
                <w:vertAlign w:val="superscript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6B1777" w:rsidRDefault="006B1777" w:rsidP="006B1777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679"/>
        <w:gridCol w:w="1068"/>
        <w:gridCol w:w="1031"/>
        <w:gridCol w:w="350"/>
        <w:gridCol w:w="701"/>
        <w:gridCol w:w="1439"/>
        <w:gridCol w:w="3372"/>
      </w:tblGrid>
      <w:tr w:rsidR="006B1777" w:rsidTr="006B1777">
        <w:trPr>
          <w:gridAfter w:val="6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NCAGE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RefNumber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COMMENT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145788934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F4702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¥--KH--45LE-170--S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Invalid character 'YEN SIGN' (U+00A5) found in field at position 0</w:t>
            </w:r>
          </w:p>
        </w:tc>
      </w:tr>
    </w:tbl>
    <w:p w:rsidR="006B1777" w:rsidRPr="006B1777" w:rsidRDefault="006B1777" w:rsidP="000477EE">
      <w:pPr>
        <w:pStyle w:val="Heading1"/>
        <w:numPr>
          <w:ilvl w:val="1"/>
          <w:numId w:val="1"/>
        </w:numPr>
      </w:pPr>
      <w:r>
        <w:t xml:space="preserve">Test case </w:t>
      </w:r>
      <w:hyperlink r:id="rId191" w:tgtFrame="_blank" w:history="1">
        <w:r w:rsidRPr="006B1777">
          <w:t>1292</w:t>
        </w:r>
      </w:hyperlink>
      <w:r>
        <w:t>: Exchange Maintain Container for action Add IUID Indicator to NMCRL</w:t>
      </w:r>
    </w:p>
    <w:p w:rsidR="006B1777" w:rsidRDefault="006B1777" w:rsidP="006B1777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3475"/>
        <w:gridCol w:w="3129"/>
        <w:gridCol w:w="1842"/>
      </w:tblGrid>
      <w:tr w:rsidR="006B1777" w:rsidTr="006B1777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Upload a zip file containing a message (@Source @Destination) containing a </w:t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MAINTAIN container with action AddIUIDIndicatorToNMCRL for a NSN (@NIIN)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The message pasts Schema and Central Validation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@NIIN, @PIC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 message containing a container MAINTAIN with an action  AddIUIDIndicatorToNMCRL should be available in Destination (@Destination) NCB_XXX_MSG Mailbox.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This message should be an exact copy of the message received from @source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MessageID, Container Serial Number and Action Serial Number should be stored in NACOMS Database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6B1777" w:rsidRDefault="006B1777" w:rsidP="006B1777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844"/>
        <w:gridCol w:w="2974"/>
        <w:gridCol w:w="2869"/>
        <w:gridCol w:w="953"/>
      </w:tblGrid>
      <w:tr w:rsidR="006B1777" w:rsidTr="006B1777">
        <w:trPr>
          <w:gridAfter w:val="3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145788934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</w:tr>
    </w:tbl>
    <w:p w:rsidR="006B1777" w:rsidRPr="006B1777" w:rsidRDefault="006B1777" w:rsidP="000477EE">
      <w:pPr>
        <w:pStyle w:val="Heading1"/>
        <w:numPr>
          <w:ilvl w:val="1"/>
          <w:numId w:val="1"/>
        </w:numPr>
      </w:pPr>
      <w:r>
        <w:t xml:space="preserve">Test case </w:t>
      </w:r>
      <w:hyperlink r:id="rId192" w:tgtFrame="_blank" w:history="1">
        <w:r w:rsidRPr="006B1777">
          <w:t>1293</w:t>
        </w:r>
      </w:hyperlink>
      <w:r>
        <w:t>: Exchange Maintain Container for action Add IUID Indicator to NMCRL - Central Validation Failed - Return Code E-2867-04</w:t>
      </w:r>
    </w:p>
    <w:p w:rsidR="006B1777" w:rsidRDefault="006B1777" w:rsidP="006B1777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6B1777" w:rsidTr="006B1777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AddIUIDIndicatorToNMCRL for a NSN (@NIIN)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P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  <w:lang w:val="fr-CH"/>
              </w:rPr>
            </w:pPr>
            <w:r w:rsidRPr="006B1777">
              <w:rPr>
                <w:rFonts w:ascii="Segoe UI" w:hAnsi="Segoe UI" w:cs="Segoe UI"/>
                <w:sz w:val="20"/>
                <w:szCs w:val="20"/>
                <w:lang w:val="fr-CH"/>
              </w:rPr>
              <w:t>Central Validation failed </w:t>
            </w:r>
            <w:r w:rsidRPr="006B1777">
              <w:rPr>
                <w:rFonts w:ascii="Segoe UI" w:hAnsi="Segoe UI" w:cs="Segoe UI"/>
                <w:sz w:val="20"/>
                <w:szCs w:val="20"/>
                <w:lang w:val="fr-CH"/>
              </w:rPr>
              <w:br/>
              <w:t> @NIIN, @PIC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Pr="00186FAE" w:rsidRDefault="00186FAE">
            <w:pPr>
              <w:textAlignment w:val="top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- RETURN_CODE_8713 set to E-8733-21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 - DATA_ELEMENT_INFO     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   - DATA_ELEMENT_8714 set to </w:t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PRIORITY_CODE_2867</w:t>
            </w:r>
            <w:r>
              <w:rPr>
                <w:rFonts w:ascii="Segoe UI" w:hAnsi="Segoe UI" w:cs="Segoe UI"/>
                <w:sz w:val="20"/>
                <w:szCs w:val="20"/>
                <w:vertAlign w:val="superscript"/>
              </w:rPr>
              <w:br/>
              <w:t xml:space="preserve">  </w:t>
            </w:r>
            <w:r w:rsidRPr="00186FAE">
              <w:rPr>
                <w:rFonts w:ascii="Segoe UI" w:hAnsi="Segoe UI" w:cs="Segoe UI"/>
                <w:sz w:val="20"/>
                <w:szCs w:val="20"/>
              </w:rPr>
              <w:t>- ORIGINAL_DATA_ELEMENT_VALUE_8715 set to @</w:t>
            </w:r>
            <w:r>
              <w:rPr>
                <w:rFonts w:ascii="Segoe UI" w:hAnsi="Segoe UI" w:cs="Segoe UI"/>
                <w:sz w:val="20"/>
                <w:szCs w:val="20"/>
              </w:rPr>
              <w:t>PIC</w:t>
            </w:r>
            <w:r w:rsidRPr="00186FAE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186FAE">
              <w:rPr>
                <w:rFonts w:ascii="Segoe UI" w:hAnsi="Segoe UI" w:cs="Segoe UI"/>
                <w:sz w:val="20"/>
                <w:szCs w:val="20"/>
              </w:rPr>
              <w:br/>
              <w:t>  - COMMENT_8703 set to @COMMENT should be available in source (@Source) NCB_XXX_MSG mailbox</w:t>
            </w:r>
            <w:r w:rsidR="006B1777">
              <w:rPr>
                <w:rFonts w:ascii="Segoe UI" w:hAnsi="Segoe UI" w:cs="Segoe UI"/>
                <w:sz w:val="20"/>
                <w:szCs w:val="20"/>
                <w:vertAlign w:val="superscript"/>
              </w:rPr>
              <w:t>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b/>
                <w:bCs/>
                <w:i/>
                <w:iCs/>
                <w:strike/>
                <w:sz w:val="20"/>
                <w:szCs w:val="20"/>
                <w:u w:val="single"/>
                <w:vertAlign w:val="superscript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 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6B1777" w:rsidRDefault="006B1777" w:rsidP="006B1777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679"/>
        <w:gridCol w:w="1068"/>
        <w:gridCol w:w="1031"/>
        <w:gridCol w:w="350"/>
        <w:gridCol w:w="5512"/>
      </w:tblGrid>
      <w:tr w:rsidR="006B1777" w:rsidTr="006B1777">
        <w:trPr>
          <w:gridAfter w:val="4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COMMENT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145788934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The specified condition was not met for 'PRIORITY_CODE_2867'.</w:t>
            </w:r>
          </w:p>
        </w:tc>
      </w:tr>
    </w:tbl>
    <w:p w:rsidR="006B1777" w:rsidRPr="006B1777" w:rsidRDefault="006B1777" w:rsidP="000477EE">
      <w:pPr>
        <w:pStyle w:val="Heading1"/>
        <w:numPr>
          <w:ilvl w:val="1"/>
          <w:numId w:val="1"/>
        </w:numPr>
      </w:pPr>
      <w:r>
        <w:t xml:space="preserve">Test case </w:t>
      </w:r>
      <w:hyperlink r:id="rId193" w:tgtFrame="_blank" w:history="1">
        <w:r w:rsidRPr="006B1777">
          <w:t>1294</w:t>
        </w:r>
      </w:hyperlink>
      <w:r>
        <w:t>: Exchange Maintain Container for action Add IUID Indicator to NMCRL - Central Validation Failed - Return Code E-4000-08</w:t>
      </w:r>
    </w:p>
    <w:p w:rsidR="006B1777" w:rsidRDefault="006B1777" w:rsidP="006B1777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6B1777" w:rsidTr="006B1777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AddIUIDIndicatorToNMCRL for a NSN (@NIIN)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Central Validation failed on @NIIN; @NIIN not present in NTIR database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- RETURN_CODE_8713 set to E-4000-08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 - DATA_ELEMENT_INFO     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 - DATA_ELEMENT_8714 set to NIIN_4000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  - ORIGINAL_DATA_ELEMENT_VALUE_8715 set to @PIC 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 - COMMENT_8703 set to @COMMENT should be available in 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 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6B1777" w:rsidRDefault="006B1777" w:rsidP="006B1777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382"/>
        <w:gridCol w:w="2218"/>
        <w:gridCol w:w="2140"/>
        <w:gridCol w:w="705"/>
        <w:gridCol w:w="2195"/>
      </w:tblGrid>
      <w:tr w:rsidR="006B1777" w:rsidTr="006B1777">
        <w:trPr>
          <w:gridAfter w:val="4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COMMENT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NZL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145953628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6B1777" w:rsidRPr="006B1777" w:rsidRDefault="006B1777" w:rsidP="000477EE">
      <w:pPr>
        <w:pStyle w:val="Heading1"/>
        <w:numPr>
          <w:ilvl w:val="1"/>
          <w:numId w:val="1"/>
        </w:numPr>
      </w:pPr>
      <w:r>
        <w:t xml:space="preserve">Test case </w:t>
      </w:r>
      <w:hyperlink r:id="rId194" w:tgtFrame="_blank" w:history="1">
        <w:r w:rsidRPr="006B1777">
          <w:t>1295</w:t>
        </w:r>
      </w:hyperlink>
      <w:r>
        <w:t>: Exchange Maintain Container for action Add IUID Indicator to NMCRL - Central Validation Failed - Return Code E-8709-16</w:t>
      </w:r>
    </w:p>
    <w:p w:rsidR="006B1777" w:rsidRDefault="006B1777" w:rsidP="006B1777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806"/>
        <w:gridCol w:w="4132"/>
        <w:gridCol w:w="1508"/>
      </w:tblGrid>
      <w:tr w:rsidR="006B1777" w:rsidTr="006B1777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AddIUIDIndicatorToNMCRL for a NSN (@NIIN)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P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  <w:lang w:val="fr-CH"/>
              </w:rPr>
            </w:pPr>
            <w:r w:rsidRPr="006B1777">
              <w:rPr>
                <w:rFonts w:ascii="Segoe UI" w:hAnsi="Segoe UI" w:cs="Segoe UI"/>
                <w:sz w:val="20"/>
                <w:szCs w:val="20"/>
                <w:lang w:val="fr-CH"/>
              </w:rPr>
              <w:t>Central Validation failed </w:t>
            </w:r>
            <w:r w:rsidRPr="006B1777">
              <w:rPr>
                <w:rFonts w:ascii="Segoe UI" w:hAnsi="Segoe UI" w:cs="Segoe UI"/>
                <w:sz w:val="20"/>
                <w:szCs w:val="20"/>
                <w:lang w:val="fr-CH"/>
              </w:rPr>
              <w:br/>
              <w:t> @NIIN, @PIC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b/>
                <w:bCs/>
                <w:i/>
                <w:iCs/>
                <w:strike/>
                <w:sz w:val="20"/>
                <w:szCs w:val="20"/>
                <w:u w:val="single"/>
                <w:vertAlign w:val="superscript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- RETURN_CODE_8713 set to E-8709-16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 - DATA_ELEMENT_INFO     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 - DATA_ELEMENT_8714 set to REFERENCE_NUMBER_8733</w:t>
            </w:r>
            <w:r>
              <w:rPr>
                <w:rFonts w:ascii="Segoe UI" w:hAnsi="Segoe UI" w:cs="Segoe UI"/>
                <w:sz w:val="20"/>
                <w:szCs w:val="20"/>
                <w:vertAlign w:val="superscript"/>
              </w:rPr>
              <w:br/>
              <w:t>  - ORIGINAL_DATA_ELEMENT_VALUE_8715 set to @NIIN  </w:t>
            </w:r>
            <w:r>
              <w:rPr>
                <w:rFonts w:ascii="Segoe UI" w:hAnsi="Segoe UI" w:cs="Segoe UI"/>
                <w:sz w:val="20"/>
                <w:szCs w:val="20"/>
                <w:vertAlign w:val="superscript"/>
              </w:rPr>
              <w:br/>
              <w:t>  - COMMENT_8703 set to @COMMENT should be available in 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b/>
                <w:bCs/>
                <w:i/>
                <w:iCs/>
                <w:strike/>
                <w:sz w:val="20"/>
                <w:szCs w:val="20"/>
                <w:u w:val="single"/>
                <w:vertAlign w:val="superscript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 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6B1777" w:rsidRDefault="006B1777" w:rsidP="006B1777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382"/>
        <w:gridCol w:w="2218"/>
        <w:gridCol w:w="2140"/>
        <w:gridCol w:w="705"/>
        <w:gridCol w:w="2195"/>
      </w:tblGrid>
      <w:tr w:rsidR="006B1777" w:rsidTr="006B1777">
        <w:trPr>
          <w:gridAfter w:val="4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COMMENT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NZL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250000083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6B1777" w:rsidRPr="006B1777" w:rsidRDefault="006B1777" w:rsidP="000477EE">
      <w:pPr>
        <w:pStyle w:val="Heading1"/>
        <w:numPr>
          <w:ilvl w:val="1"/>
          <w:numId w:val="1"/>
        </w:numPr>
      </w:pPr>
      <w:r>
        <w:t xml:space="preserve">Test case </w:t>
      </w:r>
      <w:hyperlink r:id="rId195" w:tgtFrame="_blank" w:history="1">
        <w:r w:rsidRPr="006B1777">
          <w:t>1296</w:t>
        </w:r>
      </w:hyperlink>
      <w:r>
        <w:t>: Exchange Maintain Container for action Delete IUID Indicator from NMCRL</w:t>
      </w:r>
    </w:p>
    <w:p w:rsidR="006B1777" w:rsidRDefault="006B1777" w:rsidP="006B1777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3181"/>
        <w:gridCol w:w="3570"/>
        <w:gridCol w:w="1695"/>
      </w:tblGrid>
      <w:tr w:rsidR="006B1777" w:rsidTr="006B1777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DeleteIUIDIndicatorFromNMCRL for a NSN (@NIIN)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The message pasts Schema and Central Validation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@NIIN, @PIC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 message containing a container MAINTAIN with an action  DeleteIUIDIndicatorFromNMCRL should be available in Destination (@Destination) NCB_XXX_MSG Mailbox.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This message should be an exact copy of the message received from @source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MessageID, Container Serial Number and Action Serial Number should be stored in NACOMS Database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6B1777" w:rsidRDefault="006B1777" w:rsidP="006B1777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844"/>
        <w:gridCol w:w="2974"/>
        <w:gridCol w:w="2869"/>
        <w:gridCol w:w="953"/>
      </w:tblGrid>
      <w:tr w:rsidR="006B1777" w:rsidTr="006B1777">
        <w:trPr>
          <w:gridAfter w:val="3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145788934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</w:tr>
    </w:tbl>
    <w:p w:rsidR="006B1777" w:rsidRPr="006B1777" w:rsidRDefault="006B1777" w:rsidP="000477EE">
      <w:pPr>
        <w:pStyle w:val="Heading1"/>
        <w:numPr>
          <w:ilvl w:val="1"/>
          <w:numId w:val="1"/>
        </w:numPr>
      </w:pPr>
      <w:r>
        <w:t xml:space="preserve">Test case </w:t>
      </w:r>
      <w:hyperlink r:id="rId196" w:tgtFrame="_blank" w:history="1">
        <w:r w:rsidRPr="006B1777">
          <w:t>1297</w:t>
        </w:r>
      </w:hyperlink>
      <w:r>
        <w:t>: Exchange Maintain Container for action Delete IUID Indicator to NMCRL - Central Validation Failed - Return Code E-2867-04</w:t>
      </w:r>
    </w:p>
    <w:p w:rsidR="006B1777" w:rsidRDefault="006B1777" w:rsidP="006B1777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919"/>
        <w:gridCol w:w="4132"/>
        <w:gridCol w:w="1395"/>
      </w:tblGrid>
      <w:tr w:rsidR="006B1777" w:rsidTr="006B1777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DeleteIUIDIndicatorFromNMCRL for a NSN (@NIIN)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P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  <w:lang w:val="fr-CH"/>
              </w:rPr>
            </w:pPr>
            <w:r w:rsidRPr="006B1777">
              <w:rPr>
                <w:rFonts w:ascii="Segoe UI" w:hAnsi="Segoe UI" w:cs="Segoe UI"/>
                <w:sz w:val="20"/>
                <w:szCs w:val="20"/>
                <w:lang w:val="fr-CH"/>
              </w:rPr>
              <w:t>Central Validation failed </w:t>
            </w:r>
            <w:r w:rsidRPr="006B1777">
              <w:rPr>
                <w:rFonts w:ascii="Segoe UI" w:hAnsi="Segoe UI" w:cs="Segoe UI"/>
                <w:sz w:val="20"/>
                <w:szCs w:val="20"/>
                <w:lang w:val="fr-CH"/>
              </w:rPr>
              <w:br/>
              <w:t> @NIIN, @PIC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b/>
                <w:bCs/>
                <w:i/>
                <w:iCs/>
                <w:strike/>
                <w:sz w:val="20"/>
                <w:szCs w:val="20"/>
                <w:u w:val="single"/>
                <w:vertAlign w:val="superscript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- REQUEST_CONTAINER_SERIAL_NUMBER_8723 </w:t>
            </w: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- RETURN_CODE_8713 set to E-2867-04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 - DATA_ELEMENT_INFO     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 - DATA_ELEMENT_8714 set to PRIORITY_CODE_2867</w:t>
            </w:r>
            <w:r>
              <w:rPr>
                <w:rFonts w:ascii="Segoe UI" w:hAnsi="Segoe UI" w:cs="Segoe UI"/>
                <w:sz w:val="20"/>
                <w:szCs w:val="20"/>
                <w:vertAlign w:val="superscript"/>
              </w:rPr>
              <w:br/>
              <w:t xml:space="preserve">  - ORIGINAL_DATA_ELEMENT_VALUE_8715 set to @PIC  </w:t>
            </w:r>
            <w:r>
              <w:rPr>
                <w:rFonts w:ascii="Segoe UI" w:hAnsi="Segoe UI" w:cs="Segoe UI"/>
                <w:sz w:val="20"/>
                <w:szCs w:val="20"/>
                <w:vertAlign w:val="superscript"/>
              </w:rPr>
              <w:br/>
              <w:t>  - COMMENT_8703 set to @COMMENT should be available in 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b/>
                <w:bCs/>
                <w:i/>
                <w:iCs/>
                <w:strike/>
                <w:sz w:val="20"/>
                <w:szCs w:val="20"/>
                <w:u w:val="single"/>
                <w:vertAlign w:val="superscript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 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6B1777" w:rsidRDefault="006B1777" w:rsidP="006B1777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679"/>
        <w:gridCol w:w="1068"/>
        <w:gridCol w:w="1031"/>
        <w:gridCol w:w="350"/>
        <w:gridCol w:w="5512"/>
      </w:tblGrid>
      <w:tr w:rsidR="006B1777" w:rsidTr="006B1777">
        <w:trPr>
          <w:gridAfter w:val="4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COMMENT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145788934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The specified condition was not met for 'PRIORITY_CODE_2867'.</w:t>
            </w:r>
          </w:p>
        </w:tc>
      </w:tr>
    </w:tbl>
    <w:p w:rsidR="006B1777" w:rsidRPr="006B1777" w:rsidRDefault="006B1777" w:rsidP="000477EE">
      <w:pPr>
        <w:pStyle w:val="Heading1"/>
        <w:numPr>
          <w:ilvl w:val="1"/>
          <w:numId w:val="1"/>
        </w:numPr>
      </w:pPr>
      <w:r>
        <w:t xml:space="preserve">Test case </w:t>
      </w:r>
      <w:hyperlink r:id="rId197" w:tgtFrame="_blank" w:history="1">
        <w:r w:rsidRPr="006B1777">
          <w:t>1298</w:t>
        </w:r>
      </w:hyperlink>
      <w:r>
        <w:t>: Exchange Maintain Container for action Delete IUID Indicator to NMCRL - Central Validation Failed - Return Code E-8709-16</w:t>
      </w:r>
    </w:p>
    <w:p w:rsidR="006B1777" w:rsidRDefault="006B1777" w:rsidP="006B1777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>STEPS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4"/>
        <w:gridCol w:w="2919"/>
        <w:gridCol w:w="4132"/>
        <w:gridCol w:w="1395"/>
      </w:tblGrid>
      <w:tr w:rsidR="006B1777" w:rsidTr="006B1777">
        <w:trPr>
          <w:tblCellSpacing w:w="15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# </w:t>
            </w:r>
          </w:p>
        </w:tc>
        <w:tc>
          <w:tcPr>
            <w:tcW w:w="2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Action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Expected value </w:t>
            </w:r>
          </w:p>
        </w:tc>
        <w:tc>
          <w:tcPr>
            <w:tcW w:w="12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Attachments 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Upload a zip file containing a message (@Source @Destination) containing a MAINTAIN container with action DeleteIUIDIndicatorFromNMCRL for a NSN (@NIIN)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cstheme="minorBidi"/>
                <w:sz w:val="20"/>
                <w:szCs w:val="20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P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  <w:lang w:val="fr-CH"/>
              </w:rPr>
            </w:pPr>
            <w:r w:rsidRPr="006B1777">
              <w:rPr>
                <w:rFonts w:ascii="Segoe UI" w:hAnsi="Segoe UI" w:cs="Segoe UI"/>
                <w:sz w:val="20"/>
                <w:szCs w:val="20"/>
                <w:lang w:val="fr-CH"/>
              </w:rPr>
              <w:t>Central Validation failed </w:t>
            </w:r>
            <w:r w:rsidRPr="006B1777">
              <w:rPr>
                <w:rFonts w:ascii="Segoe UI" w:hAnsi="Segoe UI" w:cs="Segoe UI"/>
                <w:sz w:val="20"/>
                <w:szCs w:val="20"/>
                <w:lang w:val="fr-CH"/>
              </w:rPr>
              <w:br/>
              <w:t> @NIIN, @PIC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b/>
                <w:bCs/>
                <w:i/>
                <w:iCs/>
                <w:strike/>
                <w:sz w:val="20"/>
                <w:szCs w:val="20"/>
                <w:u w:val="single"/>
                <w:vertAlign w:val="superscript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A message containing an ERROR container having data element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REQUEST_MESSAGE_ID_8720 set with original Message ID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REQUEST_CONTAINER_SERIAL_NUMBER_8723 set with original container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- REQUEST_ACTION_SERIAL_NUMBER_8728 set with original action Serial Number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- RETURN_CODE_8713 set to E-8709-16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 xml:space="preserve"> - DATA_ELEMENT_INFO      </w:t>
            </w:r>
            <w:r>
              <w:rPr>
                <w:rFonts w:ascii="Segoe UI" w:hAnsi="Segoe UI" w:cs="Segoe UI"/>
                <w:sz w:val="20"/>
                <w:szCs w:val="20"/>
              </w:rPr>
              <w:br/>
              <w:t>   - DATA_ELEMENT_8714 set to REFERENCE_NUMBER_8733</w:t>
            </w:r>
            <w:r>
              <w:rPr>
                <w:rFonts w:ascii="Segoe UI" w:hAnsi="Segoe UI" w:cs="Segoe UI"/>
                <w:sz w:val="20"/>
                <w:szCs w:val="20"/>
                <w:vertAlign w:val="superscript"/>
              </w:rPr>
              <w:br/>
              <w:t>  - ORIGINAL_DATA_ELEMENT_VALUE_8715 set to @NIIN  </w:t>
            </w:r>
            <w:r>
              <w:rPr>
                <w:rFonts w:ascii="Segoe UI" w:hAnsi="Segoe UI" w:cs="Segoe UI"/>
                <w:sz w:val="20"/>
                <w:szCs w:val="20"/>
                <w:vertAlign w:val="superscript"/>
              </w:rPr>
              <w:br/>
            </w:r>
            <w:r>
              <w:rPr>
                <w:rFonts w:ascii="Segoe UI" w:hAnsi="Segoe UI" w:cs="Segoe UI"/>
                <w:sz w:val="20"/>
                <w:szCs w:val="20"/>
                <w:vertAlign w:val="superscript"/>
              </w:rPr>
              <w:lastRenderedPageBreak/>
              <w:t>  - COMMENT_8703 set to @COMMENT should be available in source (@Source) NCB_XXX_MSG mailbox.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b/>
                <w:bCs/>
                <w:i/>
                <w:iCs/>
                <w:strike/>
                <w:sz w:val="20"/>
                <w:szCs w:val="20"/>
                <w:u w:val="single"/>
                <w:vertAlign w:val="superscript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Original Message_Id should NOT be stored in NACOMS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textAlignment w:val="top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No message should be distributed to Destination(@Destination) </w:t>
            </w:r>
          </w:p>
        </w:tc>
        <w:tc>
          <w:tcPr>
            <w:tcW w:w="0" w:type="auto"/>
            <w:shd w:val="clear" w:color="auto" w:fill="F5F5F5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6B1777" w:rsidRDefault="006B1777" w:rsidP="006B1777">
      <w:pPr>
        <w:rPr>
          <w:rFonts w:ascii="Segoe UI" w:hAnsi="Segoe UI" w:cs="Segoe UI"/>
          <w:b/>
          <w:bCs/>
          <w:sz w:val="17"/>
          <w:szCs w:val="17"/>
        </w:rPr>
      </w:pPr>
      <w:r>
        <w:rPr>
          <w:rFonts w:ascii="Segoe UI" w:hAnsi="Segoe UI" w:cs="Segoe UI"/>
          <w:b/>
          <w:bCs/>
          <w:sz w:val="17"/>
          <w:szCs w:val="17"/>
        </w:rPr>
        <w:t xml:space="preserve">PARAMETERS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382"/>
        <w:gridCol w:w="2218"/>
        <w:gridCol w:w="2140"/>
        <w:gridCol w:w="705"/>
        <w:gridCol w:w="2195"/>
      </w:tblGrid>
      <w:tr w:rsidR="006B1777" w:rsidTr="006B1777">
        <w:trPr>
          <w:gridAfter w:val="4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b/>
                <w:bCs/>
                <w:sz w:val="17"/>
                <w:szCs w:val="17"/>
              </w:rPr>
            </w:pP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Source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Destination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NIIN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COMMENT</w:t>
            </w:r>
          </w:p>
        </w:tc>
      </w:tr>
      <w:tr w:rsidR="006B1777" w:rsidTr="006B17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NZL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250000083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B1777" w:rsidRDefault="006B1777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6B1777" w:rsidRDefault="006B1777" w:rsidP="006B1777"/>
    <w:sectPr w:rsidR="006B1777">
      <w:headerReference w:type="default" r:id="rId198"/>
      <w:footerReference w:type="default" r:id="rId19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1777" w:rsidRDefault="006B1777" w:rsidP="005F0EDA">
      <w:r>
        <w:separator/>
      </w:r>
    </w:p>
  </w:endnote>
  <w:endnote w:type="continuationSeparator" w:id="0">
    <w:p w:rsidR="006B1777" w:rsidRDefault="006B1777" w:rsidP="005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56139323"/>
      <w:docPartObj>
        <w:docPartGallery w:val="Page Numbers (Bottom of Page)"/>
        <w:docPartUnique/>
      </w:docPartObj>
    </w:sdtPr>
    <w:sdtEndPr>
      <w:rPr>
        <w:rFonts w:cstheme="minorHAnsi"/>
        <w:i/>
        <w:color w:val="0070C0"/>
        <w:lang w:val="fr-FR"/>
      </w:rPr>
    </w:sdtEndPr>
    <w:sdtContent>
      <w:p w:rsidR="006B1777" w:rsidRPr="00B11815" w:rsidRDefault="006B1777">
        <w:pPr>
          <w:pStyle w:val="Footer"/>
          <w:pBdr>
            <w:top w:val="single" w:sz="4" w:space="1" w:color="D9D9D9" w:themeColor="background1" w:themeShade="D9"/>
          </w:pBdr>
          <w:jc w:val="right"/>
          <w:rPr>
            <w:rFonts w:cstheme="minorHAnsi"/>
            <w:i/>
            <w:color w:val="0070C0"/>
            <w:lang w:val="fr-FR"/>
          </w:rPr>
        </w:pPr>
        <w:r w:rsidRPr="00B11815">
          <w:rPr>
            <w:rFonts w:cstheme="minorHAnsi"/>
            <w:i/>
            <w:color w:val="0070C0"/>
            <w:lang w:val="fr-FR"/>
          </w:rPr>
          <w:fldChar w:fldCharType="begin"/>
        </w:r>
        <w:r w:rsidRPr="00B11815">
          <w:rPr>
            <w:rFonts w:cstheme="minorHAnsi"/>
            <w:i/>
            <w:color w:val="0070C0"/>
            <w:lang w:val="fr-FR"/>
          </w:rPr>
          <w:instrText xml:space="preserve"> PAGE   \* MERGEFORMAT </w:instrText>
        </w:r>
        <w:r w:rsidRPr="00B11815">
          <w:rPr>
            <w:rFonts w:cstheme="minorHAnsi"/>
            <w:i/>
            <w:color w:val="0070C0"/>
            <w:lang w:val="fr-FR"/>
          </w:rPr>
          <w:fldChar w:fldCharType="separate"/>
        </w:r>
        <w:r w:rsidR="00D3652D">
          <w:rPr>
            <w:rFonts w:cstheme="minorHAnsi"/>
            <w:i/>
            <w:noProof/>
            <w:color w:val="0070C0"/>
            <w:lang w:val="fr-FR"/>
          </w:rPr>
          <w:t>37</w:t>
        </w:r>
        <w:r w:rsidRPr="00B11815">
          <w:rPr>
            <w:rFonts w:cstheme="minorHAnsi"/>
            <w:i/>
            <w:color w:val="0070C0"/>
            <w:lang w:val="fr-FR"/>
          </w:rPr>
          <w:fldChar w:fldCharType="end"/>
        </w:r>
        <w:r w:rsidRPr="00B11815">
          <w:rPr>
            <w:rFonts w:cstheme="minorHAnsi"/>
            <w:i/>
            <w:color w:val="0070C0"/>
            <w:lang w:val="fr-FR"/>
          </w:rPr>
          <w:t xml:space="preserve"> | Page</w:t>
        </w:r>
      </w:p>
    </w:sdtContent>
  </w:sdt>
  <w:p w:rsidR="006B1777" w:rsidRDefault="006B1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1777" w:rsidRDefault="006B1777" w:rsidP="005F0EDA">
      <w:r>
        <w:separator/>
      </w:r>
    </w:p>
  </w:footnote>
  <w:footnote w:type="continuationSeparator" w:id="0">
    <w:p w:rsidR="006B1777" w:rsidRDefault="006B1777" w:rsidP="005F0EDA">
      <w:r>
        <w:continuationSeparator/>
      </w:r>
    </w:p>
  </w:footnote>
  <w:footnote w:id="1">
    <w:p w:rsidR="006B1777" w:rsidRPr="00852747" w:rsidRDefault="006B1777">
      <w:pPr>
        <w:pStyle w:val="FootnoteText"/>
        <w:rPr>
          <w:sz w:val="18"/>
        </w:rPr>
      </w:pPr>
      <w:r w:rsidRPr="00852747">
        <w:rPr>
          <w:rStyle w:val="FootnoteReference"/>
        </w:rPr>
        <w:footnoteRef/>
      </w:r>
      <w:r w:rsidRPr="00852747">
        <w:t xml:space="preserve"> Where XXX is the ISO3 Country Code of your Country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777" w:rsidRPr="005F7372" w:rsidRDefault="006B1777" w:rsidP="00B11815">
    <w:pPr>
      <w:pStyle w:val="Header"/>
      <w:rPr>
        <w:rFonts w:cstheme="minorHAnsi"/>
        <w:i/>
        <w:color w:val="0070C0"/>
        <w:lang w:val="fr-FR"/>
      </w:rPr>
    </w:pPr>
    <w:r>
      <w:rPr>
        <w:rFonts w:cstheme="minorHAnsi"/>
        <w:i/>
        <w:color w:val="0070C0"/>
        <w:lang w:val="fr-FR"/>
      </w:rPr>
      <w:t>1</w:t>
    </w:r>
    <w:r w:rsidR="00D3652D">
      <w:rPr>
        <w:rFonts w:cstheme="minorHAnsi"/>
        <w:i/>
        <w:color w:val="0070C0"/>
        <w:lang w:val="fr-FR"/>
      </w:rPr>
      <w:t>9</w:t>
    </w:r>
    <w:r>
      <w:rPr>
        <w:rFonts w:cstheme="minorHAnsi"/>
        <w:i/>
        <w:color w:val="0070C0"/>
        <w:lang w:val="fr-FR"/>
      </w:rPr>
      <w:t xml:space="preserve"> </w:t>
    </w:r>
    <w:r>
      <w:rPr>
        <w:rFonts w:cstheme="minorHAnsi"/>
        <w:i/>
        <w:color w:val="0070C0"/>
      </w:rPr>
      <w:t xml:space="preserve">May </w:t>
    </w:r>
    <w:r>
      <w:rPr>
        <w:rFonts w:cstheme="minorHAnsi"/>
        <w:i/>
        <w:color w:val="0070C0"/>
        <w:lang w:val="fr-FR"/>
      </w:rPr>
      <w:t>2020</w:t>
    </w:r>
    <w:r w:rsidRPr="00B11815">
      <w:rPr>
        <w:rFonts w:cstheme="minorHAnsi"/>
        <w:i/>
        <w:color w:val="0070C0"/>
        <w:lang w:val="fr-FR"/>
      </w:rPr>
      <w:ptab w:relativeTo="margin" w:alignment="center" w:leader="none"/>
    </w:r>
    <w:r w:rsidRPr="00B11815">
      <w:rPr>
        <w:rFonts w:cstheme="minorHAnsi"/>
        <w:i/>
        <w:color w:val="0070C0"/>
        <w:lang w:val="fr-FR"/>
      </w:rPr>
      <w:ptab w:relativeTo="margin" w:alignment="right" w:leader="none"/>
    </w:r>
    <w:r>
      <w:rPr>
        <w:rFonts w:cstheme="minorHAnsi"/>
        <w:i/>
        <w:color w:val="0070C0"/>
        <w:lang w:val="fr-FR"/>
      </w:rPr>
      <w:t>Version 1.9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AC0169"/>
    <w:multiLevelType w:val="multilevel"/>
    <w:tmpl w:val="C2780834"/>
    <w:lvl w:ilvl="0">
      <w:start w:val="1"/>
      <w:numFmt w:val="decimal"/>
      <w:lvlText w:val="Step 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40" w:hanging="4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4BEC6970"/>
    <w:multiLevelType w:val="hybridMultilevel"/>
    <w:tmpl w:val="A8124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FB65D9"/>
    <w:multiLevelType w:val="multilevel"/>
    <w:tmpl w:val="AA84F5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101"/>
    <w:rsid w:val="00004118"/>
    <w:rsid w:val="00006FDF"/>
    <w:rsid w:val="00012B45"/>
    <w:rsid w:val="00033E76"/>
    <w:rsid w:val="00040A41"/>
    <w:rsid w:val="000477EE"/>
    <w:rsid w:val="00064A21"/>
    <w:rsid w:val="00076806"/>
    <w:rsid w:val="000D6021"/>
    <w:rsid w:val="000E0635"/>
    <w:rsid w:val="000E766E"/>
    <w:rsid w:val="0010186E"/>
    <w:rsid w:val="00112F6D"/>
    <w:rsid w:val="00161110"/>
    <w:rsid w:val="001804A5"/>
    <w:rsid w:val="00186FAE"/>
    <w:rsid w:val="001A612C"/>
    <w:rsid w:val="001B17CD"/>
    <w:rsid w:val="001C3A38"/>
    <w:rsid w:val="001E6AEB"/>
    <w:rsid w:val="001F0E58"/>
    <w:rsid w:val="002177A0"/>
    <w:rsid w:val="00220404"/>
    <w:rsid w:val="00221DB9"/>
    <w:rsid w:val="00221F6E"/>
    <w:rsid w:val="0026183A"/>
    <w:rsid w:val="00275135"/>
    <w:rsid w:val="00277FDB"/>
    <w:rsid w:val="0029206B"/>
    <w:rsid w:val="00296DB7"/>
    <w:rsid w:val="002F0C62"/>
    <w:rsid w:val="002F3005"/>
    <w:rsid w:val="003061B4"/>
    <w:rsid w:val="0030624D"/>
    <w:rsid w:val="003156E2"/>
    <w:rsid w:val="00325425"/>
    <w:rsid w:val="003422F1"/>
    <w:rsid w:val="003A1DEA"/>
    <w:rsid w:val="003B1034"/>
    <w:rsid w:val="003C79E1"/>
    <w:rsid w:val="003F5784"/>
    <w:rsid w:val="004042AD"/>
    <w:rsid w:val="0041254E"/>
    <w:rsid w:val="004142D0"/>
    <w:rsid w:val="00437F88"/>
    <w:rsid w:val="004A7DBB"/>
    <w:rsid w:val="004B0CE3"/>
    <w:rsid w:val="004B5147"/>
    <w:rsid w:val="004C403E"/>
    <w:rsid w:val="004C6D1A"/>
    <w:rsid w:val="005061B1"/>
    <w:rsid w:val="0050793C"/>
    <w:rsid w:val="00517AD4"/>
    <w:rsid w:val="00527D1D"/>
    <w:rsid w:val="00557A8D"/>
    <w:rsid w:val="0056005D"/>
    <w:rsid w:val="005F0EDA"/>
    <w:rsid w:val="005F7372"/>
    <w:rsid w:val="00615756"/>
    <w:rsid w:val="006164BA"/>
    <w:rsid w:val="006335CC"/>
    <w:rsid w:val="00666284"/>
    <w:rsid w:val="006961CB"/>
    <w:rsid w:val="006B1777"/>
    <w:rsid w:val="006E17D5"/>
    <w:rsid w:val="006E6AF4"/>
    <w:rsid w:val="006F3D29"/>
    <w:rsid w:val="006F4154"/>
    <w:rsid w:val="0070658C"/>
    <w:rsid w:val="00710E63"/>
    <w:rsid w:val="0072185C"/>
    <w:rsid w:val="007442A1"/>
    <w:rsid w:val="00755BB9"/>
    <w:rsid w:val="00775240"/>
    <w:rsid w:val="007C4791"/>
    <w:rsid w:val="007D5C3C"/>
    <w:rsid w:val="007E446A"/>
    <w:rsid w:val="007E7CB9"/>
    <w:rsid w:val="007F21D8"/>
    <w:rsid w:val="0080591A"/>
    <w:rsid w:val="008377A3"/>
    <w:rsid w:val="00852747"/>
    <w:rsid w:val="00860995"/>
    <w:rsid w:val="00862C47"/>
    <w:rsid w:val="00871E40"/>
    <w:rsid w:val="00906788"/>
    <w:rsid w:val="00915635"/>
    <w:rsid w:val="00953BDF"/>
    <w:rsid w:val="009563B7"/>
    <w:rsid w:val="009727C7"/>
    <w:rsid w:val="00980777"/>
    <w:rsid w:val="009842D0"/>
    <w:rsid w:val="009864E4"/>
    <w:rsid w:val="00987F23"/>
    <w:rsid w:val="00993DCB"/>
    <w:rsid w:val="009C05D4"/>
    <w:rsid w:val="009E11F9"/>
    <w:rsid w:val="009F5102"/>
    <w:rsid w:val="00A112AE"/>
    <w:rsid w:val="00A53AE8"/>
    <w:rsid w:val="00A71BE0"/>
    <w:rsid w:val="00A93062"/>
    <w:rsid w:val="00A95BD8"/>
    <w:rsid w:val="00AB462D"/>
    <w:rsid w:val="00AC1291"/>
    <w:rsid w:val="00B11815"/>
    <w:rsid w:val="00B5253C"/>
    <w:rsid w:val="00B60E44"/>
    <w:rsid w:val="00B60F39"/>
    <w:rsid w:val="00B752DD"/>
    <w:rsid w:val="00B76079"/>
    <w:rsid w:val="00B76111"/>
    <w:rsid w:val="00B7696E"/>
    <w:rsid w:val="00BC5B9E"/>
    <w:rsid w:val="00C32781"/>
    <w:rsid w:val="00C36F4C"/>
    <w:rsid w:val="00C539B4"/>
    <w:rsid w:val="00C57101"/>
    <w:rsid w:val="00C81493"/>
    <w:rsid w:val="00C83EBE"/>
    <w:rsid w:val="00C90251"/>
    <w:rsid w:val="00C94BBA"/>
    <w:rsid w:val="00CB2922"/>
    <w:rsid w:val="00CB6ABE"/>
    <w:rsid w:val="00CE4A04"/>
    <w:rsid w:val="00CE5DB9"/>
    <w:rsid w:val="00CF3FD4"/>
    <w:rsid w:val="00D33142"/>
    <w:rsid w:val="00D34D30"/>
    <w:rsid w:val="00D3652D"/>
    <w:rsid w:val="00D52C8E"/>
    <w:rsid w:val="00DB71C3"/>
    <w:rsid w:val="00DC11F3"/>
    <w:rsid w:val="00DC360D"/>
    <w:rsid w:val="00DC60BC"/>
    <w:rsid w:val="00DD02AC"/>
    <w:rsid w:val="00DD40A9"/>
    <w:rsid w:val="00E207FD"/>
    <w:rsid w:val="00E522B5"/>
    <w:rsid w:val="00E637E7"/>
    <w:rsid w:val="00EC34FB"/>
    <w:rsid w:val="00EF011D"/>
    <w:rsid w:val="00F137FB"/>
    <w:rsid w:val="00F45AAA"/>
    <w:rsid w:val="00F5624F"/>
    <w:rsid w:val="00F577C2"/>
    <w:rsid w:val="00F6623D"/>
    <w:rsid w:val="00F6637A"/>
    <w:rsid w:val="00F87E80"/>
    <w:rsid w:val="00F92AA8"/>
    <w:rsid w:val="00FD5B96"/>
    <w:rsid w:val="00FE3334"/>
    <w:rsid w:val="00FE33FB"/>
    <w:rsid w:val="00FF4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6742C3"/>
  <w15:chartTrackingRefBased/>
  <w15:docId w15:val="{9619021B-CDB7-4C11-A6FC-0F1DEFD00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7FDB"/>
    <w:rPr>
      <w:rFonts w:asciiTheme="minorHAnsi" w:hAnsiTheme="minorHAnsi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C5710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5710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5710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57101"/>
    <w:rPr>
      <w:i/>
      <w:iCs/>
      <w:color w:val="5B9BD5" w:themeColor="accent1"/>
      <w:sz w:val="24"/>
      <w:szCs w:val="24"/>
      <w:lang w:eastAsia="zh-CN"/>
    </w:rPr>
  </w:style>
  <w:style w:type="paragraph" w:customStyle="1" w:styleId="Style2">
    <w:name w:val="Style2"/>
    <w:basedOn w:val="Heading1"/>
    <w:link w:val="Style2Char"/>
    <w:qFormat/>
    <w:rsid w:val="00C57101"/>
    <w:rPr>
      <w:sz w:val="28"/>
      <w:lang w:val="fr-FR"/>
    </w:rPr>
  </w:style>
  <w:style w:type="character" w:styleId="Hyperlink">
    <w:name w:val="Hyperlink"/>
    <w:basedOn w:val="DefaultParagraphFont"/>
    <w:uiPriority w:val="99"/>
    <w:rsid w:val="00C57101"/>
    <w:rPr>
      <w:color w:val="0563C1" w:themeColor="hyperlink"/>
      <w:u w:val="single"/>
    </w:rPr>
  </w:style>
  <w:style w:type="character" w:customStyle="1" w:styleId="Style2Char">
    <w:name w:val="Style2 Char"/>
    <w:basedOn w:val="Heading1Char"/>
    <w:link w:val="Style2"/>
    <w:rsid w:val="00C57101"/>
    <w:rPr>
      <w:rFonts w:asciiTheme="majorHAnsi" w:eastAsiaTheme="majorEastAsia" w:hAnsiTheme="majorHAnsi" w:cstheme="majorBidi"/>
      <w:color w:val="2E74B5" w:themeColor="accent1" w:themeShade="BF"/>
      <w:sz w:val="28"/>
      <w:szCs w:val="32"/>
      <w:lang w:val="fr-FR" w:eastAsia="zh-CN"/>
    </w:rPr>
  </w:style>
  <w:style w:type="paragraph" w:styleId="ListParagraph">
    <w:name w:val="List Paragraph"/>
    <w:basedOn w:val="Normal"/>
    <w:uiPriority w:val="34"/>
    <w:qFormat/>
    <w:rsid w:val="00F137FB"/>
    <w:pPr>
      <w:ind w:left="720"/>
    </w:pPr>
    <w:rPr>
      <w:rFonts w:ascii="Calibri" w:hAnsi="Calibri" w:cs="Calibri"/>
      <w:szCs w:val="22"/>
      <w:lang w:eastAsia="en-US"/>
    </w:rPr>
  </w:style>
  <w:style w:type="paragraph" w:styleId="FootnoteText">
    <w:name w:val="footnote text"/>
    <w:basedOn w:val="Normal"/>
    <w:link w:val="FootnoteTextChar"/>
    <w:rsid w:val="005F0ED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5F0EDA"/>
    <w:rPr>
      <w:rFonts w:asciiTheme="minorHAnsi" w:hAnsiTheme="minorHAnsi"/>
      <w:lang w:eastAsia="zh-CN"/>
    </w:rPr>
  </w:style>
  <w:style w:type="character" w:styleId="FootnoteReference">
    <w:name w:val="footnote reference"/>
    <w:basedOn w:val="DefaultParagraphFont"/>
    <w:rsid w:val="005F0EDA"/>
    <w:rPr>
      <w:vertAlign w:val="superscript"/>
    </w:rPr>
  </w:style>
  <w:style w:type="paragraph" w:styleId="Header">
    <w:name w:val="header"/>
    <w:basedOn w:val="Normal"/>
    <w:link w:val="HeaderChar"/>
    <w:rsid w:val="00B118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11815"/>
    <w:rPr>
      <w:rFonts w:asciiTheme="minorHAnsi" w:hAnsiTheme="minorHAnsi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rsid w:val="00B118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1815"/>
    <w:rPr>
      <w:rFonts w:asciiTheme="minorHAnsi" w:hAnsiTheme="minorHAnsi"/>
      <w:sz w:val="24"/>
      <w:szCs w:val="24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B11815"/>
    <w:rPr>
      <w:color w:val="808080"/>
    </w:rPr>
  </w:style>
  <w:style w:type="character" w:styleId="FollowedHyperlink">
    <w:name w:val="FollowedHyperlink"/>
    <w:basedOn w:val="DefaultParagraphFont"/>
    <w:uiPriority w:val="99"/>
    <w:unhideWhenUsed/>
    <w:rsid w:val="00275135"/>
    <w:rPr>
      <w:color w:val="007ACC"/>
      <w:u w:val="single"/>
    </w:rPr>
  </w:style>
  <w:style w:type="paragraph" w:customStyle="1" w:styleId="msonormal0">
    <w:name w:val="msonormal"/>
    <w:basedOn w:val="Normal"/>
    <w:uiPriority w:val="99"/>
    <w:rsid w:val="00275135"/>
    <w:pPr>
      <w:spacing w:before="100" w:beforeAutospacing="1" w:after="100" w:afterAutospacing="1"/>
    </w:pPr>
    <w:rPr>
      <w:rFonts w:ascii="Times New Roman" w:hAnsi="Times New Roman"/>
      <w:lang w:eastAsia="en-US"/>
    </w:rPr>
  </w:style>
  <w:style w:type="paragraph" w:styleId="NormalWeb">
    <w:name w:val="Normal (Web)"/>
    <w:basedOn w:val="Normal"/>
    <w:uiPriority w:val="99"/>
    <w:unhideWhenUsed/>
    <w:rsid w:val="00275135"/>
    <w:pPr>
      <w:spacing w:before="100" w:beforeAutospacing="1" w:after="100" w:afterAutospacing="1"/>
    </w:pPr>
    <w:rPr>
      <w:rFonts w:ascii="Times New Roman" w:hAnsi="Times New Roman"/>
      <w:lang w:eastAsia="en-US"/>
    </w:rPr>
  </w:style>
  <w:style w:type="paragraph" w:customStyle="1" w:styleId="heading">
    <w:name w:val="heading"/>
    <w:basedOn w:val="Normal"/>
    <w:uiPriority w:val="99"/>
    <w:semiHidden/>
    <w:rsid w:val="00275135"/>
    <w:pPr>
      <w:shd w:val="clear" w:color="auto" w:fill="F5F5F5"/>
      <w:spacing w:before="225" w:after="225"/>
    </w:pPr>
    <w:rPr>
      <w:rFonts w:ascii="Segoe UI Light" w:hAnsi="Segoe UI Light" w:cs="Segoe UI Light"/>
      <w:sz w:val="36"/>
      <w:szCs w:val="36"/>
      <w:lang w:eastAsia="en-US"/>
    </w:rPr>
  </w:style>
  <w:style w:type="paragraph" w:customStyle="1" w:styleId="table-row-even">
    <w:name w:val="table-row-even"/>
    <w:basedOn w:val="Normal"/>
    <w:uiPriority w:val="99"/>
    <w:semiHidden/>
    <w:rsid w:val="00275135"/>
    <w:pPr>
      <w:shd w:val="clear" w:color="auto" w:fill="F5F5F5"/>
      <w:spacing w:before="100" w:beforeAutospacing="1" w:after="100" w:afterAutospacing="1"/>
    </w:pPr>
    <w:rPr>
      <w:rFonts w:ascii="Times New Roman" w:hAnsi="Times New Roman"/>
      <w:lang w:eastAsia="en-US"/>
    </w:rPr>
  </w:style>
  <w:style w:type="paragraph" w:customStyle="1" w:styleId="configuration-variable-style">
    <w:name w:val="configuration-variable-style"/>
    <w:basedOn w:val="Normal"/>
    <w:uiPriority w:val="99"/>
    <w:semiHidden/>
    <w:rsid w:val="00275135"/>
    <w:pPr>
      <w:spacing w:before="100" w:beforeAutospacing="1" w:after="100" w:afterAutospacing="1"/>
    </w:pPr>
    <w:rPr>
      <w:rFonts w:ascii="Times New Roman" w:hAnsi="Times New Roman"/>
      <w:lang w:eastAsia="en-US"/>
    </w:rPr>
  </w:style>
  <w:style w:type="paragraph" w:customStyle="1" w:styleId="tab">
    <w:name w:val="tab"/>
    <w:basedOn w:val="Normal"/>
    <w:uiPriority w:val="99"/>
    <w:semiHidden/>
    <w:rsid w:val="00275135"/>
    <w:pPr>
      <w:spacing w:before="150" w:after="75"/>
    </w:pPr>
    <w:rPr>
      <w:rFonts w:ascii="Segoe UI" w:hAnsi="Segoe UI" w:cs="Segoe UI"/>
      <w:lang w:eastAsia="en-US"/>
    </w:rPr>
  </w:style>
  <w:style w:type="paragraph" w:customStyle="1" w:styleId="sub-tab">
    <w:name w:val="sub-tab"/>
    <w:basedOn w:val="Normal"/>
    <w:uiPriority w:val="99"/>
    <w:semiHidden/>
    <w:rsid w:val="00275135"/>
    <w:pPr>
      <w:spacing w:before="150" w:after="100" w:afterAutospacing="1"/>
    </w:pPr>
    <w:rPr>
      <w:rFonts w:ascii="Segoe UI" w:hAnsi="Segoe UI" w:cs="Segoe UI"/>
      <w:b/>
      <w:bCs/>
      <w:sz w:val="17"/>
      <w:szCs w:val="17"/>
      <w:lang w:eastAsia="en-US"/>
    </w:rPr>
  </w:style>
  <w:style w:type="paragraph" w:customStyle="1" w:styleId="body-text">
    <w:name w:val="body-text"/>
    <w:basedOn w:val="Normal"/>
    <w:uiPriority w:val="99"/>
    <w:semiHidden/>
    <w:rsid w:val="00275135"/>
    <w:pPr>
      <w:spacing w:before="100" w:beforeAutospacing="1" w:after="100" w:afterAutospacing="1"/>
    </w:pPr>
    <w:rPr>
      <w:rFonts w:ascii="Segoe UI" w:hAnsi="Segoe UI" w:cs="Segoe UI"/>
      <w:sz w:val="20"/>
      <w:szCs w:val="20"/>
      <w:lang w:eastAsia="en-US"/>
    </w:rPr>
  </w:style>
  <w:style w:type="paragraph" w:customStyle="1" w:styleId="table-style">
    <w:name w:val="table-style"/>
    <w:basedOn w:val="Normal"/>
    <w:uiPriority w:val="99"/>
    <w:semiHidden/>
    <w:rsid w:val="00275135"/>
    <w:pPr>
      <w:spacing w:before="100" w:beforeAutospacing="1" w:after="100" w:afterAutospacing="1"/>
    </w:pPr>
    <w:rPr>
      <w:rFonts w:ascii="Times New Roman" w:hAnsi="Times New Roman"/>
      <w:lang w:eastAsia="en-US"/>
    </w:rPr>
  </w:style>
  <w:style w:type="paragraph" w:customStyle="1" w:styleId="property-name">
    <w:name w:val="property-name"/>
    <w:basedOn w:val="Normal"/>
    <w:uiPriority w:val="99"/>
    <w:semiHidden/>
    <w:rsid w:val="00275135"/>
    <w:pPr>
      <w:spacing w:before="100" w:beforeAutospacing="1" w:after="100" w:afterAutospacing="1"/>
    </w:pPr>
    <w:rPr>
      <w:rFonts w:ascii="Times New Roman" w:hAnsi="Times New Roman"/>
      <w:lang w:eastAsia="en-US"/>
    </w:rPr>
  </w:style>
  <w:style w:type="paragraph" w:customStyle="1" w:styleId="test-step-attachment">
    <w:name w:val="test-step-attachment"/>
    <w:basedOn w:val="Normal"/>
    <w:uiPriority w:val="99"/>
    <w:semiHidden/>
    <w:rsid w:val="00275135"/>
    <w:pPr>
      <w:spacing w:before="100" w:beforeAutospacing="1" w:after="100" w:afterAutospacing="1"/>
    </w:pPr>
    <w:rPr>
      <w:rFonts w:ascii="Times New Roman" w:hAnsi="Times New Roman"/>
      <w:lang w:eastAsia="en-US"/>
    </w:rPr>
  </w:style>
  <w:style w:type="paragraph" w:customStyle="1" w:styleId="avoid-page-break">
    <w:name w:val="avoid-page-break"/>
    <w:basedOn w:val="Normal"/>
    <w:uiPriority w:val="99"/>
    <w:semiHidden/>
    <w:rsid w:val="00275135"/>
    <w:pPr>
      <w:spacing w:before="100" w:beforeAutospacing="1" w:after="100" w:afterAutospacing="1"/>
    </w:pPr>
    <w:rPr>
      <w:rFonts w:ascii="Times New Roman" w:hAnsi="Times New Roman"/>
      <w:lang w:eastAsia="en-US"/>
    </w:rPr>
  </w:style>
  <w:style w:type="character" w:customStyle="1" w:styleId="property-name1">
    <w:name w:val="property-name1"/>
    <w:basedOn w:val="DefaultParagraphFont"/>
    <w:rsid w:val="00275135"/>
    <w:rPr>
      <w:b w:val="0"/>
      <w:bCs w:val="0"/>
    </w:rPr>
  </w:style>
  <w:style w:type="paragraph" w:styleId="BalloonText">
    <w:name w:val="Balloon Text"/>
    <w:basedOn w:val="Normal"/>
    <w:link w:val="BalloonTextChar"/>
    <w:rsid w:val="0027513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75135"/>
    <w:rPr>
      <w:rFonts w:ascii="Segoe UI" w:hAnsi="Segoe UI" w:cs="Segoe UI"/>
      <w:sz w:val="18"/>
      <w:szCs w:val="18"/>
      <w:lang w:eastAsia="zh-CN"/>
    </w:rPr>
  </w:style>
  <w:style w:type="paragraph" w:customStyle="1" w:styleId="host826a9fc6">
    <w:name w:val="host_826a9fc6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roote4d3b3d1">
    <w:name w:val="root_e4d3b3d1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root757a89e9">
    <w:name w:val="root_757a89e9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peoplepickerpersona326d3d51">
    <w:name w:val="peoplepickerpersona_326d3d51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peoplepickerpersonacontent326d3d51">
    <w:name w:val="peoplepickerpersonacontent_326d3d51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mainc086545e">
    <w:name w:val="main_c086545e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navigationc086545e">
    <w:name w:val="navigation_c086545e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headerc086545e">
    <w:name w:val="header_c086545e"/>
    <w:basedOn w:val="Normal"/>
    <w:rsid w:val="006F4154"/>
    <w:pPr>
      <w:spacing w:before="210" w:after="210"/>
    </w:pPr>
    <w:rPr>
      <w:rFonts w:ascii="Times New Roman" w:eastAsia="Times New Roman" w:hAnsi="Times New Roman"/>
      <w:lang w:eastAsia="en-US"/>
    </w:rPr>
  </w:style>
  <w:style w:type="paragraph" w:customStyle="1" w:styleId="contentc086545e">
    <w:name w:val="content_c086545e"/>
    <w:basedOn w:val="Normal"/>
    <w:rsid w:val="006F4154"/>
    <w:pPr>
      <w:spacing w:before="100" w:beforeAutospacing="1"/>
    </w:pPr>
    <w:rPr>
      <w:rFonts w:ascii="Times New Roman" w:eastAsia="Times New Roman" w:hAnsi="Times New Roman"/>
      <w:lang w:eastAsia="en-US"/>
    </w:rPr>
  </w:style>
  <w:style w:type="paragraph" w:customStyle="1" w:styleId="footerinnerc086545e">
    <w:name w:val="footerinner_c086545e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headertextc086545e">
    <w:name w:val="headertext_c086545e"/>
    <w:basedOn w:val="Normal"/>
    <w:rsid w:val="006F4154"/>
    <w:pPr>
      <w:spacing w:line="480" w:lineRule="atLeast"/>
    </w:pPr>
    <w:rPr>
      <w:rFonts w:ascii="Times New Roman" w:eastAsia="Times New Roman" w:hAnsi="Times New Roman"/>
      <w:sz w:val="32"/>
      <w:szCs w:val="32"/>
      <w:lang w:eastAsia="en-US"/>
    </w:rPr>
  </w:style>
  <w:style w:type="paragraph" w:customStyle="1" w:styleId="roota669c1d0">
    <w:name w:val="root_a669c1d0"/>
    <w:basedOn w:val="Normal"/>
    <w:rsid w:val="006F4154"/>
    <w:rPr>
      <w:rFonts w:ascii="Times New Roman" w:eastAsia="Times New Roman" w:hAnsi="Times New Roman"/>
      <w:lang w:eastAsia="en-US"/>
    </w:rPr>
  </w:style>
  <w:style w:type="paragraph" w:customStyle="1" w:styleId="screenreaderonlya669c1d0">
    <w:name w:val="screenreaderonly_a669c1d0"/>
    <w:basedOn w:val="Normal"/>
    <w:rsid w:val="006F4154"/>
    <w:pPr>
      <w:ind w:left="-15" w:right="-15"/>
    </w:pPr>
    <w:rPr>
      <w:rFonts w:ascii="Times New Roman" w:eastAsia="Times New Roman" w:hAnsi="Times New Roman"/>
      <w:lang w:eastAsia="en-US"/>
    </w:rPr>
  </w:style>
  <w:style w:type="paragraph" w:customStyle="1" w:styleId="fieldgroupa669c1d0">
    <w:name w:val="fieldgroup_a669c1d0"/>
    <w:basedOn w:val="Normal"/>
    <w:rsid w:val="006F4154"/>
    <w:rPr>
      <w:rFonts w:ascii="Times New Roman" w:eastAsia="Times New Roman" w:hAnsi="Times New Roman"/>
      <w:lang w:eastAsia="en-US"/>
    </w:rPr>
  </w:style>
  <w:style w:type="paragraph" w:customStyle="1" w:styleId="fieldprefixsuffixa669c1d0">
    <w:name w:val="fieldprefixsuffix_a669c1d0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fielda669c1d0">
    <w:name w:val="field_a669c1d0"/>
    <w:basedOn w:val="Normal"/>
    <w:rsid w:val="006F4154"/>
    <w:rPr>
      <w:rFonts w:ascii="Times New Roman" w:eastAsia="Times New Roman" w:hAnsi="Times New Roman"/>
      <w:sz w:val="21"/>
      <w:szCs w:val="21"/>
      <w:lang w:eastAsia="en-US"/>
    </w:rPr>
  </w:style>
  <w:style w:type="paragraph" w:customStyle="1" w:styleId="fielda669c1d0disabled">
    <w:name w:val="field_a669c1d0[disabled]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icona669c1d0">
    <w:name w:val="icon_a669c1d0"/>
    <w:basedOn w:val="Normal"/>
    <w:rsid w:val="006F4154"/>
    <w:pPr>
      <w:spacing w:before="100" w:beforeAutospacing="1" w:after="100" w:afterAutospacing="1" w:line="270" w:lineRule="atLeast"/>
    </w:pPr>
    <w:rPr>
      <w:rFonts w:ascii="Times New Roman" w:eastAsia="Times New Roman" w:hAnsi="Times New Roman"/>
      <w:lang w:eastAsia="en-US"/>
    </w:rPr>
  </w:style>
  <w:style w:type="paragraph" w:customStyle="1" w:styleId="descriptiona669c1d0">
    <w:name w:val="description_a669c1d0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sz w:val="17"/>
      <w:szCs w:val="17"/>
      <w:lang w:eastAsia="en-US"/>
    </w:rPr>
  </w:style>
  <w:style w:type="paragraph" w:customStyle="1" w:styleId="errormessagea669c1d0">
    <w:name w:val="errormessage_a669c1d0"/>
    <w:basedOn w:val="Normal"/>
    <w:rsid w:val="006F4154"/>
    <w:rPr>
      <w:rFonts w:ascii="Times New Roman" w:eastAsia="Times New Roman" w:hAnsi="Times New Roman"/>
      <w:sz w:val="18"/>
      <w:szCs w:val="18"/>
      <w:lang w:eastAsia="en-US"/>
    </w:rPr>
  </w:style>
  <w:style w:type="paragraph" w:customStyle="1" w:styleId="hiddena669c1d0">
    <w:name w:val="hidden_a669c1d0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vanish/>
      <w:lang w:eastAsia="en-US"/>
    </w:rPr>
  </w:style>
  <w:style w:type="paragraph" w:customStyle="1" w:styleId="root68f7364f">
    <w:name w:val="root_68f7364f"/>
    <w:basedOn w:val="Normal"/>
    <w:rsid w:val="006F4154"/>
    <w:rPr>
      <w:rFonts w:ascii="Times New Roman" w:eastAsia="Times New Roman" w:hAnsi="Times New Roman"/>
      <w:sz w:val="21"/>
      <w:szCs w:val="21"/>
      <w:lang w:eastAsia="en-US"/>
    </w:rPr>
  </w:style>
  <w:style w:type="paragraph" w:customStyle="1" w:styleId="links68f7364f">
    <w:name w:val="links_68f7364f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sz w:val="2"/>
      <w:szCs w:val="2"/>
      <w:lang w:eastAsia="en-US"/>
    </w:rPr>
  </w:style>
  <w:style w:type="paragraph" w:customStyle="1" w:styleId="ellipsis68f7364f">
    <w:name w:val="ellipsis_68f7364f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sz w:val="23"/>
      <w:szCs w:val="23"/>
      <w:lang w:eastAsia="en-US"/>
    </w:rPr>
  </w:style>
  <w:style w:type="paragraph" w:customStyle="1" w:styleId="root99578be1">
    <w:name w:val="root_99578be1"/>
    <w:basedOn w:val="Normal"/>
    <w:rsid w:val="006F4154"/>
    <w:pPr>
      <w:shd w:val="clear" w:color="auto" w:fill="F4F4F4"/>
      <w:spacing w:before="100" w:beforeAutospacing="1" w:after="100" w:afterAutospacing="1"/>
    </w:pPr>
    <w:rPr>
      <w:rFonts w:ascii="Times New Roman" w:eastAsia="Times New Roman" w:hAnsi="Times New Roman"/>
      <w:color w:val="333333"/>
      <w:lang w:eastAsia="en-US"/>
    </w:rPr>
  </w:style>
  <w:style w:type="paragraph" w:customStyle="1" w:styleId="icon99578be1">
    <w:name w:val="icon_99578be1"/>
    <w:basedOn w:val="Normal"/>
    <w:rsid w:val="006F4154"/>
    <w:pPr>
      <w:spacing w:before="240" w:after="240"/>
      <w:ind w:left="240"/>
      <w:textAlignment w:val="top"/>
    </w:pPr>
    <w:rPr>
      <w:rFonts w:ascii="Times New Roman" w:eastAsia="Times New Roman" w:hAnsi="Times New Roman"/>
      <w:color w:val="666666"/>
      <w:lang w:eastAsia="en-US"/>
    </w:rPr>
  </w:style>
  <w:style w:type="paragraph" w:customStyle="1" w:styleId="text99578be1">
    <w:name w:val="text_99578be1"/>
    <w:basedOn w:val="Normal"/>
    <w:rsid w:val="006F4154"/>
    <w:pPr>
      <w:spacing w:before="240" w:after="240"/>
      <w:ind w:left="120" w:right="120"/>
      <w:textAlignment w:val="top"/>
    </w:pPr>
    <w:rPr>
      <w:rFonts w:ascii="Times New Roman" w:eastAsia="Times New Roman" w:hAnsi="Times New Roman"/>
      <w:sz w:val="18"/>
      <w:szCs w:val="18"/>
      <w:lang w:eastAsia="en-US"/>
    </w:rPr>
  </w:style>
  <w:style w:type="paragraph" w:customStyle="1" w:styleId="innertext99578be1">
    <w:name w:val="innertext_99578be1"/>
    <w:basedOn w:val="Normal"/>
    <w:rsid w:val="006F4154"/>
    <w:pPr>
      <w:spacing w:before="100" w:beforeAutospacing="1" w:after="100" w:afterAutospacing="1" w:line="240" w:lineRule="atLeast"/>
    </w:pPr>
    <w:rPr>
      <w:rFonts w:ascii="Times New Roman" w:eastAsia="Times New Roman" w:hAnsi="Times New Roman"/>
      <w:lang w:eastAsia="en-US"/>
    </w:rPr>
  </w:style>
  <w:style w:type="paragraph" w:customStyle="1" w:styleId="content99578be1">
    <w:name w:val="content_99578be1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actions99578be1">
    <w:name w:val="actions_99578be1"/>
    <w:basedOn w:val="Normal"/>
    <w:rsid w:val="006F4154"/>
    <w:pPr>
      <w:spacing w:after="180"/>
      <w:ind w:right="180"/>
    </w:pPr>
    <w:rPr>
      <w:rFonts w:ascii="Times New Roman" w:eastAsia="Times New Roman" w:hAnsi="Times New Roman"/>
      <w:lang w:eastAsia="en-US"/>
    </w:rPr>
  </w:style>
  <w:style w:type="paragraph" w:customStyle="1" w:styleId="actionssingleline99578be1">
    <w:name w:val="actionssingleline_99578be1"/>
    <w:basedOn w:val="Normal"/>
    <w:rsid w:val="006F4154"/>
    <w:pPr>
      <w:spacing w:before="120" w:after="120"/>
      <w:ind w:right="120"/>
    </w:pPr>
    <w:rPr>
      <w:rFonts w:ascii="Times New Roman" w:eastAsia="Times New Roman" w:hAnsi="Times New Roman"/>
      <w:lang w:eastAsia="en-US"/>
    </w:rPr>
  </w:style>
  <w:style w:type="paragraph" w:customStyle="1" w:styleId="dismissal99578be1">
    <w:name w:val="dismissal_99578be1"/>
    <w:basedOn w:val="Normal"/>
    <w:rsid w:val="006F4154"/>
    <w:pPr>
      <w:spacing w:before="120" w:after="120"/>
      <w:ind w:right="120"/>
    </w:pPr>
    <w:rPr>
      <w:rFonts w:ascii="Times New Roman" w:eastAsia="Times New Roman" w:hAnsi="Times New Roman"/>
      <w:lang w:eastAsia="en-US"/>
    </w:rPr>
  </w:style>
  <w:style w:type="paragraph" w:customStyle="1" w:styleId="expand99578be1">
    <w:name w:val="expand_99578be1"/>
    <w:basedOn w:val="Normal"/>
    <w:rsid w:val="006F4154"/>
    <w:pPr>
      <w:spacing w:before="120" w:after="120"/>
      <w:ind w:right="120"/>
    </w:pPr>
    <w:rPr>
      <w:rFonts w:ascii="Times New Roman" w:eastAsia="Times New Roman" w:hAnsi="Times New Roman"/>
      <w:lang w:eastAsia="en-US"/>
    </w:rPr>
  </w:style>
  <w:style w:type="paragraph" w:customStyle="1" w:styleId="root9a306b99">
    <w:name w:val="root_9a306b99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clear9a306b99">
    <w:name w:val="clear_9a306b99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members9a306b99">
    <w:name w:val="members_9a306b99"/>
    <w:basedOn w:val="Normal"/>
    <w:rsid w:val="006F4154"/>
    <w:pPr>
      <w:ind w:left="-30" w:right="-30"/>
    </w:pPr>
    <w:rPr>
      <w:rFonts w:ascii="Times New Roman" w:eastAsia="Times New Roman" w:hAnsi="Times New Roman"/>
      <w:lang w:eastAsia="en-US"/>
    </w:rPr>
  </w:style>
  <w:style w:type="paragraph" w:customStyle="1" w:styleId="members9a306b990">
    <w:name w:val="members_9a306b99&gt;*"/>
    <w:basedOn w:val="Normal"/>
    <w:rsid w:val="006F4154"/>
    <w:pPr>
      <w:spacing w:before="30" w:after="30"/>
      <w:ind w:left="30" w:right="30"/>
    </w:pPr>
    <w:rPr>
      <w:rFonts w:ascii="Times New Roman" w:eastAsia="Times New Roman" w:hAnsi="Times New Roman"/>
      <w:lang w:eastAsia="en-US"/>
    </w:rPr>
  </w:style>
  <w:style w:type="paragraph" w:customStyle="1" w:styleId="itembutton9a306b99">
    <w:name w:val="itembutton_9a306b99"/>
    <w:basedOn w:val="Normal"/>
    <w:rsid w:val="006F4154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lang w:eastAsia="en-US"/>
    </w:rPr>
  </w:style>
  <w:style w:type="paragraph" w:customStyle="1" w:styleId="screenreaderonly9a306b99">
    <w:name w:val="screenreaderonly_9a306b99"/>
    <w:basedOn w:val="Normal"/>
    <w:rsid w:val="006F4154"/>
    <w:pPr>
      <w:ind w:left="-15" w:right="-15"/>
    </w:pPr>
    <w:rPr>
      <w:rFonts w:ascii="Times New Roman" w:eastAsia="Times New Roman" w:hAnsi="Times New Roman"/>
      <w:lang w:eastAsia="en-US"/>
    </w:rPr>
  </w:style>
  <w:style w:type="paragraph" w:customStyle="1" w:styleId="root8a64db74">
    <w:name w:val="root_8a64db74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rootbeb89a04">
    <w:name w:val="root_beb89a04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sz w:val="21"/>
      <w:szCs w:val="21"/>
      <w:lang w:eastAsia="en-US"/>
    </w:rPr>
  </w:style>
  <w:style w:type="paragraph" w:customStyle="1" w:styleId="primarycommandsbeb89a04">
    <w:name w:val="primarycommands_beb89a04"/>
    <w:basedOn w:val="Normal"/>
    <w:rsid w:val="006F4154"/>
    <w:pPr>
      <w:spacing w:line="600" w:lineRule="atLeast"/>
      <w:ind w:left="300" w:right="300"/>
      <w:textAlignment w:val="top"/>
    </w:pPr>
    <w:rPr>
      <w:rFonts w:ascii="Times New Roman" w:eastAsia="Times New Roman" w:hAnsi="Times New Roman"/>
      <w:lang w:eastAsia="en-US"/>
    </w:rPr>
  </w:style>
  <w:style w:type="paragraph" w:customStyle="1" w:styleId="itembeb89a04">
    <w:name w:val="item_beb89a04"/>
    <w:basedOn w:val="Normal"/>
    <w:rsid w:val="006F4154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lang w:eastAsia="en-US"/>
    </w:rPr>
  </w:style>
  <w:style w:type="paragraph" w:customStyle="1" w:styleId="itemchevrondownbeb89a04">
    <w:name w:val="itemchevrondown_beb89a04"/>
    <w:basedOn w:val="Normal"/>
    <w:rsid w:val="006F4154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sz w:val="18"/>
      <w:szCs w:val="18"/>
      <w:lang w:eastAsia="en-US"/>
    </w:rPr>
  </w:style>
  <w:style w:type="paragraph" w:customStyle="1" w:styleId="itemcommandtextbeb89a04">
    <w:name w:val="itemcommandtext_beb89a04"/>
    <w:basedOn w:val="Normal"/>
    <w:rsid w:val="006F4154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lang w:eastAsia="en-US"/>
    </w:rPr>
  </w:style>
  <w:style w:type="paragraph" w:customStyle="1" w:styleId="itemtextbeb89a04">
    <w:name w:val="itemtext_beb89a04"/>
    <w:basedOn w:val="Normal"/>
    <w:rsid w:val="006F4154"/>
    <w:pPr>
      <w:spacing w:before="100" w:beforeAutospacing="1" w:after="100" w:afterAutospacing="1" w:line="600" w:lineRule="atLeast"/>
      <w:jc w:val="center"/>
    </w:pPr>
    <w:rPr>
      <w:rFonts w:ascii="Times New Roman" w:eastAsia="Times New Roman" w:hAnsi="Times New Roman"/>
      <w:sz w:val="21"/>
      <w:szCs w:val="21"/>
      <w:lang w:eastAsia="en-US"/>
    </w:rPr>
  </w:style>
  <w:style w:type="paragraph" w:customStyle="1" w:styleId="itemlinkbeb89a04">
    <w:name w:val="itemlink_beb89a04"/>
    <w:basedOn w:val="Normal"/>
    <w:rsid w:val="006F4154"/>
    <w:pPr>
      <w:spacing w:before="100" w:beforeAutospacing="1" w:after="100" w:afterAutospacing="1" w:line="600" w:lineRule="atLeast"/>
      <w:jc w:val="center"/>
    </w:pPr>
    <w:rPr>
      <w:rFonts w:ascii="Times New Roman" w:eastAsia="Times New Roman" w:hAnsi="Times New Roman"/>
      <w:sz w:val="21"/>
      <w:szCs w:val="21"/>
      <w:lang w:eastAsia="en-US"/>
    </w:rPr>
  </w:style>
  <w:style w:type="paragraph" w:customStyle="1" w:styleId="itemiconbeb89a04">
    <w:name w:val="itemicon_beb89a04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itemoverflowbeb89a04">
    <w:name w:val="itemoverflow_beb89a04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sz w:val="27"/>
      <w:szCs w:val="27"/>
      <w:lang w:eastAsia="en-US"/>
    </w:rPr>
  </w:style>
  <w:style w:type="paragraph" w:customStyle="1" w:styleId="searchbeb89a04">
    <w:name w:val="search_beb89a04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searchinputbeb89a04">
    <w:name w:val="searchinput_beb89a04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sz w:val="21"/>
      <w:szCs w:val="21"/>
      <w:lang w:eastAsia="en-US"/>
    </w:rPr>
  </w:style>
  <w:style w:type="paragraph" w:customStyle="1" w:styleId="searchiconsearchwrapperbeb89a04">
    <w:name w:val="searchiconsearchwrapper_beb89a04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searchiconarrowwrapperbeb89a04">
    <w:name w:val="searchiconarrowwrapper_beb89a04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vanish/>
      <w:lang w:eastAsia="en-US"/>
    </w:rPr>
  </w:style>
  <w:style w:type="paragraph" w:customStyle="1" w:styleId="searchiconclearwrapperbeb89a04">
    <w:name w:val="searchiconclearwrapper_beb89a04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vanish/>
      <w:lang w:eastAsia="en-US"/>
    </w:rPr>
  </w:style>
  <w:style w:type="paragraph" w:customStyle="1" w:styleId="searchiconwrapperbeb89a04">
    <w:name w:val="searchiconwrapper_beb89a04"/>
    <w:basedOn w:val="Normal"/>
    <w:rsid w:val="006F4154"/>
    <w:pPr>
      <w:spacing w:before="100" w:beforeAutospacing="1" w:after="100" w:afterAutospacing="1" w:line="600" w:lineRule="atLeast"/>
      <w:jc w:val="center"/>
    </w:pPr>
    <w:rPr>
      <w:rFonts w:ascii="Times New Roman" w:eastAsia="Times New Roman" w:hAnsi="Times New Roman"/>
      <w:lang w:eastAsia="en-US"/>
    </w:rPr>
  </w:style>
  <w:style w:type="paragraph" w:customStyle="1" w:styleId="titlelabel239679ee">
    <w:name w:val="titlelabel_239679ee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valuelabel239679ee">
    <w:name w:val="valuelabel_239679ee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slidebox239679ee">
    <w:name w:val="slidebox_239679ee"/>
    <w:basedOn w:val="Normal"/>
    <w:rsid w:val="006F4154"/>
    <w:pPr>
      <w:spacing w:before="100" w:beforeAutospacing="1" w:after="100" w:afterAutospacing="1" w:line="420" w:lineRule="atLeast"/>
    </w:pPr>
    <w:rPr>
      <w:rFonts w:ascii="Times New Roman" w:eastAsia="Times New Roman" w:hAnsi="Times New Roman"/>
      <w:lang w:eastAsia="en-US"/>
    </w:rPr>
  </w:style>
  <w:style w:type="paragraph" w:customStyle="1" w:styleId="rootisvertical239679ee">
    <w:name w:val="rootisvertical_239679ee"/>
    <w:basedOn w:val="Normal"/>
    <w:rsid w:val="006F4154"/>
    <w:pPr>
      <w:spacing w:before="100" w:beforeAutospacing="1" w:after="100" w:afterAutospacing="1"/>
      <w:ind w:right="120"/>
    </w:pPr>
    <w:rPr>
      <w:rFonts w:ascii="Times New Roman" w:eastAsia="Times New Roman" w:hAnsi="Times New Roman"/>
      <w:lang w:eastAsia="en-US"/>
    </w:rPr>
  </w:style>
  <w:style w:type="paragraph" w:customStyle="1" w:styleId="root8ad48cc5">
    <w:name w:val="root_8ad48cc5"/>
    <w:basedOn w:val="Normal"/>
    <w:rsid w:val="006F4154"/>
    <w:rPr>
      <w:rFonts w:ascii="Times New Roman" w:eastAsia="Times New Roman" w:hAnsi="Times New Roman"/>
      <w:sz w:val="21"/>
      <w:szCs w:val="21"/>
      <w:lang w:eastAsia="en-US"/>
    </w:rPr>
  </w:style>
  <w:style w:type="paragraph" w:customStyle="1" w:styleId="caretdownwrapper8ad48cc5">
    <w:name w:val="caretdownwrapper_8ad48cc5"/>
    <w:basedOn w:val="Normal"/>
    <w:rsid w:val="006F4154"/>
    <w:pPr>
      <w:spacing w:before="100" w:beforeAutospacing="1" w:after="100" w:afterAutospacing="1" w:line="450" w:lineRule="atLeast"/>
    </w:pPr>
    <w:rPr>
      <w:rFonts w:ascii="Times New Roman" w:eastAsia="Times New Roman" w:hAnsi="Times New Roman"/>
      <w:lang w:eastAsia="en-US"/>
    </w:rPr>
  </w:style>
  <w:style w:type="paragraph" w:customStyle="1" w:styleId="caretdown8ad48cc5">
    <w:name w:val="caretdown_8ad48cc5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en-US"/>
    </w:rPr>
  </w:style>
  <w:style w:type="paragraph" w:customStyle="1" w:styleId="title8ad48cc5">
    <w:name w:val="title_8ad48cc5"/>
    <w:basedOn w:val="Normal"/>
    <w:rsid w:val="006F4154"/>
    <w:pPr>
      <w:spacing w:line="450" w:lineRule="atLeast"/>
    </w:pPr>
    <w:rPr>
      <w:rFonts w:ascii="Times New Roman" w:eastAsia="Times New Roman" w:hAnsi="Times New Roman"/>
      <w:lang w:eastAsia="en-US"/>
    </w:rPr>
  </w:style>
  <w:style w:type="paragraph" w:customStyle="1" w:styleId="errormessage8ad48cc5">
    <w:name w:val="errormessage_8ad48cc5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color w:val="A80000"/>
      <w:sz w:val="18"/>
      <w:szCs w:val="18"/>
      <w:lang w:eastAsia="en-US"/>
    </w:rPr>
  </w:style>
  <w:style w:type="paragraph" w:customStyle="1" w:styleId="items8ad48cc5">
    <w:name w:val="items_8ad48cc5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item8ad48cc5">
    <w:name w:val="item_8ad48cc5"/>
    <w:basedOn w:val="Normal"/>
    <w:rsid w:val="006F4154"/>
    <w:pPr>
      <w:spacing w:before="100" w:beforeAutospacing="1" w:after="100" w:afterAutospacing="1" w:line="300" w:lineRule="atLeast"/>
    </w:pPr>
    <w:rPr>
      <w:rFonts w:ascii="Times New Roman" w:eastAsia="Times New Roman" w:hAnsi="Times New Roman"/>
      <w:lang w:eastAsia="en-US"/>
    </w:rPr>
  </w:style>
  <w:style w:type="paragraph" w:customStyle="1" w:styleId="header8ad48cc5">
    <w:name w:val="header_8ad48cc5"/>
    <w:basedOn w:val="Normal"/>
    <w:rsid w:val="006F4154"/>
    <w:pPr>
      <w:spacing w:before="100" w:beforeAutospacing="1" w:after="100" w:afterAutospacing="1" w:line="480" w:lineRule="atLeast"/>
    </w:pPr>
    <w:rPr>
      <w:rFonts w:ascii="Times New Roman" w:eastAsia="Times New Roman" w:hAnsi="Times New Roman"/>
      <w:b/>
      <w:bCs/>
      <w:sz w:val="21"/>
      <w:szCs w:val="21"/>
      <w:lang w:eastAsia="en-US"/>
    </w:rPr>
  </w:style>
  <w:style w:type="paragraph" w:customStyle="1" w:styleId="divider8ad48cc5">
    <w:name w:val="divider_8ad48cc5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optiontext8ad48cc5">
    <w:name w:val="optiontext_8ad48cc5"/>
    <w:basedOn w:val="Normal"/>
    <w:rsid w:val="006F4154"/>
    <w:pPr>
      <w:spacing w:before="15" w:after="15"/>
      <w:ind w:left="15" w:right="15"/>
    </w:pPr>
    <w:rPr>
      <w:rFonts w:ascii="Times New Roman" w:eastAsia="Times New Roman" w:hAnsi="Times New Roman"/>
      <w:lang w:eastAsia="en-US"/>
    </w:rPr>
  </w:style>
  <w:style w:type="paragraph" w:customStyle="1" w:styleId="rootc1762fe0">
    <w:name w:val="root_c1762fe0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choicefieldc1762fe0">
    <w:name w:val="choicefield_c1762fe0"/>
    <w:basedOn w:val="Normal"/>
    <w:rsid w:val="006F4154"/>
    <w:pPr>
      <w:spacing w:before="120" w:after="100" w:afterAutospacing="1"/>
    </w:pPr>
    <w:rPr>
      <w:rFonts w:ascii="Times New Roman" w:eastAsia="Times New Roman" w:hAnsi="Times New Roman"/>
      <w:sz w:val="21"/>
      <w:szCs w:val="21"/>
      <w:lang w:eastAsia="en-US"/>
    </w:rPr>
  </w:style>
  <w:style w:type="paragraph" w:customStyle="1" w:styleId="fieldc1762fe0">
    <w:name w:val="field_c1762fe0"/>
    <w:basedOn w:val="Normal"/>
    <w:rsid w:val="006F4154"/>
    <w:pPr>
      <w:spacing w:after="100" w:afterAutospacing="1"/>
      <w:textAlignment w:val="top"/>
    </w:pPr>
    <w:rPr>
      <w:rFonts w:ascii="Times New Roman" w:eastAsia="Times New Roman" w:hAnsi="Times New Roman"/>
      <w:lang w:eastAsia="en-US"/>
    </w:rPr>
  </w:style>
  <w:style w:type="paragraph" w:customStyle="1" w:styleId="choicefieldisimagec1762fe0">
    <w:name w:val="choicefieldisimage_c1762fe0"/>
    <w:basedOn w:val="Normal"/>
    <w:rsid w:val="006F4154"/>
    <w:pPr>
      <w:spacing w:after="60"/>
      <w:ind w:right="60"/>
    </w:pPr>
    <w:rPr>
      <w:rFonts w:ascii="Times New Roman" w:eastAsia="Times New Roman" w:hAnsi="Times New Roman"/>
      <w:sz w:val="2"/>
      <w:szCs w:val="2"/>
      <w:lang w:eastAsia="en-US"/>
    </w:rPr>
  </w:style>
  <w:style w:type="paragraph" w:customStyle="1" w:styleId="choicefieldisiconc1762fe0">
    <w:name w:val="choicefieldisicon_c1762fe0"/>
    <w:basedOn w:val="Normal"/>
    <w:rsid w:val="006F4154"/>
    <w:pPr>
      <w:spacing w:after="60"/>
      <w:ind w:right="60"/>
    </w:pPr>
    <w:rPr>
      <w:rFonts w:ascii="Times New Roman" w:eastAsia="Times New Roman" w:hAnsi="Times New Roman"/>
      <w:sz w:val="2"/>
      <w:szCs w:val="2"/>
      <w:lang w:eastAsia="en-US"/>
    </w:rPr>
  </w:style>
  <w:style w:type="paragraph" w:customStyle="1" w:styleId="root8d47144a">
    <w:name w:val="root_8d47144a"/>
    <w:basedOn w:val="Normal"/>
    <w:rsid w:val="006F4154"/>
    <w:pPr>
      <w:spacing w:before="100" w:beforeAutospacing="1" w:after="100" w:afterAutospacing="1" w:line="480" w:lineRule="atLeast"/>
      <w:textAlignment w:val="top"/>
    </w:pPr>
    <w:rPr>
      <w:rFonts w:ascii="Times New Roman" w:eastAsia="Times New Roman" w:hAnsi="Times New Roman"/>
      <w:lang w:eastAsia="en-US"/>
    </w:rPr>
  </w:style>
  <w:style w:type="paragraph" w:customStyle="1" w:styleId="cell8d47144a">
    <w:name w:val="cell_8d47144a"/>
    <w:basedOn w:val="Normal"/>
    <w:rsid w:val="006F4154"/>
    <w:pPr>
      <w:textAlignment w:val="top"/>
    </w:pPr>
    <w:rPr>
      <w:rFonts w:ascii="Times New Roman" w:eastAsia="Times New Roman" w:hAnsi="Times New Roman"/>
      <w:sz w:val="18"/>
      <w:szCs w:val="18"/>
      <w:lang w:eastAsia="en-US"/>
    </w:rPr>
  </w:style>
  <w:style w:type="paragraph" w:customStyle="1" w:styleId="cellsizer8d47144a">
    <w:name w:val="cellsizer_8d47144a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cellsizerstart8d47144a">
    <w:name w:val="cellsizerstart_8d47144a"/>
    <w:basedOn w:val="Normal"/>
    <w:rsid w:val="006F4154"/>
    <w:pPr>
      <w:ind w:left="-120" w:right="-120"/>
    </w:pPr>
    <w:rPr>
      <w:rFonts w:ascii="Times New Roman" w:eastAsia="Times New Roman" w:hAnsi="Times New Roman"/>
      <w:lang w:eastAsia="en-US"/>
    </w:rPr>
  </w:style>
  <w:style w:type="paragraph" w:customStyle="1" w:styleId="cellsizerend8d47144a">
    <w:name w:val="cellsizerend_8d47144a"/>
    <w:basedOn w:val="Normal"/>
    <w:rsid w:val="006F4154"/>
    <w:rPr>
      <w:rFonts w:ascii="Times New Roman" w:eastAsia="Times New Roman" w:hAnsi="Times New Roman"/>
      <w:lang w:eastAsia="en-US"/>
    </w:rPr>
  </w:style>
  <w:style w:type="paragraph" w:customStyle="1" w:styleId="collapsebutton8d47144a">
    <w:name w:val="collapsebutton_8d47144a"/>
    <w:basedOn w:val="Normal"/>
    <w:rsid w:val="006F4154"/>
    <w:pPr>
      <w:spacing w:before="100" w:beforeAutospacing="1" w:after="100" w:afterAutospacing="1"/>
      <w:jc w:val="center"/>
    </w:pPr>
    <w:rPr>
      <w:rFonts w:ascii="Times New Roman" w:eastAsia="Times New Roman" w:hAnsi="Times New Roman"/>
      <w:lang w:eastAsia="en-US"/>
    </w:rPr>
  </w:style>
  <w:style w:type="paragraph" w:customStyle="1" w:styleId="celltitle8d47144a">
    <w:name w:val="celltitle_8d47144a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celltooltip8d47144a">
    <w:name w:val="celltooltip_8d47144a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accessiblelabel8d47144a">
    <w:name w:val="accessiblelabel_8d47144a"/>
    <w:basedOn w:val="Normal"/>
    <w:rsid w:val="006F4154"/>
    <w:pPr>
      <w:ind w:left="-15" w:right="-15"/>
    </w:pPr>
    <w:rPr>
      <w:rFonts w:ascii="Times New Roman" w:eastAsia="Times New Roman" w:hAnsi="Times New Roman"/>
      <w:lang w:eastAsia="en-US"/>
    </w:rPr>
  </w:style>
  <w:style w:type="paragraph" w:customStyle="1" w:styleId="rootd8e7e3b7">
    <w:name w:val="root_d8e7e3b7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en-US"/>
    </w:rPr>
  </w:style>
  <w:style w:type="paragraph" w:customStyle="1" w:styleId="roote8a34929">
    <w:name w:val="root_e8a34929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en-US"/>
    </w:rPr>
  </w:style>
  <w:style w:type="paragraph" w:customStyle="1" w:styleId="groupheadercontainer03463842">
    <w:name w:val="groupheadercontainer_03463842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check03463842">
    <w:name w:val="check_03463842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sz w:val="30"/>
      <w:szCs w:val="30"/>
      <w:lang w:eastAsia="en-US"/>
    </w:rPr>
  </w:style>
  <w:style w:type="paragraph" w:customStyle="1" w:styleId="expand03463842">
    <w:name w:val="expand_03463842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sz w:val="30"/>
      <w:szCs w:val="30"/>
      <w:lang w:eastAsia="en-US"/>
    </w:rPr>
  </w:style>
  <w:style w:type="paragraph" w:customStyle="1" w:styleId="title03463842">
    <w:name w:val="title_03463842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sz w:val="32"/>
      <w:szCs w:val="32"/>
      <w:lang w:eastAsia="en-US"/>
    </w:rPr>
  </w:style>
  <w:style w:type="paragraph" w:customStyle="1" w:styleId="headercount03463842">
    <w:name w:val="headercount_03463842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dropicon03463842">
    <w:name w:val="dropicon_03463842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color w:val="767676"/>
      <w:sz w:val="30"/>
      <w:szCs w:val="30"/>
      <w:lang w:eastAsia="en-US"/>
    </w:rPr>
  </w:style>
  <w:style w:type="paragraph" w:customStyle="1" w:styleId="rootdbaa5f82">
    <w:name w:val="root_dbaa5f82"/>
    <w:basedOn w:val="Normal"/>
    <w:rsid w:val="006F4154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767676"/>
      <w:lang w:eastAsia="en-US"/>
    </w:rPr>
  </w:style>
  <w:style w:type="paragraph" w:customStyle="1" w:styleId="celldbaa5f82">
    <w:name w:val="cell_dbaa5f82"/>
    <w:basedOn w:val="Normal"/>
    <w:rsid w:val="006F4154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lang w:eastAsia="en-US"/>
    </w:rPr>
  </w:style>
  <w:style w:type="paragraph" w:customStyle="1" w:styleId="ismultilinedbaa5f82">
    <w:name w:val="ismultiline_dbaa5f82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checkcoverdbaa5f82">
    <w:name w:val="checkcover_dbaa5f82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vanish/>
      <w:lang w:eastAsia="en-US"/>
    </w:rPr>
  </w:style>
  <w:style w:type="paragraph" w:customStyle="1" w:styleId="root37d79be3">
    <w:name w:val="root_37d79be3"/>
    <w:basedOn w:val="Normal"/>
    <w:rsid w:val="006F4154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lang w:eastAsia="en-US"/>
    </w:rPr>
  </w:style>
  <w:style w:type="paragraph" w:customStyle="1" w:styleId="circle37d79be3">
    <w:name w:val="circle_37d79be3"/>
    <w:basedOn w:val="Normal"/>
    <w:rsid w:val="006F4154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7"/>
      <w:szCs w:val="27"/>
      <w:lang w:eastAsia="en-US"/>
    </w:rPr>
  </w:style>
  <w:style w:type="paragraph" w:customStyle="1" w:styleId="check37d79be3">
    <w:name w:val="check_37d79be3"/>
    <w:basedOn w:val="Normal"/>
    <w:rsid w:val="006F4154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eastAsia="en-US"/>
    </w:rPr>
  </w:style>
  <w:style w:type="paragraph" w:customStyle="1" w:styleId="checkfe91243b">
    <w:name w:val="check_fe91243b"/>
    <w:basedOn w:val="Normal"/>
    <w:rsid w:val="006F4154"/>
    <w:pPr>
      <w:textAlignment w:val="top"/>
    </w:pPr>
    <w:rPr>
      <w:rFonts w:ascii="Times New Roman" w:eastAsia="Times New Roman" w:hAnsi="Times New Roman"/>
      <w:lang w:eastAsia="en-US"/>
    </w:rPr>
  </w:style>
  <w:style w:type="paragraph" w:customStyle="1" w:styleId="root43ce4577">
    <w:name w:val="root_43ce4577"/>
    <w:basedOn w:val="Normal"/>
    <w:rsid w:val="006F4154"/>
    <w:pPr>
      <w:spacing w:before="30" w:after="30" w:line="390" w:lineRule="atLeast"/>
      <w:ind w:left="30" w:right="30"/>
    </w:pPr>
    <w:rPr>
      <w:rFonts w:ascii="Times New Roman" w:eastAsia="Times New Roman" w:hAnsi="Times New Roman"/>
      <w:lang w:eastAsia="en-US"/>
    </w:rPr>
  </w:style>
  <w:style w:type="paragraph" w:customStyle="1" w:styleId="tagitemtext43ce4577">
    <w:name w:val="tagitemtext_43ce4577"/>
    <w:basedOn w:val="Normal"/>
    <w:rsid w:val="006F4154"/>
    <w:pPr>
      <w:ind w:left="120" w:right="120"/>
    </w:pPr>
    <w:rPr>
      <w:rFonts w:ascii="Times New Roman" w:eastAsia="Times New Roman" w:hAnsi="Times New Roman"/>
      <w:lang w:eastAsia="en-US"/>
    </w:rPr>
  </w:style>
  <w:style w:type="paragraph" w:customStyle="1" w:styleId="tagitemclose43ce4577">
    <w:name w:val="tagitemclose_43ce4577"/>
    <w:basedOn w:val="Normal"/>
    <w:rsid w:val="006F4154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18"/>
      <w:szCs w:val="18"/>
      <w:lang w:eastAsia="en-US"/>
    </w:rPr>
  </w:style>
  <w:style w:type="paragraph" w:customStyle="1" w:styleId="tagitembutton43ce4577">
    <w:name w:val="tagitembutton_43ce4577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personacontainer26365740">
    <w:name w:val="personacontainer_26365740"/>
    <w:basedOn w:val="Normal"/>
    <w:rsid w:val="006F4154"/>
    <w:pPr>
      <w:spacing w:before="15" w:after="15"/>
      <w:ind w:left="30" w:right="30"/>
      <w:textAlignment w:val="center"/>
    </w:pPr>
    <w:rPr>
      <w:rFonts w:ascii="Times New Roman" w:eastAsia="Times New Roman" w:hAnsi="Times New Roman"/>
      <w:lang w:eastAsia="en-US"/>
    </w:rPr>
  </w:style>
  <w:style w:type="paragraph" w:customStyle="1" w:styleId="itemcontainer26365740">
    <w:name w:val="itemcontainer_26365740"/>
    <w:basedOn w:val="Normal"/>
    <w:rsid w:val="006F4154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lang w:eastAsia="en-US"/>
    </w:rPr>
  </w:style>
  <w:style w:type="paragraph" w:customStyle="1" w:styleId="pickerinput70a20b95">
    <w:name w:val="pickerinput_70a20b95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screenreaderonly70a20b95">
    <w:name w:val="screenreaderonly_70a20b95"/>
    <w:basedOn w:val="Normal"/>
    <w:rsid w:val="006F4154"/>
    <w:pPr>
      <w:ind w:left="-15" w:right="-15"/>
    </w:pPr>
    <w:rPr>
      <w:rFonts w:ascii="Times New Roman" w:eastAsia="Times New Roman" w:hAnsi="Times New Roman"/>
      <w:lang w:eastAsia="en-US"/>
    </w:rPr>
  </w:style>
  <w:style w:type="paragraph" w:customStyle="1" w:styleId="suggestionsitemc0609090">
    <w:name w:val="suggestionsitem_c0609090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actionbuttonc0609090">
    <w:name w:val="actionbutton_c0609090"/>
    <w:basedOn w:val="Normal"/>
    <w:rsid w:val="006F4154"/>
    <w:rPr>
      <w:rFonts w:ascii="Times New Roman" w:eastAsia="Times New Roman" w:hAnsi="Times New Roman"/>
      <w:sz w:val="18"/>
      <w:szCs w:val="18"/>
      <w:lang w:eastAsia="en-US"/>
    </w:rPr>
  </w:style>
  <w:style w:type="paragraph" w:customStyle="1" w:styleId="suggestionstitlec0609090">
    <w:name w:val="suggestionstitle_c0609090"/>
    <w:basedOn w:val="Normal"/>
    <w:rsid w:val="006F4154"/>
    <w:pPr>
      <w:spacing w:before="100" w:beforeAutospacing="1" w:after="100" w:afterAutospacing="1" w:line="600" w:lineRule="atLeast"/>
    </w:pPr>
    <w:rPr>
      <w:rFonts w:ascii="Times New Roman" w:eastAsia="Times New Roman" w:hAnsi="Times New Roman"/>
      <w:sz w:val="18"/>
      <w:szCs w:val="18"/>
      <w:lang w:eastAsia="en-US"/>
    </w:rPr>
  </w:style>
  <w:style w:type="paragraph" w:customStyle="1" w:styleId="suggestionsnonec0609090">
    <w:name w:val="suggestionsnone_c0609090"/>
    <w:basedOn w:val="Normal"/>
    <w:rsid w:val="006F4154"/>
    <w:pPr>
      <w:spacing w:before="100" w:beforeAutospacing="1" w:after="100" w:afterAutospacing="1" w:line="450" w:lineRule="atLeast"/>
      <w:jc w:val="center"/>
    </w:pPr>
    <w:rPr>
      <w:rFonts w:ascii="Times New Roman" w:eastAsia="Times New Roman" w:hAnsi="Times New Roman"/>
      <w:color w:val="666666"/>
      <w:sz w:val="18"/>
      <w:szCs w:val="18"/>
      <w:lang w:eastAsia="en-US"/>
    </w:rPr>
  </w:style>
  <w:style w:type="paragraph" w:customStyle="1" w:styleId="suggestionsspinnerc0609090">
    <w:name w:val="suggestionsspinner_c0609090"/>
    <w:basedOn w:val="Normal"/>
    <w:rsid w:val="006F4154"/>
    <w:pPr>
      <w:spacing w:before="75" w:after="75" w:line="300" w:lineRule="atLeast"/>
    </w:pPr>
    <w:rPr>
      <w:rFonts w:ascii="Times New Roman" w:eastAsia="Times New Roman" w:hAnsi="Times New Roman"/>
      <w:sz w:val="18"/>
      <w:szCs w:val="18"/>
      <w:lang w:eastAsia="en-US"/>
    </w:rPr>
  </w:style>
  <w:style w:type="paragraph" w:customStyle="1" w:styleId="suggestionsavailablec0609090">
    <w:name w:val="suggestionsavailable_c0609090"/>
    <w:basedOn w:val="Normal"/>
    <w:rsid w:val="006F4154"/>
    <w:pPr>
      <w:ind w:left="-15" w:right="-15"/>
    </w:pPr>
    <w:rPr>
      <w:rFonts w:ascii="Times New Roman" w:eastAsia="Times New Roman" w:hAnsi="Times New Roman"/>
      <w:lang w:eastAsia="en-US"/>
    </w:rPr>
  </w:style>
  <w:style w:type="paragraph" w:customStyle="1" w:styleId="root2f6fe550">
    <w:name w:val="root_2f6fe550"/>
    <w:basedOn w:val="Normal"/>
    <w:rsid w:val="006F4154"/>
    <w:rPr>
      <w:rFonts w:ascii="Times New Roman" w:eastAsia="Times New Roman" w:hAnsi="Times New Roman"/>
      <w:lang w:eastAsia="en-US"/>
    </w:rPr>
  </w:style>
  <w:style w:type="paragraph" w:customStyle="1" w:styleId="eventwithlabel2f6fe550">
    <w:name w:val="eventwithlabel_2f6fe550"/>
    <w:basedOn w:val="Normal"/>
    <w:rsid w:val="006F4154"/>
    <w:pPr>
      <w:spacing w:before="100" w:beforeAutospacing="1" w:after="100" w:afterAutospacing="1" w:line="270" w:lineRule="atLeast"/>
    </w:pPr>
    <w:rPr>
      <w:rFonts w:ascii="Times New Roman" w:eastAsia="Times New Roman" w:hAnsi="Times New Roman"/>
      <w:lang w:eastAsia="en-US"/>
    </w:rPr>
  </w:style>
  <w:style w:type="paragraph" w:customStyle="1" w:styleId="eventwithoutlabel2f6fe550">
    <w:name w:val="eventwithoutlabel_2f6fe550"/>
    <w:basedOn w:val="Normal"/>
    <w:rsid w:val="006F4154"/>
    <w:pPr>
      <w:spacing w:before="100" w:beforeAutospacing="1" w:after="100" w:afterAutospacing="1" w:line="270" w:lineRule="atLeast"/>
    </w:pPr>
    <w:rPr>
      <w:rFonts w:ascii="Times New Roman" w:eastAsia="Times New Roman" w:hAnsi="Times New Roman"/>
      <w:lang w:eastAsia="en-US"/>
    </w:rPr>
  </w:style>
  <w:style w:type="paragraph" w:customStyle="1" w:styleId="root64825624">
    <w:name w:val="root_64825624"/>
    <w:basedOn w:val="Normal"/>
    <w:rsid w:val="006F4154"/>
    <w:rPr>
      <w:rFonts w:ascii="Times New Roman" w:eastAsia="Times New Roman" w:hAnsi="Times New Roman"/>
      <w:lang w:eastAsia="en-US"/>
    </w:rPr>
  </w:style>
  <w:style w:type="paragraph" w:customStyle="1" w:styleId="picker64825624">
    <w:name w:val="picker_64825624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sz w:val="21"/>
      <w:szCs w:val="21"/>
      <w:lang w:eastAsia="en-US"/>
    </w:rPr>
  </w:style>
  <w:style w:type="paragraph" w:customStyle="1" w:styleId="holder64825624">
    <w:name w:val="holder_64825624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vanish/>
      <w:lang w:eastAsia="en-US"/>
    </w:rPr>
  </w:style>
  <w:style w:type="paragraph" w:customStyle="1" w:styleId="wrap64825624">
    <w:name w:val="wrap_64825624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daypicker64825624">
    <w:name w:val="daypicker_64825624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header64825624">
    <w:name w:val="header_64825624"/>
    <w:basedOn w:val="Normal"/>
    <w:rsid w:val="006F4154"/>
    <w:pPr>
      <w:spacing w:before="100" w:beforeAutospacing="1" w:after="100" w:afterAutospacing="1" w:line="660" w:lineRule="atLeast"/>
    </w:pPr>
    <w:rPr>
      <w:rFonts w:ascii="Times New Roman" w:eastAsia="Times New Roman" w:hAnsi="Times New Roman"/>
      <w:lang w:eastAsia="en-US"/>
    </w:rPr>
  </w:style>
  <w:style w:type="paragraph" w:customStyle="1" w:styleId="divider64825624">
    <w:name w:val="divider_64825624"/>
    <w:basedOn w:val="Normal"/>
    <w:rsid w:val="006F4154"/>
    <w:rPr>
      <w:rFonts w:ascii="Times New Roman" w:eastAsia="Times New Roman" w:hAnsi="Times New Roman"/>
      <w:lang w:eastAsia="en-US"/>
    </w:rPr>
  </w:style>
  <w:style w:type="paragraph" w:customStyle="1" w:styleId="monthandyear64825624">
    <w:name w:val="monthandyear_64825624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b/>
      <w:bCs/>
      <w:sz w:val="21"/>
      <w:szCs w:val="21"/>
      <w:lang w:eastAsia="en-US"/>
    </w:rPr>
  </w:style>
  <w:style w:type="paragraph" w:customStyle="1" w:styleId="year64825624">
    <w:name w:val="year_64825624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b/>
      <w:bCs/>
      <w:sz w:val="21"/>
      <w:szCs w:val="21"/>
      <w:lang w:eastAsia="en-US"/>
    </w:rPr>
  </w:style>
  <w:style w:type="paragraph" w:customStyle="1" w:styleId="table64825624">
    <w:name w:val="table_64825624"/>
    <w:basedOn w:val="Normal"/>
    <w:rsid w:val="006F4154"/>
    <w:pPr>
      <w:spacing w:before="60" w:after="100" w:afterAutospacing="1"/>
      <w:jc w:val="center"/>
    </w:pPr>
    <w:rPr>
      <w:rFonts w:ascii="Times New Roman" w:eastAsia="Times New Roman" w:hAnsi="Times New Roman"/>
      <w:lang w:eastAsia="en-US"/>
    </w:rPr>
  </w:style>
  <w:style w:type="paragraph" w:customStyle="1" w:styleId="daywrapper64825624">
    <w:name w:val="daywrapper_64825624"/>
    <w:basedOn w:val="Normal"/>
    <w:rsid w:val="006F4154"/>
    <w:pPr>
      <w:spacing w:before="100" w:beforeAutospacing="1" w:after="100" w:afterAutospacing="1" w:line="420" w:lineRule="atLeast"/>
    </w:pPr>
    <w:rPr>
      <w:rFonts w:ascii="Times New Roman" w:eastAsia="Times New Roman" w:hAnsi="Times New Roman"/>
      <w:sz w:val="23"/>
      <w:szCs w:val="23"/>
      <w:lang w:eastAsia="en-US"/>
    </w:rPr>
  </w:style>
  <w:style w:type="paragraph" w:customStyle="1" w:styleId="weekday64825624">
    <w:name w:val="weekday_64825624"/>
    <w:basedOn w:val="Normal"/>
    <w:rsid w:val="006F4154"/>
    <w:pPr>
      <w:spacing w:before="100" w:beforeAutospacing="1" w:after="100" w:afterAutospacing="1" w:line="420" w:lineRule="atLeast"/>
    </w:pPr>
    <w:rPr>
      <w:rFonts w:ascii="Times New Roman" w:eastAsia="Times New Roman" w:hAnsi="Times New Roman"/>
      <w:sz w:val="23"/>
      <w:szCs w:val="23"/>
      <w:lang w:eastAsia="en-US"/>
    </w:rPr>
  </w:style>
  <w:style w:type="paragraph" w:customStyle="1" w:styleId="day64825624">
    <w:name w:val="day_64825624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dayisunfocused64825624">
    <w:name w:val="dayisunfocused_64825624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dayisdisabled64825624">
    <w:name w:val="dayisdisabled_64825624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daypress64825624">
    <w:name w:val="daypress_64825624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b/>
      <w:bCs/>
      <w:lang w:eastAsia="en-US"/>
    </w:rPr>
  </w:style>
  <w:style w:type="paragraph" w:customStyle="1" w:styleId="prevmonth64825624">
    <w:name w:val="prevmonth_64825624"/>
    <w:basedOn w:val="Normal"/>
    <w:rsid w:val="006F4154"/>
    <w:pPr>
      <w:spacing w:before="100" w:beforeAutospacing="1" w:after="100" w:afterAutospacing="1" w:line="420" w:lineRule="atLeast"/>
      <w:jc w:val="center"/>
    </w:pPr>
    <w:rPr>
      <w:rFonts w:ascii="Times New Roman" w:eastAsia="Times New Roman" w:hAnsi="Times New Roman"/>
      <w:sz w:val="18"/>
      <w:szCs w:val="18"/>
      <w:lang w:eastAsia="en-US"/>
    </w:rPr>
  </w:style>
  <w:style w:type="paragraph" w:customStyle="1" w:styleId="nextmonth64825624">
    <w:name w:val="nextmonth_64825624"/>
    <w:basedOn w:val="Normal"/>
    <w:rsid w:val="006F4154"/>
    <w:pPr>
      <w:spacing w:before="100" w:beforeAutospacing="1" w:after="100" w:afterAutospacing="1" w:line="420" w:lineRule="atLeast"/>
      <w:jc w:val="center"/>
    </w:pPr>
    <w:rPr>
      <w:rFonts w:ascii="Times New Roman" w:eastAsia="Times New Roman" w:hAnsi="Times New Roman"/>
      <w:sz w:val="18"/>
      <w:szCs w:val="18"/>
      <w:lang w:eastAsia="en-US"/>
    </w:rPr>
  </w:style>
  <w:style w:type="paragraph" w:customStyle="1" w:styleId="prevyear64825624">
    <w:name w:val="prevyear_64825624"/>
    <w:basedOn w:val="Normal"/>
    <w:rsid w:val="006F4154"/>
    <w:pPr>
      <w:spacing w:before="100" w:beforeAutospacing="1" w:after="100" w:afterAutospacing="1" w:line="420" w:lineRule="atLeast"/>
      <w:jc w:val="center"/>
    </w:pPr>
    <w:rPr>
      <w:rFonts w:ascii="Times New Roman" w:eastAsia="Times New Roman" w:hAnsi="Times New Roman"/>
      <w:sz w:val="18"/>
      <w:szCs w:val="18"/>
      <w:lang w:eastAsia="en-US"/>
    </w:rPr>
  </w:style>
  <w:style w:type="paragraph" w:customStyle="1" w:styleId="nextyear64825624">
    <w:name w:val="nextyear_64825624"/>
    <w:basedOn w:val="Normal"/>
    <w:rsid w:val="006F4154"/>
    <w:pPr>
      <w:spacing w:before="100" w:beforeAutospacing="1" w:after="100" w:afterAutospacing="1" w:line="420" w:lineRule="atLeast"/>
      <w:jc w:val="center"/>
    </w:pPr>
    <w:rPr>
      <w:rFonts w:ascii="Times New Roman" w:eastAsia="Times New Roman" w:hAnsi="Times New Roman"/>
      <w:sz w:val="18"/>
      <w:szCs w:val="18"/>
      <w:lang w:eastAsia="en-US"/>
    </w:rPr>
  </w:style>
  <w:style w:type="paragraph" w:customStyle="1" w:styleId="prevdecade64825624">
    <w:name w:val="prevdecade_64825624"/>
    <w:basedOn w:val="Normal"/>
    <w:rsid w:val="006F4154"/>
    <w:pPr>
      <w:spacing w:before="100" w:beforeAutospacing="1" w:after="100" w:afterAutospacing="1" w:line="420" w:lineRule="atLeast"/>
      <w:jc w:val="center"/>
    </w:pPr>
    <w:rPr>
      <w:rFonts w:ascii="Times New Roman" w:eastAsia="Times New Roman" w:hAnsi="Times New Roman"/>
      <w:sz w:val="18"/>
      <w:szCs w:val="18"/>
      <w:lang w:eastAsia="en-US"/>
    </w:rPr>
  </w:style>
  <w:style w:type="paragraph" w:customStyle="1" w:styleId="nextdecade64825624">
    <w:name w:val="nextdecade_64825624"/>
    <w:basedOn w:val="Normal"/>
    <w:rsid w:val="006F4154"/>
    <w:pPr>
      <w:spacing w:before="100" w:beforeAutospacing="1" w:after="100" w:afterAutospacing="1" w:line="420" w:lineRule="atLeast"/>
      <w:jc w:val="center"/>
    </w:pPr>
    <w:rPr>
      <w:rFonts w:ascii="Times New Roman" w:eastAsia="Times New Roman" w:hAnsi="Times New Roman"/>
      <w:sz w:val="18"/>
      <w:szCs w:val="18"/>
      <w:lang w:eastAsia="en-US"/>
    </w:rPr>
  </w:style>
  <w:style w:type="paragraph" w:customStyle="1" w:styleId="headertoggleview64825624">
    <w:name w:val="headertoggleview_64825624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currentyear64825624">
    <w:name w:val="currentyear_64825624"/>
    <w:basedOn w:val="Normal"/>
    <w:rsid w:val="006F4154"/>
    <w:pPr>
      <w:spacing w:before="100" w:beforeAutospacing="1" w:after="100" w:afterAutospacing="1" w:line="420" w:lineRule="atLeast"/>
    </w:pPr>
    <w:rPr>
      <w:rFonts w:ascii="Times New Roman" w:eastAsia="Times New Roman" w:hAnsi="Times New Roman"/>
      <w:b/>
      <w:bCs/>
      <w:sz w:val="21"/>
      <w:szCs w:val="21"/>
      <w:lang w:eastAsia="en-US"/>
    </w:rPr>
  </w:style>
  <w:style w:type="paragraph" w:customStyle="1" w:styleId="currentdecade64825624">
    <w:name w:val="currentdecade_64825624"/>
    <w:basedOn w:val="Normal"/>
    <w:rsid w:val="006F4154"/>
    <w:pPr>
      <w:spacing w:before="100" w:beforeAutospacing="1" w:after="100" w:afterAutospacing="1" w:line="420" w:lineRule="atLeast"/>
    </w:pPr>
    <w:rPr>
      <w:rFonts w:ascii="Times New Roman" w:eastAsia="Times New Roman" w:hAnsi="Times New Roman"/>
      <w:b/>
      <w:bCs/>
      <w:sz w:val="21"/>
      <w:szCs w:val="21"/>
      <w:lang w:eastAsia="en-US"/>
    </w:rPr>
  </w:style>
  <w:style w:type="paragraph" w:customStyle="1" w:styleId="optiongrid64825624">
    <w:name w:val="optiongrid_64825624"/>
    <w:basedOn w:val="Normal"/>
    <w:rsid w:val="006F4154"/>
    <w:pPr>
      <w:spacing w:before="60"/>
    </w:pPr>
    <w:rPr>
      <w:rFonts w:ascii="Times New Roman" w:eastAsia="Times New Roman" w:hAnsi="Times New Roman"/>
      <w:lang w:eastAsia="en-US"/>
    </w:rPr>
  </w:style>
  <w:style w:type="paragraph" w:customStyle="1" w:styleId="monthoption64825624">
    <w:name w:val="monthoption_64825624"/>
    <w:basedOn w:val="Normal"/>
    <w:rsid w:val="006F4154"/>
    <w:pPr>
      <w:spacing w:after="150" w:line="900" w:lineRule="atLeast"/>
      <w:ind w:right="150"/>
      <w:jc w:val="center"/>
    </w:pPr>
    <w:rPr>
      <w:rFonts w:ascii="Times New Roman" w:eastAsia="Times New Roman" w:hAnsi="Times New Roman"/>
      <w:sz w:val="20"/>
      <w:szCs w:val="20"/>
      <w:lang w:eastAsia="en-US"/>
    </w:rPr>
  </w:style>
  <w:style w:type="paragraph" w:customStyle="1" w:styleId="yearoption64825624">
    <w:name w:val="yearoption_64825624"/>
    <w:basedOn w:val="Normal"/>
    <w:rsid w:val="006F4154"/>
    <w:pPr>
      <w:spacing w:after="150" w:line="900" w:lineRule="atLeast"/>
      <w:ind w:right="150"/>
      <w:jc w:val="center"/>
    </w:pPr>
    <w:rPr>
      <w:rFonts w:ascii="Times New Roman" w:eastAsia="Times New Roman" w:hAnsi="Times New Roman"/>
      <w:sz w:val="20"/>
      <w:szCs w:val="20"/>
      <w:lang w:eastAsia="en-US"/>
    </w:rPr>
  </w:style>
  <w:style w:type="paragraph" w:customStyle="1" w:styleId="gotoday64825624">
    <w:name w:val="gotoday_64825624"/>
    <w:basedOn w:val="Normal"/>
    <w:rsid w:val="006F4154"/>
    <w:pPr>
      <w:spacing w:before="100" w:beforeAutospacing="1" w:after="100" w:afterAutospacing="1" w:line="450" w:lineRule="atLeast"/>
    </w:pPr>
    <w:rPr>
      <w:rFonts w:ascii="Times New Roman" w:eastAsia="Times New Roman" w:hAnsi="Times New Roman"/>
      <w:sz w:val="18"/>
      <w:szCs w:val="18"/>
      <w:lang w:eastAsia="en-US"/>
    </w:rPr>
  </w:style>
  <w:style w:type="paragraph" w:customStyle="1" w:styleId="monthishighlighted64825624">
    <w:name w:val="monthishighlighted_64825624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b/>
      <w:bCs/>
      <w:lang w:eastAsia="en-US"/>
    </w:rPr>
  </w:style>
  <w:style w:type="paragraph" w:customStyle="1" w:styleId="monthiscurrentmonth64825624">
    <w:name w:val="monthiscurrentmonth_64825624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b/>
      <w:bCs/>
      <w:lang w:eastAsia="en-US"/>
    </w:rPr>
  </w:style>
  <w:style w:type="paragraph" w:customStyle="1" w:styleId="ms-link">
    <w:name w:val="ms-link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resultitem326d3d51">
    <w:name w:val="resultitem_326d3d51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ms-persona-details">
    <w:name w:val="ms-persona-details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link68f7364f">
    <w:name w:val="link_68f7364f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ms-button-icon">
    <w:name w:val="ms-button-icon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thumb239679ee">
    <w:name w:val="thumb_239679ee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line239679ee">
    <w:name w:val="line_239679ee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container239679ee">
    <w:name w:val="container_239679ee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titleiserror8ad48cc5">
    <w:name w:val="titleiserror_8ad48cc5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ms-label">
    <w:name w:val="ms-label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ms-panel-contentinner">
    <w:name w:val="ms-panel-contentinner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fieldisimagec1762fe0">
    <w:name w:val="fieldisimage_c1762fe0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fieldisiconc1762fe0">
    <w:name w:val="fieldisicon_c1762fe0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inputhasimagec1762fe0">
    <w:name w:val="inputhasimage_c1762fe0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inputhasiconc1762fe0">
    <w:name w:val="inputhasicon_c1762fe0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iconwrapperc1762fe0">
    <w:name w:val="iconwrapper_c1762fe0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filterchevron8d47144a">
    <w:name w:val="filterchevron_8d47144a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checkdbaa5f82">
    <w:name w:val="check_dbaa5f82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removebutton26365740">
    <w:name w:val="removebutton_26365740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closebuttonc0609090">
    <w:name w:val="closebutton_c0609090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ms-button-label">
    <w:name w:val="ms-button-label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ms-spinner-circle">
    <w:name w:val="ms-spinner-circle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ms-spinner-label">
    <w:name w:val="ms-spinner-label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weeknumbers64825624">
    <w:name w:val="weeknumbers_64825624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text68f7364f">
    <w:name w:val="text_68f7364f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count68f7364f">
    <w:name w:val="count_68f7364f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linecontainer239679ee">
    <w:name w:val="linecontainer_239679ee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innerfieldc1762fe0">
    <w:name w:val="innerfield_c1762fe0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labelwrapperc1762fe0">
    <w:name w:val="labelwrapper_c1762fe0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imagewrapperc1762fe0">
    <w:name w:val="imagewrapper_c1762fe0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ms-image">
    <w:name w:val="ms-image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ms-link1">
    <w:name w:val="ms-link1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en-US"/>
    </w:rPr>
  </w:style>
  <w:style w:type="paragraph" w:customStyle="1" w:styleId="ms-link2">
    <w:name w:val="ms-link2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en-US"/>
    </w:rPr>
  </w:style>
  <w:style w:type="paragraph" w:customStyle="1" w:styleId="resultitem326d3d511">
    <w:name w:val="resultitem_326d3d511"/>
    <w:basedOn w:val="Normal"/>
    <w:rsid w:val="006F4154"/>
    <w:pPr>
      <w:spacing w:before="100" w:beforeAutospacing="1" w:after="100" w:afterAutospacing="1"/>
      <w:textAlignment w:val="bottom"/>
    </w:pPr>
    <w:rPr>
      <w:rFonts w:ascii="Times New Roman" w:eastAsia="Times New Roman" w:hAnsi="Times New Roman"/>
      <w:lang w:eastAsia="en-US"/>
    </w:rPr>
  </w:style>
  <w:style w:type="paragraph" w:customStyle="1" w:styleId="ms-persona-details1">
    <w:name w:val="ms-persona-details1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fieldgroupa669c1d01">
    <w:name w:val="fieldgroup_a669c1d01"/>
    <w:basedOn w:val="Normal"/>
    <w:rsid w:val="006F4154"/>
    <w:rPr>
      <w:rFonts w:ascii="Times New Roman" w:eastAsia="Times New Roman" w:hAnsi="Times New Roman"/>
      <w:lang w:eastAsia="en-US"/>
    </w:rPr>
  </w:style>
  <w:style w:type="paragraph" w:customStyle="1" w:styleId="link68f7364f1">
    <w:name w:val="link_68f7364f1"/>
    <w:basedOn w:val="Normal"/>
    <w:rsid w:val="006F4154"/>
    <w:pPr>
      <w:spacing w:before="100" w:beforeAutospacing="1" w:after="100" w:afterAutospacing="1" w:line="600" w:lineRule="atLeast"/>
      <w:jc w:val="center"/>
    </w:pPr>
    <w:rPr>
      <w:rFonts w:ascii="Times New Roman" w:eastAsia="Times New Roman" w:hAnsi="Times New Roman"/>
      <w:sz w:val="21"/>
      <w:szCs w:val="21"/>
      <w:lang w:eastAsia="en-US"/>
    </w:rPr>
  </w:style>
  <w:style w:type="paragraph" w:customStyle="1" w:styleId="text68f7364f1">
    <w:name w:val="text_68f7364f1"/>
    <w:basedOn w:val="Normal"/>
    <w:rsid w:val="006F4154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lang w:eastAsia="en-US"/>
    </w:rPr>
  </w:style>
  <w:style w:type="paragraph" w:customStyle="1" w:styleId="count68f7364f1">
    <w:name w:val="count_68f7364f1"/>
    <w:basedOn w:val="Normal"/>
    <w:rsid w:val="006F4154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lang w:eastAsia="en-US"/>
    </w:rPr>
  </w:style>
  <w:style w:type="paragraph" w:customStyle="1" w:styleId="ms-link3">
    <w:name w:val="ms-link3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en-US"/>
    </w:rPr>
  </w:style>
  <w:style w:type="paragraph" w:customStyle="1" w:styleId="ms-button-icon1">
    <w:name w:val="ms-button-icon1"/>
    <w:basedOn w:val="Normal"/>
    <w:rsid w:val="006F4154"/>
    <w:pPr>
      <w:spacing w:before="100" w:beforeAutospacing="1" w:after="100" w:afterAutospacing="1" w:line="180" w:lineRule="atLeast"/>
    </w:pPr>
    <w:rPr>
      <w:rFonts w:ascii="Times New Roman" w:eastAsia="Times New Roman" w:hAnsi="Times New Roman"/>
      <w:sz w:val="18"/>
      <w:szCs w:val="18"/>
      <w:lang w:eastAsia="en-US"/>
    </w:rPr>
  </w:style>
  <w:style w:type="paragraph" w:customStyle="1" w:styleId="ms-button-icon2">
    <w:name w:val="ms-button-icon2"/>
    <w:basedOn w:val="Normal"/>
    <w:rsid w:val="006F4154"/>
    <w:pPr>
      <w:spacing w:before="100" w:beforeAutospacing="1" w:after="100" w:afterAutospacing="1" w:line="180" w:lineRule="atLeast"/>
    </w:pPr>
    <w:rPr>
      <w:rFonts w:ascii="Times New Roman" w:eastAsia="Times New Roman" w:hAnsi="Times New Roman"/>
      <w:sz w:val="18"/>
      <w:szCs w:val="18"/>
      <w:lang w:eastAsia="en-US"/>
    </w:rPr>
  </w:style>
  <w:style w:type="paragraph" w:customStyle="1" w:styleId="ms-button-icon3">
    <w:name w:val="ms-button-icon3"/>
    <w:basedOn w:val="Normal"/>
    <w:rsid w:val="006F4154"/>
    <w:pPr>
      <w:spacing w:before="100" w:beforeAutospacing="1" w:after="100" w:afterAutospacing="1" w:line="180" w:lineRule="atLeast"/>
    </w:pPr>
    <w:rPr>
      <w:rFonts w:ascii="Times New Roman" w:eastAsia="Times New Roman" w:hAnsi="Times New Roman"/>
      <w:sz w:val="18"/>
      <w:szCs w:val="18"/>
      <w:lang w:eastAsia="en-US"/>
    </w:rPr>
  </w:style>
  <w:style w:type="paragraph" w:customStyle="1" w:styleId="innertext99578be11">
    <w:name w:val="innertext_99578be11"/>
    <w:basedOn w:val="Normal"/>
    <w:rsid w:val="006F4154"/>
    <w:pPr>
      <w:spacing w:before="100" w:beforeAutospacing="1" w:after="100" w:afterAutospacing="1" w:line="240" w:lineRule="atLeast"/>
    </w:pPr>
    <w:rPr>
      <w:rFonts w:ascii="Times New Roman" w:eastAsia="Times New Roman" w:hAnsi="Times New Roman"/>
      <w:lang w:eastAsia="en-US"/>
    </w:rPr>
  </w:style>
  <w:style w:type="paragraph" w:customStyle="1" w:styleId="thumb239679ee1">
    <w:name w:val="thumb_239679ee1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line239679ee1">
    <w:name w:val="line_239679ee1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linecontainer239679ee1">
    <w:name w:val="linecontainer_239679ee1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slidebox239679ee1">
    <w:name w:val="slidebox_239679ee1"/>
    <w:basedOn w:val="Normal"/>
    <w:rsid w:val="006F4154"/>
    <w:pPr>
      <w:spacing w:before="100" w:beforeAutospacing="1" w:after="100" w:afterAutospacing="1" w:line="420" w:lineRule="atLeast"/>
    </w:pPr>
    <w:rPr>
      <w:rFonts w:ascii="Times New Roman" w:eastAsia="Times New Roman" w:hAnsi="Times New Roman"/>
      <w:lang w:eastAsia="en-US"/>
    </w:rPr>
  </w:style>
  <w:style w:type="paragraph" w:customStyle="1" w:styleId="valuelabel239679ee1">
    <w:name w:val="valuelabel_239679ee1"/>
    <w:basedOn w:val="Normal"/>
    <w:rsid w:val="006F4154"/>
    <w:pPr>
      <w:ind w:left="120" w:right="120"/>
    </w:pPr>
    <w:rPr>
      <w:rFonts w:ascii="Times New Roman" w:eastAsia="Times New Roman" w:hAnsi="Times New Roman"/>
      <w:lang w:eastAsia="en-US"/>
    </w:rPr>
  </w:style>
  <w:style w:type="paragraph" w:customStyle="1" w:styleId="line239679ee2">
    <w:name w:val="line_239679ee2"/>
    <w:basedOn w:val="Normal"/>
    <w:rsid w:val="006F4154"/>
    <w:rPr>
      <w:rFonts w:ascii="Times New Roman" w:eastAsia="Times New Roman" w:hAnsi="Times New Roman"/>
      <w:lang w:eastAsia="en-US"/>
    </w:rPr>
  </w:style>
  <w:style w:type="paragraph" w:customStyle="1" w:styleId="linecontainer239679ee2">
    <w:name w:val="linecontainer_239679ee2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slidebox239679ee2">
    <w:name w:val="slidebox_239679ee2"/>
    <w:basedOn w:val="Normal"/>
    <w:rsid w:val="006F4154"/>
    <w:pPr>
      <w:spacing w:before="100" w:beforeAutospacing="1" w:after="100" w:afterAutospacing="1" w:line="420" w:lineRule="atLeast"/>
    </w:pPr>
    <w:rPr>
      <w:rFonts w:ascii="Times New Roman" w:eastAsia="Times New Roman" w:hAnsi="Times New Roman"/>
      <w:lang w:eastAsia="en-US"/>
    </w:rPr>
  </w:style>
  <w:style w:type="paragraph" w:customStyle="1" w:styleId="thumb239679ee2">
    <w:name w:val="thumb_239679ee2"/>
    <w:basedOn w:val="Normal"/>
    <w:rsid w:val="006F4154"/>
    <w:rPr>
      <w:rFonts w:ascii="Times New Roman" w:eastAsia="Times New Roman" w:hAnsi="Times New Roman"/>
      <w:lang w:eastAsia="en-US"/>
    </w:rPr>
  </w:style>
  <w:style w:type="paragraph" w:customStyle="1" w:styleId="container239679ee1">
    <w:name w:val="container_239679ee1"/>
    <w:basedOn w:val="Normal"/>
    <w:rsid w:val="006F4154"/>
    <w:pPr>
      <w:spacing w:before="120" w:after="120"/>
      <w:jc w:val="center"/>
    </w:pPr>
    <w:rPr>
      <w:rFonts w:ascii="Times New Roman" w:eastAsia="Times New Roman" w:hAnsi="Times New Roman"/>
      <w:lang w:eastAsia="en-US"/>
    </w:rPr>
  </w:style>
  <w:style w:type="paragraph" w:customStyle="1" w:styleId="valuelabel239679ee2">
    <w:name w:val="valuelabel_239679ee2"/>
    <w:basedOn w:val="Normal"/>
    <w:rsid w:val="006F4154"/>
    <w:rPr>
      <w:rFonts w:ascii="Times New Roman" w:eastAsia="Times New Roman" w:hAnsi="Times New Roman"/>
      <w:lang w:eastAsia="en-US"/>
    </w:rPr>
  </w:style>
  <w:style w:type="paragraph" w:customStyle="1" w:styleId="titleiserror8ad48cc51">
    <w:name w:val="titleiserror_8ad48cc51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titleiserror8ad48cc52">
    <w:name w:val="titleiserror_8ad48cc52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ms-label1">
    <w:name w:val="ms-label1"/>
    <w:basedOn w:val="Normal"/>
    <w:rsid w:val="006F4154"/>
    <w:pPr>
      <w:spacing w:before="100" w:beforeAutospacing="1" w:after="120"/>
    </w:pPr>
    <w:rPr>
      <w:rFonts w:ascii="Times New Roman" w:eastAsia="Times New Roman" w:hAnsi="Times New Roman"/>
      <w:lang w:eastAsia="en-US"/>
    </w:rPr>
  </w:style>
  <w:style w:type="paragraph" w:customStyle="1" w:styleId="ms-panel-contentinner1">
    <w:name w:val="ms-panel-contentinner1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ms-label2">
    <w:name w:val="ms-label2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sz w:val="21"/>
      <w:szCs w:val="21"/>
      <w:lang w:eastAsia="en-US"/>
    </w:rPr>
  </w:style>
  <w:style w:type="paragraph" w:customStyle="1" w:styleId="fieldisimagec1762fe01">
    <w:name w:val="fieldisimage_c1762fe01"/>
    <w:basedOn w:val="Normal"/>
    <w:rsid w:val="006F4154"/>
    <w:pPr>
      <w:jc w:val="center"/>
    </w:pPr>
    <w:rPr>
      <w:rFonts w:ascii="Times New Roman" w:eastAsia="Times New Roman" w:hAnsi="Times New Roman"/>
      <w:lang w:eastAsia="en-US"/>
    </w:rPr>
  </w:style>
  <w:style w:type="paragraph" w:customStyle="1" w:styleId="fieldisiconc1762fe01">
    <w:name w:val="fieldisicon_c1762fe01"/>
    <w:basedOn w:val="Normal"/>
    <w:rsid w:val="006F4154"/>
    <w:pPr>
      <w:jc w:val="center"/>
    </w:pPr>
    <w:rPr>
      <w:rFonts w:ascii="Times New Roman" w:eastAsia="Times New Roman" w:hAnsi="Times New Roman"/>
      <w:lang w:eastAsia="en-US"/>
    </w:rPr>
  </w:style>
  <w:style w:type="paragraph" w:customStyle="1" w:styleId="fieldisimagec1762fe02">
    <w:name w:val="fieldisimage_c1762fe02"/>
    <w:basedOn w:val="Normal"/>
    <w:rsid w:val="006F4154"/>
    <w:pPr>
      <w:jc w:val="center"/>
    </w:pPr>
    <w:rPr>
      <w:rFonts w:ascii="Times New Roman" w:eastAsia="Times New Roman" w:hAnsi="Times New Roman"/>
      <w:lang w:eastAsia="en-US"/>
    </w:rPr>
  </w:style>
  <w:style w:type="paragraph" w:customStyle="1" w:styleId="fieldisiconc1762fe02">
    <w:name w:val="fieldisicon_c1762fe02"/>
    <w:basedOn w:val="Normal"/>
    <w:rsid w:val="006F4154"/>
    <w:pPr>
      <w:jc w:val="center"/>
    </w:pPr>
    <w:rPr>
      <w:rFonts w:ascii="Times New Roman" w:eastAsia="Times New Roman" w:hAnsi="Times New Roman"/>
      <w:lang w:eastAsia="en-US"/>
    </w:rPr>
  </w:style>
  <w:style w:type="paragraph" w:customStyle="1" w:styleId="innerfieldc1762fe01">
    <w:name w:val="innerfield_c1762fe01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innerfieldc1762fe02">
    <w:name w:val="innerfield_c1762fe02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innerfieldc1762fe03">
    <w:name w:val="innerfield_c1762fe03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innerfieldc1762fe04">
    <w:name w:val="innerfield_c1762fe04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imagewrapperc1762fe01">
    <w:name w:val="imagewrapper_c1762fe01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imagewrapperc1762fe02">
    <w:name w:val="imagewrapper_c1762fe02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imagewrapperc1762fe03">
    <w:name w:val="imagewrapper_c1762fe03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imagewrapperc1762fe04">
    <w:name w:val="imagewrapper_c1762fe04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ms-image1">
    <w:name w:val="ms-image1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ms-image2">
    <w:name w:val="ms-image2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ms-image3">
    <w:name w:val="ms-image3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ms-image4">
    <w:name w:val="ms-image4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labelwrapperc1762fe01">
    <w:name w:val="labelwrapper_c1762fe01"/>
    <w:basedOn w:val="Normal"/>
    <w:rsid w:val="006F4154"/>
    <w:pPr>
      <w:spacing w:before="60" w:after="60" w:line="225" w:lineRule="atLeast"/>
      <w:ind w:left="120" w:right="120"/>
    </w:pPr>
    <w:rPr>
      <w:rFonts w:ascii="Times New Roman" w:eastAsia="Times New Roman" w:hAnsi="Times New Roman"/>
      <w:sz w:val="21"/>
      <w:szCs w:val="21"/>
      <w:lang w:eastAsia="en-US"/>
    </w:rPr>
  </w:style>
  <w:style w:type="paragraph" w:customStyle="1" w:styleId="labelwrapperc1762fe02">
    <w:name w:val="labelwrapper_c1762fe02"/>
    <w:basedOn w:val="Normal"/>
    <w:rsid w:val="006F4154"/>
    <w:pPr>
      <w:spacing w:before="60" w:after="60" w:line="225" w:lineRule="atLeast"/>
      <w:ind w:left="120" w:right="120"/>
    </w:pPr>
    <w:rPr>
      <w:rFonts w:ascii="Times New Roman" w:eastAsia="Times New Roman" w:hAnsi="Times New Roman"/>
      <w:sz w:val="21"/>
      <w:szCs w:val="21"/>
      <w:lang w:eastAsia="en-US"/>
    </w:rPr>
  </w:style>
  <w:style w:type="paragraph" w:customStyle="1" w:styleId="labelwrapperc1762fe03">
    <w:name w:val="labelwrapper_c1762fe03"/>
    <w:basedOn w:val="Normal"/>
    <w:rsid w:val="006F4154"/>
    <w:pPr>
      <w:spacing w:before="60" w:after="60" w:line="225" w:lineRule="atLeast"/>
      <w:ind w:left="120" w:right="120"/>
    </w:pPr>
    <w:rPr>
      <w:rFonts w:ascii="Times New Roman" w:eastAsia="Times New Roman" w:hAnsi="Times New Roman"/>
      <w:sz w:val="21"/>
      <w:szCs w:val="21"/>
      <w:lang w:eastAsia="en-US"/>
    </w:rPr>
  </w:style>
  <w:style w:type="paragraph" w:customStyle="1" w:styleId="labelwrapperc1762fe04">
    <w:name w:val="labelwrapper_c1762fe04"/>
    <w:basedOn w:val="Normal"/>
    <w:rsid w:val="006F4154"/>
    <w:pPr>
      <w:spacing w:before="60" w:after="60" w:line="225" w:lineRule="atLeast"/>
      <w:ind w:left="120" w:right="120"/>
    </w:pPr>
    <w:rPr>
      <w:rFonts w:ascii="Times New Roman" w:eastAsia="Times New Roman" w:hAnsi="Times New Roman"/>
      <w:sz w:val="21"/>
      <w:szCs w:val="21"/>
      <w:lang w:eastAsia="en-US"/>
    </w:rPr>
  </w:style>
  <w:style w:type="paragraph" w:customStyle="1" w:styleId="ms-label3">
    <w:name w:val="ms-label3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ms-label4">
    <w:name w:val="ms-label4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ms-label5">
    <w:name w:val="ms-label5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ms-label6">
    <w:name w:val="ms-label6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inputhasimagec1762fe01">
    <w:name w:val="inputhasimage_c1762fe01"/>
    <w:basedOn w:val="Normal"/>
    <w:rsid w:val="006F4154"/>
    <w:rPr>
      <w:rFonts w:ascii="Times New Roman" w:eastAsia="Times New Roman" w:hAnsi="Times New Roman"/>
      <w:lang w:eastAsia="en-US"/>
    </w:rPr>
  </w:style>
  <w:style w:type="paragraph" w:customStyle="1" w:styleId="inputhasiconc1762fe01">
    <w:name w:val="inputhasicon_c1762fe01"/>
    <w:basedOn w:val="Normal"/>
    <w:rsid w:val="006F4154"/>
    <w:rPr>
      <w:rFonts w:ascii="Times New Roman" w:eastAsia="Times New Roman" w:hAnsi="Times New Roman"/>
      <w:lang w:eastAsia="en-US"/>
    </w:rPr>
  </w:style>
  <w:style w:type="paragraph" w:customStyle="1" w:styleId="inputhasimagec1762fe02">
    <w:name w:val="inputhasimage_c1762fe02"/>
    <w:basedOn w:val="Normal"/>
    <w:rsid w:val="006F4154"/>
    <w:rPr>
      <w:rFonts w:ascii="Times New Roman" w:eastAsia="Times New Roman" w:hAnsi="Times New Roman"/>
      <w:lang w:eastAsia="en-US"/>
    </w:rPr>
  </w:style>
  <w:style w:type="paragraph" w:customStyle="1" w:styleId="inputhasiconc1762fe02">
    <w:name w:val="inputhasicon_c1762fe02"/>
    <w:basedOn w:val="Normal"/>
    <w:rsid w:val="006F4154"/>
    <w:rPr>
      <w:rFonts w:ascii="Times New Roman" w:eastAsia="Times New Roman" w:hAnsi="Times New Roman"/>
      <w:lang w:eastAsia="en-US"/>
    </w:rPr>
  </w:style>
  <w:style w:type="paragraph" w:customStyle="1" w:styleId="iconwrapperc1762fe01">
    <w:name w:val="iconwrapper_c1762fe01"/>
    <w:basedOn w:val="Normal"/>
    <w:rsid w:val="006F4154"/>
    <w:pPr>
      <w:spacing w:before="100" w:beforeAutospacing="1" w:after="100" w:afterAutospacing="1" w:line="480" w:lineRule="atLeast"/>
    </w:pPr>
    <w:rPr>
      <w:rFonts w:ascii="Times New Roman" w:eastAsia="Times New Roman" w:hAnsi="Times New Roman"/>
      <w:sz w:val="48"/>
      <w:szCs w:val="48"/>
      <w:lang w:eastAsia="en-US"/>
    </w:rPr>
  </w:style>
  <w:style w:type="paragraph" w:customStyle="1" w:styleId="filterchevron8d47144a1">
    <w:name w:val="filterchevron_8d47144a1"/>
    <w:basedOn w:val="Normal"/>
    <w:rsid w:val="006F4154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lang w:eastAsia="en-US"/>
    </w:rPr>
  </w:style>
  <w:style w:type="paragraph" w:customStyle="1" w:styleId="rootdbaa5f821">
    <w:name w:val="root_dbaa5f821"/>
    <w:basedOn w:val="Normal"/>
    <w:rsid w:val="006F4154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767676"/>
      <w:lang w:eastAsia="en-US"/>
    </w:rPr>
  </w:style>
  <w:style w:type="paragraph" w:customStyle="1" w:styleId="celldbaa5f821">
    <w:name w:val="cell_dbaa5f821"/>
    <w:basedOn w:val="Normal"/>
    <w:rsid w:val="006F4154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lang w:eastAsia="en-US"/>
    </w:rPr>
  </w:style>
  <w:style w:type="paragraph" w:customStyle="1" w:styleId="checkdbaa5f821">
    <w:name w:val="check_dbaa5f821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celldbaa5f822">
    <w:name w:val="cell_dbaa5f822"/>
    <w:basedOn w:val="Normal"/>
    <w:rsid w:val="006F4154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lang w:eastAsia="en-US"/>
    </w:rPr>
  </w:style>
  <w:style w:type="paragraph" w:customStyle="1" w:styleId="checkcoverdbaa5f821">
    <w:name w:val="checkcover_dbaa5f821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check37d79be31">
    <w:name w:val="check_37d79be31"/>
    <w:basedOn w:val="Normal"/>
    <w:rsid w:val="006F4154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lang w:eastAsia="en-US"/>
    </w:rPr>
  </w:style>
  <w:style w:type="paragraph" w:customStyle="1" w:styleId="checkfe91243b1">
    <w:name w:val="check_fe91243b1"/>
    <w:basedOn w:val="Normal"/>
    <w:rsid w:val="006F4154"/>
    <w:pPr>
      <w:textAlignment w:val="top"/>
    </w:pPr>
    <w:rPr>
      <w:rFonts w:ascii="Times New Roman" w:eastAsia="Times New Roman" w:hAnsi="Times New Roman"/>
      <w:lang w:eastAsia="en-US"/>
    </w:rPr>
  </w:style>
  <w:style w:type="paragraph" w:customStyle="1" w:styleId="removebutton263657401">
    <w:name w:val="removebutton_263657401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closebuttonc06090901">
    <w:name w:val="closebutton_c06090901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closebuttonc06090902">
    <w:name w:val="closebutton_c06090902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vanish/>
      <w:lang w:eastAsia="en-US"/>
    </w:rPr>
  </w:style>
  <w:style w:type="paragraph" w:customStyle="1" w:styleId="ms-button-icon4">
    <w:name w:val="ms-button-icon4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ms-button-label1">
    <w:name w:val="ms-button-label1"/>
    <w:basedOn w:val="Normal"/>
    <w:rsid w:val="006F4154"/>
    <w:pPr>
      <w:ind w:left="135" w:right="60"/>
    </w:pPr>
    <w:rPr>
      <w:rFonts w:ascii="Times New Roman" w:eastAsia="Times New Roman" w:hAnsi="Times New Roman"/>
      <w:lang w:eastAsia="en-US"/>
    </w:rPr>
  </w:style>
  <w:style w:type="paragraph" w:customStyle="1" w:styleId="ms-spinner-circle1">
    <w:name w:val="ms-spinner-circle1"/>
    <w:basedOn w:val="Normal"/>
    <w:rsid w:val="006F4154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lang w:eastAsia="en-US"/>
    </w:rPr>
  </w:style>
  <w:style w:type="paragraph" w:customStyle="1" w:styleId="ms-spinner-label1">
    <w:name w:val="ms-spinner-label1"/>
    <w:basedOn w:val="Normal"/>
    <w:rsid w:val="006F4154"/>
    <w:pPr>
      <w:ind w:left="240" w:right="150"/>
      <w:textAlignment w:val="center"/>
    </w:pPr>
    <w:rPr>
      <w:rFonts w:ascii="Times New Roman" w:eastAsia="Times New Roman" w:hAnsi="Times New Roman"/>
      <w:lang w:eastAsia="en-US"/>
    </w:rPr>
  </w:style>
  <w:style w:type="paragraph" w:customStyle="1" w:styleId="weeknumbers648256241">
    <w:name w:val="weeknumbers_648256241"/>
    <w:basedOn w:val="Normal"/>
    <w:rsid w:val="006F4154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table648256241">
    <w:name w:val="table_648256241"/>
    <w:basedOn w:val="Normal"/>
    <w:rsid w:val="006F4154"/>
    <w:pPr>
      <w:spacing w:before="60" w:after="100" w:afterAutospacing="1"/>
      <w:jc w:val="center"/>
    </w:pPr>
    <w:rPr>
      <w:rFonts w:ascii="Times New Roman" w:eastAsia="Times New Roman" w:hAnsi="Times New Roman"/>
      <w:lang w:eastAsia="en-US"/>
    </w:rPr>
  </w:style>
  <w:style w:type="paragraph" w:customStyle="1" w:styleId="daywrapper648256241">
    <w:name w:val="daywrapper_648256241"/>
    <w:basedOn w:val="Normal"/>
    <w:rsid w:val="006F4154"/>
    <w:pPr>
      <w:spacing w:before="100" w:beforeAutospacing="1" w:after="100" w:afterAutospacing="1" w:line="420" w:lineRule="atLeast"/>
    </w:pPr>
    <w:rPr>
      <w:rFonts w:ascii="Times New Roman" w:eastAsia="Times New Roman" w:hAnsi="Times New Roman"/>
      <w:sz w:val="23"/>
      <w:szCs w:val="23"/>
      <w:lang w:eastAsia="en-US"/>
    </w:rPr>
  </w:style>
  <w:style w:type="paragraph" w:customStyle="1" w:styleId="weekday648256241">
    <w:name w:val="weekday_648256241"/>
    <w:basedOn w:val="Normal"/>
    <w:rsid w:val="006F4154"/>
    <w:pPr>
      <w:spacing w:before="100" w:beforeAutospacing="1" w:after="100" w:afterAutospacing="1" w:line="420" w:lineRule="atLeast"/>
    </w:pPr>
    <w:rPr>
      <w:rFonts w:ascii="Times New Roman" w:eastAsia="Times New Roman" w:hAnsi="Times New Roman"/>
      <w:sz w:val="23"/>
      <w:szCs w:val="23"/>
      <w:lang w:eastAsia="en-US"/>
    </w:rPr>
  </w:style>
  <w:style w:type="paragraph" w:customStyle="1" w:styleId="daywrapper648256242">
    <w:name w:val="daywrapper_648256242"/>
    <w:basedOn w:val="Normal"/>
    <w:rsid w:val="006F4154"/>
    <w:pPr>
      <w:spacing w:before="100" w:beforeAutospacing="1" w:after="100" w:afterAutospacing="1" w:line="420" w:lineRule="atLeast"/>
    </w:pPr>
    <w:rPr>
      <w:rFonts w:ascii="Times New Roman" w:eastAsia="Times New Roman" w:hAnsi="Times New Roman"/>
      <w:sz w:val="23"/>
      <w:szCs w:val="23"/>
      <w:lang w:eastAsia="en-US"/>
    </w:rPr>
  </w:style>
  <w:style w:type="paragraph" w:customStyle="1" w:styleId="weekday648256242">
    <w:name w:val="weekday_648256242"/>
    <w:basedOn w:val="Normal"/>
    <w:rsid w:val="006F4154"/>
    <w:pPr>
      <w:spacing w:before="100" w:beforeAutospacing="1" w:after="100" w:afterAutospacing="1" w:line="420" w:lineRule="atLeast"/>
    </w:pPr>
    <w:rPr>
      <w:rFonts w:ascii="Times New Roman" w:eastAsia="Times New Roman" w:hAnsi="Times New Roman"/>
      <w:sz w:val="23"/>
      <w:szCs w:val="23"/>
      <w:lang w:eastAsia="en-US"/>
    </w:rPr>
  </w:style>
  <w:style w:type="character" w:customStyle="1" w:styleId="ms-rteforecolor-6">
    <w:name w:val="ms-rteforecolor-6"/>
    <w:basedOn w:val="DefaultParagraphFont"/>
    <w:rsid w:val="009727C7"/>
  </w:style>
  <w:style w:type="character" w:customStyle="1" w:styleId="ms-rtethemeforecolor-7-0">
    <w:name w:val="ms-rtethemeforecolor-7-0"/>
    <w:basedOn w:val="DefaultParagraphFont"/>
    <w:rsid w:val="009727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0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84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84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816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59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865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8278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2877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7520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031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633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18069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75620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931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3852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9149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94960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97084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04524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3972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639279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38541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765961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4166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0805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0771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71181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50154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30320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4086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93448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40232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0718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640063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403239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04172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6843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6683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53533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60491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1353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90083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41078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456345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68947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60842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5999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57181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8597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79717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8950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183997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621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780391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1554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480235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52554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16003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45011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660234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4311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6715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451976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0232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80643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530518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556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07665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56499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95512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7336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663348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13122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07771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78385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893440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18036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1331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369117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8411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29811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6527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74476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8268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86972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40975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7018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159475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44063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920390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8476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25209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292976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86552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02946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30002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03000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2350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76466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64243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96058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38995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00621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130755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6279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467344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1760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8982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673493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45082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63818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3296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51120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4568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39049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329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3970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84078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0022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023261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17522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7551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45261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598311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87575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31940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7577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98660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84519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82356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5289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2100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531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191711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01870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956144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94079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221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2582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49194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0044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66879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44161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8518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79744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2807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217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6477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6602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5825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46911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66888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4152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520426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34368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71498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331505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0050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093620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87149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81350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6898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128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8671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0882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852446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80869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341112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2860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316581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2407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10052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16523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15026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21448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829957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0126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8416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35666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313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0340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85579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82377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4489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582731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96843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635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9569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386341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85189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104490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0241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163780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81952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044544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2880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176878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5377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128207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06249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58156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59775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960020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88980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25630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966858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28550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086813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4379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142780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6706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9393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783998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42128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73326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3563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002020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78096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738654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29173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69117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40928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80579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2789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44792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47716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57473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5725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70988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28364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899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848091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90664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71173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64335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19747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5697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7371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2611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5178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49906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764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967374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0422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490321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13133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92101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73184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128686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97459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68114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520259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46734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35616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35080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497094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12303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215166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2486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1902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48594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0086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2171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49188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675525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754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3151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8536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206769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5369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01174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24595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61050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52797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60495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4533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1518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5166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5476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2456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6685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84242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68230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44211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00011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31684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976042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66124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50900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9445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36503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54596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25703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216386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57006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534721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030101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4032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132076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78014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108685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9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79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5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96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68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86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18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878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9805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253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1130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05281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4058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72806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3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32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9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60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004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7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982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5262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8860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864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3638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0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1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16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58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19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21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026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6666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7934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409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0153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3539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650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297337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7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8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822060">
                      <w:marLeft w:val="598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972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2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47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8465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791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8233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26790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68324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5509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8909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350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41413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6307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4097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11845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91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3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9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99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0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48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575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731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080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074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6493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1221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449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836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442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50198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56655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06397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9279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36722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6417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8261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108698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14416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01505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615560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5752903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842406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48787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131817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4511435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1328205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9457814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9865252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9809605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46245872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6759393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6364687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05909168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562518235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917126555">
                                                                                                                                                              <w:marLeft w:val="60"/>
                                                                                                                                                              <w:marRight w:val="60"/>
                                                                                                                                                              <w:marTop w:val="60"/>
                                                                                                                                                              <w:marBottom w:val="6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81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ncstesttfs1.test.nlse.nato.int/Codification/NACOMS/_workitems?_a=edit&amp;id=799" TargetMode="External"/><Relationship Id="rId21" Type="http://schemas.openxmlformats.org/officeDocument/2006/relationships/hyperlink" Target="https://ncstesttfs1.test.nlse.nato.int/Codification/NACOMS/_workitems?_a=edit&amp;id=724" TargetMode="External"/><Relationship Id="rId42" Type="http://schemas.openxmlformats.org/officeDocument/2006/relationships/hyperlink" Target="https://ncstesttfs1.test.nlse.nato.int/Codification/NACOMS/_workitems?_a=edit&amp;id=982" TargetMode="External"/><Relationship Id="rId63" Type="http://schemas.openxmlformats.org/officeDocument/2006/relationships/hyperlink" Target="https://ncstesttfs1.test.nlse.nato.int/Codification/NACOMS/_workitems?_a=edit&amp;id=1175" TargetMode="External"/><Relationship Id="rId84" Type="http://schemas.openxmlformats.org/officeDocument/2006/relationships/hyperlink" Target="https://aocdevtfs1.nlsedev.namsa.lu/Codification/NACOMS/_testManagement" TargetMode="External"/><Relationship Id="rId138" Type="http://schemas.openxmlformats.org/officeDocument/2006/relationships/hyperlink" Target="https://ncstesttfs1.test.nlse.nato.int/Codification/NACOMS/_workitems?_a=edit&amp;id=846" TargetMode="External"/><Relationship Id="rId159" Type="http://schemas.openxmlformats.org/officeDocument/2006/relationships/hyperlink" Target="https://ncstesttfs1.test.nlse.nato.int/Codification/NACOMS/_workitems?_a=edit&amp;id=903" TargetMode="External"/><Relationship Id="rId170" Type="http://schemas.openxmlformats.org/officeDocument/2006/relationships/hyperlink" Target="https://ncstesttfs1.test.nlse.nato.int/Codification/NACOMS/_workitems?_a=edit&amp;id=1002" TargetMode="External"/><Relationship Id="rId191" Type="http://schemas.openxmlformats.org/officeDocument/2006/relationships/hyperlink" Target="https://ncstesttfs1.test.nlse.nato.int/Codification/NACOMS/_workitems?_a=edit&amp;id=1292" TargetMode="External"/><Relationship Id="rId196" Type="http://schemas.openxmlformats.org/officeDocument/2006/relationships/hyperlink" Target="https://ncstesttfs1.test.nlse.nato.int/Codification/NACOMS/_workitems?_a=edit&amp;id=1297" TargetMode="External"/><Relationship Id="rId200" Type="http://schemas.openxmlformats.org/officeDocument/2006/relationships/fontTable" Target="fontTable.xml"/><Relationship Id="rId16" Type="http://schemas.openxmlformats.org/officeDocument/2006/relationships/hyperlink" Target="https://aocdevtfs1.nlsedev.namsa.lu/Codification/NACOMS/_testManagement" TargetMode="External"/><Relationship Id="rId107" Type="http://schemas.openxmlformats.org/officeDocument/2006/relationships/hyperlink" Target="https://ncstesttfs1.test.nlse.nato.int/Codification/NACOMS/_workitems?_a=edit&amp;id=791" TargetMode="External"/><Relationship Id="rId11" Type="http://schemas.openxmlformats.org/officeDocument/2006/relationships/endnotes" Target="endnotes.xml"/><Relationship Id="rId32" Type="http://schemas.openxmlformats.org/officeDocument/2006/relationships/hyperlink" Target="https://ncstesttfs1.test.nlse.nato.int/Codification/NACOMS/_workitems?_a=edit&amp;id=1692" TargetMode="External"/><Relationship Id="rId37" Type="http://schemas.openxmlformats.org/officeDocument/2006/relationships/hyperlink" Target="https://ncstesttfs1.test.nlse.nato.int/Codification/NACOMS/_workitems?_a=edit&amp;id=994" TargetMode="External"/><Relationship Id="rId53" Type="http://schemas.openxmlformats.org/officeDocument/2006/relationships/hyperlink" Target="https://ncstesttfs1.test.nlse.nato.int/Codification/NACOMS/_workitems?_a=edit&amp;id=992" TargetMode="External"/><Relationship Id="rId58" Type="http://schemas.openxmlformats.org/officeDocument/2006/relationships/hyperlink" Target="https://ncstesttfs1.test.nlse.nato.int/Codification/NACOMS/_workitems?_a=edit&amp;id=647" TargetMode="External"/><Relationship Id="rId74" Type="http://schemas.openxmlformats.org/officeDocument/2006/relationships/hyperlink" Target="https://ncstesttfs1.test.nlse.nato.int/Codification/NACOMS/_workitems?_a=edit&amp;id=694" TargetMode="External"/><Relationship Id="rId79" Type="http://schemas.openxmlformats.org/officeDocument/2006/relationships/hyperlink" Target="https://ncstesttfs1.test.nlse.nato.int/Codification/NACOMS/_workitems?_a=edit&amp;id=1218" TargetMode="External"/><Relationship Id="rId102" Type="http://schemas.openxmlformats.org/officeDocument/2006/relationships/hyperlink" Target="https://aocdevtfs1.nlsedev.namsa.lu/Codification/NACOMS/_testManagement" TargetMode="External"/><Relationship Id="rId123" Type="http://schemas.openxmlformats.org/officeDocument/2006/relationships/hyperlink" Target="https://ncstesttfs1.test.nlse.nato.int/Codification/NACOMS/_workitems?_a=edit&amp;id=804" TargetMode="External"/><Relationship Id="rId128" Type="http://schemas.openxmlformats.org/officeDocument/2006/relationships/hyperlink" Target="https://ncstesttfs1.test.nlse.nato.int/Codification/NACOMS/_workitems?_a=edit&amp;id=809" TargetMode="External"/><Relationship Id="rId144" Type="http://schemas.openxmlformats.org/officeDocument/2006/relationships/hyperlink" Target="https://ncstesttfs1.test.nlse.nato.int/Codification/NACOMS/_workitems?_a=edit&amp;id=852" TargetMode="External"/><Relationship Id="rId149" Type="http://schemas.openxmlformats.org/officeDocument/2006/relationships/hyperlink" Target="https://ncstesttfs1.test.nlse.nato.int/Codification/NACOMS/_workitems?_a=edit&amp;id=854" TargetMode="External"/><Relationship Id="rId5" Type="http://schemas.openxmlformats.org/officeDocument/2006/relationships/customXml" Target="../customXml/item5.xml"/><Relationship Id="rId90" Type="http://schemas.openxmlformats.org/officeDocument/2006/relationships/hyperlink" Target="https://ncstesttfs1.test.nlse.nato.int/Codification/NACOMS/_workitems?_a=edit&amp;id=678" TargetMode="External"/><Relationship Id="rId95" Type="http://schemas.openxmlformats.org/officeDocument/2006/relationships/hyperlink" Target="https://ncstesttfs1.test.nlse.nato.int/Codification/NACOMS/_workitems?_a=edit&amp;id=704" TargetMode="External"/><Relationship Id="rId160" Type="http://schemas.openxmlformats.org/officeDocument/2006/relationships/hyperlink" Target="https://ncstesttfs1.test.nlse.nato.int/Codification/NACOMS/_workitems?_a=edit&amp;id=906" TargetMode="External"/><Relationship Id="rId165" Type="http://schemas.openxmlformats.org/officeDocument/2006/relationships/hyperlink" Target="https://ncstesttfs1.test.nlse.nato.int/Codification/NACOMS/_workitems?_a=edit&amp;id=927" TargetMode="External"/><Relationship Id="rId181" Type="http://schemas.openxmlformats.org/officeDocument/2006/relationships/hyperlink" Target="https://ncstesttfs1.test.nlse.nato.int/Codification/NACOMS/_workitems?_a=edit&amp;id=1120" TargetMode="External"/><Relationship Id="rId186" Type="http://schemas.openxmlformats.org/officeDocument/2006/relationships/hyperlink" Target="https://ncstesttfs1.test.nlse.nato.int/Codification/NACOMS/_workitems?_a=edit&amp;id=1125" TargetMode="External"/><Relationship Id="rId22" Type="http://schemas.openxmlformats.org/officeDocument/2006/relationships/hyperlink" Target="https://ncstesttfs1.test.nlse.nato.int/Codification/NACOMS/_workitems?_a=edit&amp;id=725" TargetMode="External"/><Relationship Id="rId27" Type="http://schemas.openxmlformats.org/officeDocument/2006/relationships/hyperlink" Target="https://ncstesttfs1.test.nlse.nato.int/Codification/NACOMS/_workitems?_a=edit&amp;id=1018" TargetMode="External"/><Relationship Id="rId43" Type="http://schemas.openxmlformats.org/officeDocument/2006/relationships/hyperlink" Target="https://ncstesttfs1.test.nlse.nato.int/Codification/NACOMS/_workitems?_a=edit&amp;id=1015" TargetMode="External"/><Relationship Id="rId48" Type="http://schemas.openxmlformats.org/officeDocument/2006/relationships/hyperlink" Target="https://ncstesttfs1.test.nlse.nato.int/Codification/NACOMS/_workitems?_a=edit&amp;id=651" TargetMode="External"/><Relationship Id="rId64" Type="http://schemas.openxmlformats.org/officeDocument/2006/relationships/hyperlink" Target="https://aocdevtfs1.nlsedev.namsa.lu/Codification/NACOMS/_testManagement" TargetMode="External"/><Relationship Id="rId69" Type="http://schemas.openxmlformats.org/officeDocument/2006/relationships/hyperlink" Target="https://ncstesttfs1.test.nlse.nato.int/Codification/NACOMS/_workitems?_a=edit&amp;id=863" TargetMode="External"/><Relationship Id="rId113" Type="http://schemas.openxmlformats.org/officeDocument/2006/relationships/hyperlink" Target="https://ncstesttfs1.test.nlse.nato.int/Codification/NACOMS/_workitems?_a=edit&amp;id=797" TargetMode="External"/><Relationship Id="rId118" Type="http://schemas.openxmlformats.org/officeDocument/2006/relationships/hyperlink" Target="https://ncstesttfs1.test.nlse.nato.int/Codification/NACOMS/_workitems?_a=edit&amp;id=871" TargetMode="External"/><Relationship Id="rId134" Type="http://schemas.openxmlformats.org/officeDocument/2006/relationships/hyperlink" Target="https://ncstesttfs1.test.nlse.nato.int/Codification/NACOMS/_workitems?_a=edit&amp;id=1698" TargetMode="External"/><Relationship Id="rId139" Type="http://schemas.openxmlformats.org/officeDocument/2006/relationships/hyperlink" Target="https://ncstesttfs1.test.nlse.nato.int/Codification/NACOMS/_workitems?_a=edit&amp;id=847" TargetMode="External"/><Relationship Id="rId80" Type="http://schemas.openxmlformats.org/officeDocument/2006/relationships/hyperlink" Target="https://ncstesttfs1.test.nlse.nato.int/Codification/NACOMS/_workitems?_a=edit&amp;id=671" TargetMode="External"/><Relationship Id="rId85" Type="http://schemas.openxmlformats.org/officeDocument/2006/relationships/hyperlink" Target="https://aocdevtfs1.nlsedev.namsa.lu/Codification/NACOMS/_workitems?_a=edit&amp;id=674" TargetMode="External"/><Relationship Id="rId150" Type="http://schemas.openxmlformats.org/officeDocument/2006/relationships/hyperlink" Target="https://ncstesttfs1.test.nlse.nato.int/Codification/NACOMS/_workitems?_a=edit&amp;id=856" TargetMode="External"/><Relationship Id="rId155" Type="http://schemas.openxmlformats.org/officeDocument/2006/relationships/hyperlink" Target="https://ncstesttfs1.test.nlse.nato.int/Codification/NACOMS/_workitems?_a=edit&amp;id=899" TargetMode="External"/><Relationship Id="rId171" Type="http://schemas.openxmlformats.org/officeDocument/2006/relationships/hyperlink" Target="https://ncstesttfs1.test.nlse.nato.int/Codification/NACOMS/_workitems?_a=edit&amp;id=1003" TargetMode="External"/><Relationship Id="rId176" Type="http://schemas.openxmlformats.org/officeDocument/2006/relationships/hyperlink" Target="https://ncstesttfs1.test.nlse.nato.int/Codification/NACOMS/_workitems?_a=edit&amp;id=1998" TargetMode="External"/><Relationship Id="rId192" Type="http://schemas.openxmlformats.org/officeDocument/2006/relationships/hyperlink" Target="https://ncstesttfs1.test.nlse.nato.int/Codification/NACOMS/_workitems?_a=edit&amp;id=1293" TargetMode="External"/><Relationship Id="rId197" Type="http://schemas.openxmlformats.org/officeDocument/2006/relationships/hyperlink" Target="https://ncstesttfs1.test.nlse.nato.int/Codification/NACOMS/_workitems?_a=edit&amp;id=1298" TargetMode="External"/><Relationship Id="rId201" Type="http://schemas.openxmlformats.org/officeDocument/2006/relationships/theme" Target="theme/theme1.xml"/><Relationship Id="rId12" Type="http://schemas.openxmlformats.org/officeDocument/2006/relationships/hyperlink" Target="https://nmbstest.nspa.nato.int/NMBSAPICert" TargetMode="External"/><Relationship Id="rId17" Type="http://schemas.openxmlformats.org/officeDocument/2006/relationships/hyperlink" Target="https://ncstesttfs1.test.nlse.nato.int/Codification/NACOMS/_workitems?_a=edit&amp;id=741" TargetMode="External"/><Relationship Id="rId33" Type="http://schemas.openxmlformats.org/officeDocument/2006/relationships/hyperlink" Target="https://ncstesttfs1.test.nlse.nato.int/Codification/NACOMS/_workitems?_a=edit&amp;id=1695" TargetMode="External"/><Relationship Id="rId38" Type="http://schemas.openxmlformats.org/officeDocument/2006/relationships/hyperlink" Target="https://ncstesttfs1.test.nlse.nato.int/Codification/NACOMS/_workitems?_a=edit&amp;id=1696" TargetMode="External"/><Relationship Id="rId59" Type="http://schemas.openxmlformats.org/officeDocument/2006/relationships/hyperlink" Target="https://ncstesttfs1.test.nlse.nato.int/Codification/NACOMS/_workitems?_a=edit&amp;id=646" TargetMode="External"/><Relationship Id="rId103" Type="http://schemas.openxmlformats.org/officeDocument/2006/relationships/hyperlink" Target="https://aocdevtfs1.nlsedev.namsa.lu/Codification/NACOMS/_workitems?_a=edit&amp;id=769" TargetMode="External"/><Relationship Id="rId108" Type="http://schemas.openxmlformats.org/officeDocument/2006/relationships/hyperlink" Target="https://ncstesttfs1.test.nlse.nato.int/Codification/NACOMS/_workitems?_a=edit&amp;id=792" TargetMode="External"/><Relationship Id="rId124" Type="http://schemas.openxmlformats.org/officeDocument/2006/relationships/hyperlink" Target="https://ncstesttfs1.test.nlse.nato.int/Codification/NACOMS/_workitems?_a=edit&amp;id=805" TargetMode="External"/><Relationship Id="rId129" Type="http://schemas.openxmlformats.org/officeDocument/2006/relationships/hyperlink" Target="https://ncstesttfs1.test.nlse.nato.int/Codification/NACOMS/_workitems?_a=edit&amp;id=872" TargetMode="External"/><Relationship Id="rId54" Type="http://schemas.openxmlformats.org/officeDocument/2006/relationships/hyperlink" Target="https://ncstesttfs1.test.nlse.nato.int/Codification/NACOMS/_workitems?_a=edit&amp;id=1171" TargetMode="External"/><Relationship Id="rId70" Type="http://schemas.openxmlformats.org/officeDocument/2006/relationships/hyperlink" Target="https://ncstesttfs1.test.nlse.nato.int/Codification/NACOMS/_workitems?_a=edit&amp;id=657" TargetMode="External"/><Relationship Id="rId75" Type="http://schemas.openxmlformats.org/officeDocument/2006/relationships/hyperlink" Target="https://ncstesttfs1.test.nlse.nato.int/Codification/NACOMS/_workitems?_a=edit&amp;id=695" TargetMode="External"/><Relationship Id="rId91" Type="http://schemas.openxmlformats.org/officeDocument/2006/relationships/hyperlink" Target="https://aocdevtfs1.nlsedev.namsa.lu/Codification/NACOMS/_testManagement" TargetMode="External"/><Relationship Id="rId96" Type="http://schemas.openxmlformats.org/officeDocument/2006/relationships/hyperlink" Target="https://ncstesttfs1.test.nlse.nato.int/Codification/NACOMS/_workitems?_a=edit&amp;id=705" TargetMode="External"/><Relationship Id="rId140" Type="http://schemas.openxmlformats.org/officeDocument/2006/relationships/hyperlink" Target="https://ncstesttfs1.test.nlse.nato.int/Codification/NACOMS/_workitems?_a=edit&amp;id=840" TargetMode="External"/><Relationship Id="rId145" Type="http://schemas.openxmlformats.org/officeDocument/2006/relationships/hyperlink" Target="https://ncstesttfs1.test.nlse.nato.int/Codification/NACOMS/_workitems?_a=edit&amp;id=853" TargetMode="External"/><Relationship Id="rId161" Type="http://schemas.openxmlformats.org/officeDocument/2006/relationships/hyperlink" Target="https://ncstesttfs1.test.nlse.nato.int/Codification/NACOMS/_workitems?_a=edit&amp;id=907" TargetMode="External"/><Relationship Id="rId166" Type="http://schemas.openxmlformats.org/officeDocument/2006/relationships/hyperlink" Target="https://ncstesttfs1.test.nlse.nato.int/Codification/NACOMS/_workitems?_a=edit&amp;id=987" TargetMode="External"/><Relationship Id="rId182" Type="http://schemas.openxmlformats.org/officeDocument/2006/relationships/hyperlink" Target="https://ncstesttfs1.test.nlse.nato.int/Codification/NACOMS/_workitems?_a=edit&amp;id=1121" TargetMode="External"/><Relationship Id="rId187" Type="http://schemas.openxmlformats.org/officeDocument/2006/relationships/hyperlink" Target="https://ncstesttfs1.test.nlse.nato.int/Codification/NACOMS/_workitems?_a=edit&amp;id=1127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23" Type="http://schemas.openxmlformats.org/officeDocument/2006/relationships/hyperlink" Target="https://ncstesttfs1.test.nlse.nato.int/Codification/NACOMS/_workitems?_a=edit&amp;id=1052" TargetMode="External"/><Relationship Id="rId28" Type="http://schemas.openxmlformats.org/officeDocument/2006/relationships/hyperlink" Target="https://ncstesttfs1.test.nlse.nato.int/Codification/NACOMS/_workitems?_a=edit&amp;id=1019" TargetMode="External"/><Relationship Id="rId49" Type="http://schemas.openxmlformats.org/officeDocument/2006/relationships/hyperlink" Target="https://ncstesttfs1.test.nlse.nato.int/Codification/NACOMS/_workitems?_a=edit&amp;id=715" TargetMode="External"/><Relationship Id="rId114" Type="http://schemas.openxmlformats.org/officeDocument/2006/relationships/hyperlink" Target="https://ncstesttfs1.test.nlse.nato.int/Codification/NACOMS/_workitems?_a=edit&amp;id=798" TargetMode="External"/><Relationship Id="rId119" Type="http://schemas.openxmlformats.org/officeDocument/2006/relationships/hyperlink" Target="https://ncstesttfs1.test.nlse.nato.int/Codification/NACOMS/_workitems?_a=edit&amp;id=800" TargetMode="External"/><Relationship Id="rId44" Type="http://schemas.openxmlformats.org/officeDocument/2006/relationships/hyperlink" Target="https://ncstesttfs1.test.nlse.nato.int/Codification/NACOMS/_workitems?_a=edit&amp;id=571" TargetMode="External"/><Relationship Id="rId60" Type="http://schemas.openxmlformats.org/officeDocument/2006/relationships/hyperlink" Target="https://ncstesttfs1.test.nlse.nato.int/Codification/NACOMS/_workitems?_a=edit&amp;id=665" TargetMode="External"/><Relationship Id="rId65" Type="http://schemas.openxmlformats.org/officeDocument/2006/relationships/hyperlink" Target="https://aocdevtfs1.nlsedev.namsa.lu/Codification/NACOMS/_workitems?_a=edit&amp;id=655" TargetMode="External"/><Relationship Id="rId81" Type="http://schemas.openxmlformats.org/officeDocument/2006/relationships/hyperlink" Target="https://ncstesttfs1.test.nlse.nato.int/Codification/NACOMS/_workitems?_a=edit&amp;id=672" TargetMode="External"/><Relationship Id="rId86" Type="http://schemas.openxmlformats.org/officeDocument/2006/relationships/hyperlink" Target="https://ncstesttfs1.test.nlse.nato.int/Codification/NACOMS/_workitems?_a=edit&amp;id=683" TargetMode="External"/><Relationship Id="rId130" Type="http://schemas.openxmlformats.org/officeDocument/2006/relationships/hyperlink" Target="https://ncstesttfs1.test.nlse.nato.int/Codification/NACOMS/_workitems?_a=edit&amp;id=810" TargetMode="External"/><Relationship Id="rId135" Type="http://schemas.openxmlformats.org/officeDocument/2006/relationships/hyperlink" Target="https://ncstesttfs1.test.nlse.nato.int/Codification/NACOMS/_workitems?_a=edit&amp;id=1699" TargetMode="External"/><Relationship Id="rId151" Type="http://schemas.openxmlformats.org/officeDocument/2006/relationships/hyperlink" Target="https://ncstesttfs1.test.nlse.nato.int/Codification/NACOMS/_workitems?_a=edit&amp;id=858" TargetMode="External"/><Relationship Id="rId156" Type="http://schemas.openxmlformats.org/officeDocument/2006/relationships/hyperlink" Target="https://ncstesttfs1.test.nlse.nato.int/Codification/NACOMS/_workitems?_a=edit&amp;id=900" TargetMode="External"/><Relationship Id="rId177" Type="http://schemas.openxmlformats.org/officeDocument/2006/relationships/hyperlink" Target="https://aocdevtfs1.nlsedev.namsa.lu/Codification/NACOMS/_workitems?_a=edit&amp;id=1116" TargetMode="External"/><Relationship Id="rId198" Type="http://schemas.openxmlformats.org/officeDocument/2006/relationships/header" Target="header1.xml"/><Relationship Id="rId172" Type="http://schemas.openxmlformats.org/officeDocument/2006/relationships/hyperlink" Target="https://ncstesttfs1.test.nlse.nato.int/Codification/NACOMS/_workitems?_a=edit&amp;id=1004" TargetMode="External"/><Relationship Id="rId193" Type="http://schemas.openxmlformats.org/officeDocument/2006/relationships/hyperlink" Target="https://ncstesttfs1.test.nlse.nato.int/Codification/NACOMS/_workitems?_a=edit&amp;id=1294" TargetMode="External"/><Relationship Id="rId13" Type="http://schemas.openxmlformats.org/officeDocument/2006/relationships/hyperlink" Target="https://nmbstest.nspa.nato.int/NMBSAPICert/v1/Mailbox" TargetMode="External"/><Relationship Id="rId18" Type="http://schemas.openxmlformats.org/officeDocument/2006/relationships/hyperlink" Target="https://ncstesttfs1.test.nlse.nato.int/Codification/NACOMS/_workitems?_a=edit&amp;id=737" TargetMode="External"/><Relationship Id="rId39" Type="http://schemas.openxmlformats.org/officeDocument/2006/relationships/hyperlink" Target="https://aocdevtfs1.nlsedev.namsa.lu/Codification/NACOMS/_testManagement" TargetMode="External"/><Relationship Id="rId109" Type="http://schemas.openxmlformats.org/officeDocument/2006/relationships/hyperlink" Target="https://ncstesttfs1.test.nlse.nato.int/Codification/NACOMS/_workitems?_a=edit&amp;id=793" TargetMode="External"/><Relationship Id="rId34" Type="http://schemas.openxmlformats.org/officeDocument/2006/relationships/hyperlink" Target="https://aocdevtfs1.nlsedev.namsa.lu/Codification/NACOMS/_testManagement" TargetMode="External"/><Relationship Id="rId50" Type="http://schemas.openxmlformats.org/officeDocument/2006/relationships/hyperlink" Target="https://ncstesttfs1.test.nlse.nato.int/Codification/NACOMS/_workitems?_a=edit&amp;id=867" TargetMode="External"/><Relationship Id="rId55" Type="http://schemas.openxmlformats.org/officeDocument/2006/relationships/hyperlink" Target="https://ncstesttfs1.test.nlse.nato.int/Codification/NACOMS/_workitems?_a=edit&amp;id=1993" TargetMode="External"/><Relationship Id="rId76" Type="http://schemas.openxmlformats.org/officeDocument/2006/relationships/hyperlink" Target="https://ncstesttfs1.test.nlse.nato.int/Codification/NACOMS/_workitems?_a=edit&amp;id=659" TargetMode="External"/><Relationship Id="rId97" Type="http://schemas.openxmlformats.org/officeDocument/2006/relationships/hyperlink" Target="https://ncstesttfs1.test.nlse.nato.int/Codification/NACOMS/_workitems?_a=edit&amp;id=706" TargetMode="External"/><Relationship Id="rId104" Type="http://schemas.openxmlformats.org/officeDocument/2006/relationships/hyperlink" Target="https://ncstesttfs1.test.nlse.nato.int/Codification/NACOMS/_workitems?_a=edit&amp;id=870" TargetMode="External"/><Relationship Id="rId120" Type="http://schemas.openxmlformats.org/officeDocument/2006/relationships/hyperlink" Target="https://ncstesttfs1.test.nlse.nato.int/Codification/NACOMS/_workitems?_a=edit&amp;id=801" TargetMode="External"/><Relationship Id="rId125" Type="http://schemas.openxmlformats.org/officeDocument/2006/relationships/hyperlink" Target="https://ncstesttfs1.test.nlse.nato.int/Codification/NACOMS/_workitems?_a=edit&amp;id=806" TargetMode="External"/><Relationship Id="rId141" Type="http://schemas.openxmlformats.org/officeDocument/2006/relationships/hyperlink" Target="https://ncstesttfs1.test.nlse.nato.int/Codification/NACOMS/_workitems?_a=edit&amp;id=843" TargetMode="External"/><Relationship Id="rId146" Type="http://schemas.openxmlformats.org/officeDocument/2006/relationships/hyperlink" Target="https://ncstesttfs1.test.nlse.nato.int/Codification/NACOMS/_workitems?_a=edit&amp;id=849" TargetMode="External"/><Relationship Id="rId167" Type="http://schemas.openxmlformats.org/officeDocument/2006/relationships/hyperlink" Target="https://ncstesttfs1.test.nlse.nato.int/Codification/NACOMS/_workitems?_a=edit&amp;id=988" TargetMode="External"/><Relationship Id="rId188" Type="http://schemas.openxmlformats.org/officeDocument/2006/relationships/hyperlink" Target="https://ncstesttfs1.test.nlse.nato.int/Codification/NACOMS/_workitems?_a=edit&amp;id=1128" TargetMode="External"/><Relationship Id="rId7" Type="http://schemas.openxmlformats.org/officeDocument/2006/relationships/styles" Target="styles.xml"/><Relationship Id="rId71" Type="http://schemas.openxmlformats.org/officeDocument/2006/relationships/hyperlink" Target="https://ncstesttfs1.test.nlse.nato.int/Codification/NACOMS/_workitems?_a=edit&amp;id=693" TargetMode="External"/><Relationship Id="rId92" Type="http://schemas.openxmlformats.org/officeDocument/2006/relationships/hyperlink" Target="https://aocdevtfs1.nlsedev.namsa.lu/Codification/NACOMS/_workitems?_a=edit&amp;id=700" TargetMode="External"/><Relationship Id="rId162" Type="http://schemas.openxmlformats.org/officeDocument/2006/relationships/hyperlink" Target="https://ncstesttfs1.test.nlse.nato.int/Codification/NACOMS/_workitems?_a=edit&amp;id=905" TargetMode="External"/><Relationship Id="rId183" Type="http://schemas.openxmlformats.org/officeDocument/2006/relationships/hyperlink" Target="https://ncstesttfs1.test.nlse.nato.int/Codification/NACOMS/_workitems?_a=edit&amp;id=1122" TargetMode="External"/><Relationship Id="rId2" Type="http://schemas.openxmlformats.org/officeDocument/2006/relationships/customXml" Target="../customXml/item2.xml"/><Relationship Id="rId29" Type="http://schemas.openxmlformats.org/officeDocument/2006/relationships/hyperlink" Target="https://ncstesttfs1.test.nlse.nato.int/Codification/NACOMS/_workitems?_a=edit&amp;id=1053" TargetMode="External"/><Relationship Id="rId24" Type="http://schemas.openxmlformats.org/officeDocument/2006/relationships/hyperlink" Target="https://ncstesttfs1.test.nlse.nato.int/Codification/NACOMS/_workitems?_a=edit&amp;id=716" TargetMode="External"/><Relationship Id="rId40" Type="http://schemas.openxmlformats.org/officeDocument/2006/relationships/hyperlink" Target="https://aocdevtfs1.nlsedev.namsa.lu/Codification/NACOMS/_workitems?_a=edit&amp;id=603" TargetMode="External"/><Relationship Id="rId45" Type="http://schemas.openxmlformats.org/officeDocument/2006/relationships/hyperlink" Target="https://ncstesttfs1.test.nlse.nato.int/Codification/NACOMS/_workitems?_a=edit&amp;id=641" TargetMode="External"/><Relationship Id="rId66" Type="http://schemas.openxmlformats.org/officeDocument/2006/relationships/hyperlink" Target="https://ncstesttfs1.test.nlse.nato.int/Codification/NACOMS/_workitems?_a=edit&amp;id=701" TargetMode="External"/><Relationship Id="rId87" Type="http://schemas.openxmlformats.org/officeDocument/2006/relationships/hyperlink" Target="https://ncstesttfs1.test.nlse.nato.int/Codification/NACOMS/_workitems?_a=edit&amp;id=680" TargetMode="External"/><Relationship Id="rId110" Type="http://schemas.openxmlformats.org/officeDocument/2006/relationships/hyperlink" Target="https://ncstesttfs1.test.nlse.nato.int/Codification/NACOMS/_workitems?_a=edit&amp;id=794" TargetMode="External"/><Relationship Id="rId115" Type="http://schemas.openxmlformats.org/officeDocument/2006/relationships/hyperlink" Target="https://ncstesttfs1.test.nlse.nato.int/Codification/NACOMS/_workitems?_a=edit&amp;id=866" TargetMode="External"/><Relationship Id="rId131" Type="http://schemas.openxmlformats.org/officeDocument/2006/relationships/hyperlink" Target="https://ncstesttfs1.test.nlse.nato.int/Codification/NACOMS/_workitems?_a=edit&amp;id=811" TargetMode="External"/><Relationship Id="rId136" Type="http://schemas.openxmlformats.org/officeDocument/2006/relationships/hyperlink" Target="https://aocdevtfs1.nlsedev.namsa.lu/Codification/NACOMS/_testManagement" TargetMode="External"/><Relationship Id="rId157" Type="http://schemas.openxmlformats.org/officeDocument/2006/relationships/hyperlink" Target="https://ncstesttfs1.test.nlse.nato.int/Codification/NACOMS/_workitems?_a=edit&amp;id=2084" TargetMode="External"/><Relationship Id="rId178" Type="http://schemas.openxmlformats.org/officeDocument/2006/relationships/hyperlink" Target="https://ncstesttfs1.test.nlse.nato.int/Codification/NACOMS/_workitems?_a=edit&amp;id=1117" TargetMode="External"/><Relationship Id="rId61" Type="http://schemas.openxmlformats.org/officeDocument/2006/relationships/hyperlink" Target="https://ncstesttfs1.test.nlse.nato.int/Codification/NACOMS/_workitems?_a=edit&amp;id=666" TargetMode="External"/><Relationship Id="rId82" Type="http://schemas.openxmlformats.org/officeDocument/2006/relationships/hyperlink" Target="https://ncstesttfs1.test.nlse.nato.int/Codification/NACOMS/_workitems?_a=edit&amp;id=673" TargetMode="External"/><Relationship Id="rId152" Type="http://schemas.openxmlformats.org/officeDocument/2006/relationships/hyperlink" Target="https://ncstesttfs1.test.nlse.nato.int/Codification/NACOMS/_workitems?_a=edit&amp;id=859" TargetMode="External"/><Relationship Id="rId173" Type="http://schemas.openxmlformats.org/officeDocument/2006/relationships/hyperlink" Target="https://ncstesttfs1.test.nlse.nato.int/Codification/NACOMS/_workitems?_a=edit&amp;id=1005" TargetMode="External"/><Relationship Id="rId194" Type="http://schemas.openxmlformats.org/officeDocument/2006/relationships/hyperlink" Target="https://ncstesttfs1.test.nlse.nato.int/Codification/NACOMS/_workitems?_a=edit&amp;id=1295" TargetMode="External"/><Relationship Id="rId199" Type="http://schemas.openxmlformats.org/officeDocument/2006/relationships/footer" Target="footer1.xml"/><Relationship Id="rId19" Type="http://schemas.openxmlformats.org/officeDocument/2006/relationships/hyperlink" Target="https://ncstesttfs1.test.nlse.nato.int/Codification/NACOMS/_workitems?_a=edit&amp;id=738" TargetMode="External"/><Relationship Id="rId14" Type="http://schemas.openxmlformats.org/officeDocument/2006/relationships/hyperlink" Target="https://nmbstest.nspa.nato.int/NMBS2" TargetMode="External"/><Relationship Id="rId30" Type="http://schemas.openxmlformats.org/officeDocument/2006/relationships/hyperlink" Target="http://eportal.nspa.nato.int/Message" TargetMode="External"/><Relationship Id="rId35" Type="http://schemas.openxmlformats.org/officeDocument/2006/relationships/hyperlink" Target="https://ncstesttfs1.test.nlse.nato.int/Codification/NACOMS/_workitems?_a=edit&amp;id=841" TargetMode="External"/><Relationship Id="rId56" Type="http://schemas.openxmlformats.org/officeDocument/2006/relationships/hyperlink" Target="https://ncstesttfs1.test.nlse.nato.int/Codification/NACOMS/_workitems?_a=edit&amp;id=644" TargetMode="External"/><Relationship Id="rId77" Type="http://schemas.openxmlformats.org/officeDocument/2006/relationships/hyperlink" Target="https://ncstesttfs1.test.nlse.nato.int/Codification/NACOMS/_workitems?_a=edit&amp;id=660" TargetMode="External"/><Relationship Id="rId100" Type="http://schemas.openxmlformats.org/officeDocument/2006/relationships/hyperlink" Target="https://ncstesttfs1.test.nlse.nato.int/Codification/NACOMS/_workitems?_a=edit&amp;id=709" TargetMode="External"/><Relationship Id="rId105" Type="http://schemas.openxmlformats.org/officeDocument/2006/relationships/hyperlink" Target="https://ncstesttfs1.test.nlse.nato.int/Codification/NACOMS/_workitems?_a=edit&amp;id=774" TargetMode="External"/><Relationship Id="rId126" Type="http://schemas.openxmlformats.org/officeDocument/2006/relationships/hyperlink" Target="https://ncstesttfs1.test.nlse.nato.int/Codification/NACOMS/_workitems?_a=edit&amp;id=807" TargetMode="External"/><Relationship Id="rId147" Type="http://schemas.openxmlformats.org/officeDocument/2006/relationships/hyperlink" Target="https://ncstesttfs1.test.nlse.nato.int/Codification/NACOMS/_workitems?_a=edit&amp;id=850" TargetMode="External"/><Relationship Id="rId168" Type="http://schemas.openxmlformats.org/officeDocument/2006/relationships/hyperlink" Target="https://aocdevtfs1.nlsedev.namsa.lu/Codification/NACOMS/_testManagement" TargetMode="External"/><Relationship Id="rId8" Type="http://schemas.openxmlformats.org/officeDocument/2006/relationships/settings" Target="settings.xml"/><Relationship Id="rId51" Type="http://schemas.openxmlformats.org/officeDocument/2006/relationships/hyperlink" Target="https://ncstesttfs1.test.nlse.nato.int/Codification/NACOMS/_workitems?_a=edit&amp;id=732" TargetMode="External"/><Relationship Id="rId72" Type="http://schemas.openxmlformats.org/officeDocument/2006/relationships/hyperlink" Target="https://ncstesttfs1.test.nlse.nato.int/Codification/NACOMS/_workitems?_a=edit&amp;id=696" TargetMode="External"/><Relationship Id="rId93" Type="http://schemas.openxmlformats.org/officeDocument/2006/relationships/hyperlink" Target="https://ncstesttfs1.test.nlse.nato.int/Codification/NACOMS/_workitems?_a=edit&amp;id=702" TargetMode="External"/><Relationship Id="rId98" Type="http://schemas.openxmlformats.org/officeDocument/2006/relationships/hyperlink" Target="https://ncstesttfs1.test.nlse.nato.int/Codification/NACOMS/_workitems?_a=edit&amp;id=707" TargetMode="External"/><Relationship Id="rId121" Type="http://schemas.openxmlformats.org/officeDocument/2006/relationships/hyperlink" Target="https://ncstesttfs1.test.nlse.nato.int/Codification/NACOMS/_workitems?_a=edit&amp;id=802" TargetMode="External"/><Relationship Id="rId142" Type="http://schemas.openxmlformats.org/officeDocument/2006/relationships/hyperlink" Target="https://ncstesttfs1.test.nlse.nato.int/Codification/NACOMS/_workitems?_a=edit&amp;id=844" TargetMode="External"/><Relationship Id="rId163" Type="http://schemas.openxmlformats.org/officeDocument/2006/relationships/hyperlink" Target="https://ncstesttfs1.test.nlse.nato.int/Codification/NACOMS/_workitems?_a=edit&amp;id=908" TargetMode="External"/><Relationship Id="rId184" Type="http://schemas.openxmlformats.org/officeDocument/2006/relationships/hyperlink" Target="https://ncstesttfs1.test.nlse.nato.int/Codification/NACOMS/_workitems?_a=edit&amp;id=1252" TargetMode="External"/><Relationship Id="rId189" Type="http://schemas.openxmlformats.org/officeDocument/2006/relationships/hyperlink" Target="https://ncstesttfs1.test.nlse.nato.int/Codification/NACOMS/_workitems?_a=edit&amp;id=1129" TargetMode="External"/><Relationship Id="rId3" Type="http://schemas.openxmlformats.org/officeDocument/2006/relationships/customXml" Target="../customXml/item3.xml"/><Relationship Id="rId25" Type="http://schemas.openxmlformats.org/officeDocument/2006/relationships/hyperlink" Target="https://ncstesttfs1.test.nlse.nato.int/Codification/NACOMS/_workitems?_a=edit&amp;id=779" TargetMode="External"/><Relationship Id="rId46" Type="http://schemas.openxmlformats.org/officeDocument/2006/relationships/hyperlink" Target="https://ncstesttfs1.test.nlse.nato.int/Codification/NACOMS/_workitems?_a=edit&amp;id=642" TargetMode="External"/><Relationship Id="rId67" Type="http://schemas.openxmlformats.org/officeDocument/2006/relationships/hyperlink" Target="https://ncstesttfs1.test.nlse.nato.int/Codification/NACOMS/_workitems?_a=edit&amp;id=656" TargetMode="External"/><Relationship Id="rId116" Type="http://schemas.openxmlformats.org/officeDocument/2006/relationships/hyperlink" Target="https://ncstesttfs1.test.nlse.nato.int/Codification/NACOMS/_workitems?_a=edit&amp;id=1222" TargetMode="External"/><Relationship Id="rId137" Type="http://schemas.openxmlformats.org/officeDocument/2006/relationships/hyperlink" Target="https://aocdevtfs1.nlsedev.namsa.lu/Codification/NACOMS/_workitems?_a=edit&amp;id=839" TargetMode="External"/><Relationship Id="rId158" Type="http://schemas.openxmlformats.org/officeDocument/2006/relationships/hyperlink" Target="https://ncstesttfs1.test.nlse.nato.int/Codification/NACOMS/_workitems?_a=edit&amp;id=902" TargetMode="External"/><Relationship Id="rId20" Type="http://schemas.openxmlformats.org/officeDocument/2006/relationships/hyperlink" Target="https://ncstesttfs1.test.nlse.nato.int/Codification/NACOMS/_workitems?_a=edit&amp;id=877" TargetMode="External"/><Relationship Id="rId41" Type="http://schemas.openxmlformats.org/officeDocument/2006/relationships/hyperlink" Target="https://ncstesttfs1.test.nlse.nato.int/Codification/NACOMS/_workitems?_a=edit&amp;id=604" TargetMode="External"/><Relationship Id="rId62" Type="http://schemas.openxmlformats.org/officeDocument/2006/relationships/hyperlink" Target="https://ncstesttfs1.test.nlse.nato.int/Codification/NACOMS/_workitems?_a=edit&amp;id=667" TargetMode="External"/><Relationship Id="rId83" Type="http://schemas.openxmlformats.org/officeDocument/2006/relationships/hyperlink" Target="https://ncstesttfs1.test.nlse.nato.int/Codification/NACOMS/_workitems?_a=edit&amp;id=1190" TargetMode="External"/><Relationship Id="rId88" Type="http://schemas.openxmlformats.org/officeDocument/2006/relationships/hyperlink" Target="https://ncstesttfs1.test.nlse.nato.int/Codification/NACOMS/_workitems?_a=edit&amp;id=675" TargetMode="External"/><Relationship Id="rId111" Type="http://schemas.openxmlformats.org/officeDocument/2006/relationships/hyperlink" Target="https://ncstesttfs1.test.nlse.nato.int/Codification/NACOMS/_workitems?_a=edit&amp;id=795" TargetMode="External"/><Relationship Id="rId132" Type="http://schemas.openxmlformats.org/officeDocument/2006/relationships/hyperlink" Target="https://ncstesttfs1.test.nlse.nato.int/Codification/NACOMS/_workitems?_a=edit&amp;id=812" TargetMode="External"/><Relationship Id="rId153" Type="http://schemas.openxmlformats.org/officeDocument/2006/relationships/hyperlink" Target="https://aocdevtfs1.nlsedev.namsa.lu/Codification/NACOMS/_testManagement" TargetMode="External"/><Relationship Id="rId174" Type="http://schemas.openxmlformats.org/officeDocument/2006/relationships/hyperlink" Target="https://ncstesttfs1.test.nlse.nato.int/Codification/NACOMS/_workitems?_a=edit&amp;id=1007" TargetMode="External"/><Relationship Id="rId179" Type="http://schemas.openxmlformats.org/officeDocument/2006/relationships/hyperlink" Target="https://ncstesttfs1.test.nlse.nato.int/Codification/NACOMS/_workitems?_a=edit&amp;id=1118" TargetMode="External"/><Relationship Id="rId195" Type="http://schemas.openxmlformats.org/officeDocument/2006/relationships/hyperlink" Target="https://ncstesttfs1.test.nlse.nato.int/Codification/NACOMS/_workitems?_a=edit&amp;id=1296" TargetMode="External"/><Relationship Id="rId190" Type="http://schemas.openxmlformats.org/officeDocument/2006/relationships/hyperlink" Target="https://ncstesttfs1.test.nlse.nato.int/Codification/NACOMS/_workitems?_a=edit&amp;id=1130" TargetMode="External"/><Relationship Id="rId15" Type="http://schemas.openxmlformats.org/officeDocument/2006/relationships/hyperlink" Target="https://eportaltest.nspa.nato.int/AC135/" TargetMode="External"/><Relationship Id="rId36" Type="http://schemas.openxmlformats.org/officeDocument/2006/relationships/hyperlink" Target="https://ncstesttfs1.test.nlse.nato.int/Codification/NACOMS/_workitems?_a=edit&amp;id=993" TargetMode="External"/><Relationship Id="rId57" Type="http://schemas.openxmlformats.org/officeDocument/2006/relationships/hyperlink" Target="https://ncstesttfs1.test.nlse.nato.int/Codification/NACOMS/_workitems?_a=edit&amp;id=645" TargetMode="External"/><Relationship Id="rId106" Type="http://schemas.openxmlformats.org/officeDocument/2006/relationships/hyperlink" Target="https://ncstesttfs1.test.nlse.nato.int/Codification/NACOMS/_workitems?_a=edit&amp;id=790" TargetMode="External"/><Relationship Id="rId127" Type="http://schemas.openxmlformats.org/officeDocument/2006/relationships/hyperlink" Target="https://ncstesttfs1.test.nlse.nato.int/Codification/NACOMS/_workitems?_a=edit&amp;id=1697" TargetMode="External"/><Relationship Id="rId10" Type="http://schemas.openxmlformats.org/officeDocument/2006/relationships/footnotes" Target="footnotes.xml"/><Relationship Id="rId31" Type="http://schemas.openxmlformats.org/officeDocument/2006/relationships/hyperlink" Target="https://eportaltest.nspa.nato.int/AC135Public/Schema/@SchemaVersion/Message.xsd" TargetMode="External"/><Relationship Id="rId52" Type="http://schemas.openxmlformats.org/officeDocument/2006/relationships/hyperlink" Target="https://ncstesttfs1.test.nlse.nato.int/Codification/NACOMS/_workitems?_a=edit&amp;id=733" TargetMode="External"/><Relationship Id="rId73" Type="http://schemas.openxmlformats.org/officeDocument/2006/relationships/hyperlink" Target="https://ncstesttfs1.test.nlse.nato.int/Codification/NACOMS/_workitems?_a=edit&amp;id=658" TargetMode="External"/><Relationship Id="rId78" Type="http://schemas.openxmlformats.org/officeDocument/2006/relationships/hyperlink" Target="https://ncstesttfs1.test.nlse.nato.int/Codification/NACOMS/_workitems?_a=edit&amp;id=1210" TargetMode="External"/><Relationship Id="rId94" Type="http://schemas.openxmlformats.org/officeDocument/2006/relationships/hyperlink" Target="https://ncstesttfs1.test.nlse.nato.int/Codification/NACOMS/_workitems?_a=edit&amp;id=703" TargetMode="External"/><Relationship Id="rId99" Type="http://schemas.openxmlformats.org/officeDocument/2006/relationships/hyperlink" Target="https://ncstesttfs1.test.nlse.nato.int/Codification/NACOMS/_workitems?_a=edit&amp;id=708" TargetMode="External"/><Relationship Id="rId101" Type="http://schemas.openxmlformats.org/officeDocument/2006/relationships/hyperlink" Target="https://ncstesttfs1.test.nlse.nato.int/Codification/NACOMS/_workitems?_a=edit&amp;id=710" TargetMode="External"/><Relationship Id="rId122" Type="http://schemas.openxmlformats.org/officeDocument/2006/relationships/hyperlink" Target="https://ncstesttfs1.test.nlse.nato.int/Codification/NACOMS/_workitems?_a=edit&amp;id=803" TargetMode="External"/><Relationship Id="rId143" Type="http://schemas.openxmlformats.org/officeDocument/2006/relationships/hyperlink" Target="https://ncstesttfs1.test.nlse.nato.int/Codification/NACOMS/_workitems?_a=edit&amp;id=848" TargetMode="External"/><Relationship Id="rId148" Type="http://schemas.openxmlformats.org/officeDocument/2006/relationships/hyperlink" Target="https://ncstesttfs1.test.nlse.nato.int/Codification/NACOMS/_workitems?_a=edit&amp;id=851" TargetMode="External"/><Relationship Id="rId164" Type="http://schemas.openxmlformats.org/officeDocument/2006/relationships/hyperlink" Target="https://ncstesttfs1.test.nlse.nato.int/Codification/NACOMS/_workitems?_a=edit&amp;id=926" TargetMode="External"/><Relationship Id="rId169" Type="http://schemas.openxmlformats.org/officeDocument/2006/relationships/hyperlink" Target="https://aocdevtfs1.nlsedev.namsa.lu/Codification/NACOMS/_workitems?_a=edit&amp;id=999" TargetMode="External"/><Relationship Id="rId185" Type="http://schemas.openxmlformats.org/officeDocument/2006/relationships/hyperlink" Target="https://ncstesttfs1.test.nlse.nato.int/Codification/NACOMS/_workitems?_a=edit&amp;id=1124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80" Type="http://schemas.openxmlformats.org/officeDocument/2006/relationships/hyperlink" Target="https://ncstesttfs1.test.nlse.nato.int/Codification/NACOMS/_workitems?_a=edit&amp;id=1119" TargetMode="External"/><Relationship Id="rId26" Type="http://schemas.openxmlformats.org/officeDocument/2006/relationships/hyperlink" Target="https://ncstesttfs1.test.nlse.nato.int/Codification/NACOMS/_workitems?_a=edit&amp;id=997" TargetMode="External"/><Relationship Id="rId47" Type="http://schemas.openxmlformats.org/officeDocument/2006/relationships/hyperlink" Target="https://ncstesttfs1.test.nlse.nato.int/Codification/NACOMS/_workitems?_a=edit&amp;id=780" TargetMode="External"/><Relationship Id="rId68" Type="http://schemas.openxmlformats.org/officeDocument/2006/relationships/hyperlink" Target="https://ncstesttfs1.test.nlse.nato.int/Codification/NACOMS/_workitems?_a=edit&amp;id=864" TargetMode="External"/><Relationship Id="rId89" Type="http://schemas.openxmlformats.org/officeDocument/2006/relationships/hyperlink" Target="https://ncstesttfs1.test.nlse.nato.int/Codification/NACOMS/_workitems?_a=edit&amp;id=697" TargetMode="External"/><Relationship Id="rId112" Type="http://schemas.openxmlformats.org/officeDocument/2006/relationships/hyperlink" Target="https://ncstesttfs1.test.nlse.nato.int/Codification/NACOMS/_workitems?_a=edit&amp;id=796" TargetMode="External"/><Relationship Id="rId133" Type="http://schemas.openxmlformats.org/officeDocument/2006/relationships/hyperlink" Target="https://ncstesttfs1.test.nlse.nato.int/Codification/NACOMS/_workitems?_a=edit&amp;id=813" TargetMode="External"/><Relationship Id="rId154" Type="http://schemas.openxmlformats.org/officeDocument/2006/relationships/hyperlink" Target="https://aocdevtfs1.nlsedev.namsa.lu/Codification/NACOMS/_workitems?_a=edit&amp;id=875" TargetMode="External"/><Relationship Id="rId175" Type="http://schemas.openxmlformats.org/officeDocument/2006/relationships/hyperlink" Target="https://ncstesttfs1.test.nlse.nato.int/Codification/NACOMS/_workitems?_a=edit&amp;id=100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2019-07-17T00:00:00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856829D2B584888093D5DB8806B89" ma:contentTypeVersion="1" ma:contentTypeDescription="Create a new document." ma:contentTypeScope="" ma:versionID="baac8a2f7a32c8736a3f4b05004b78d4">
  <xsd:schema xmlns:xsd="http://www.w3.org/2001/XMLSchema" xmlns:xs="http://www.w3.org/2001/XMLSchema" xmlns:p="http://schemas.microsoft.com/office/2006/metadata/properties" xmlns:ns2="4daa57cb-1811-419a-ab9a-2bbd33c9c623" targetNamespace="http://schemas.microsoft.com/office/2006/metadata/properties" ma:root="true" ma:fieldsID="04be77b6231f2995c4dae5246b716fa5" ns2:_="">
    <xsd:import namespace="4daa57cb-1811-419a-ab9a-2bbd33c9c62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aa57cb-1811-419a-ab9a-2bbd33c9c62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3BC30B6-3293-465F-A61A-78CCA2E3B6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654852-DAEA-4796-BA29-3BCFCFD7FA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aa57cb-1811-419a-ab9a-2bbd33c9c6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9C7DF4-0ADF-4CF3-8749-19928D45E6A3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4daa57cb-1811-419a-ab9a-2bbd33c9c623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9AA2AF06-BDB2-44B0-9C0B-72EA18D18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3458A4D4.dotm</Template>
  <TotalTime>1541</TotalTime>
  <Pages>152</Pages>
  <Words>25596</Words>
  <Characters>191586</Characters>
  <Application>Microsoft Office Word</Application>
  <DocSecurity>0</DocSecurity>
  <Lines>1596</Lines>
  <Paragraphs>433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NSPA</Company>
  <LinksUpToDate>false</LinksUpToDate>
  <CharactersWithSpaces>216749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GETTE Christelle</dc:creator>
  <cp:keywords/>
  <dc:description/>
  <cp:lastModifiedBy>GETTE Christelle</cp:lastModifiedBy>
  <cp:revision>18</cp:revision>
  <dcterms:created xsi:type="dcterms:W3CDTF">2020-05-14T05:45:00Z</dcterms:created>
  <dcterms:modified xsi:type="dcterms:W3CDTF">2020-05-19T08:48:00Z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0x010100E0F856829D2B584888093D5DB8806B89</vt:lpwstr>
  </property>
</Properties>
</file>